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1"/>
        <w:gridCol w:w="518"/>
        <w:gridCol w:w="2530"/>
        <w:gridCol w:w="430"/>
        <w:gridCol w:w="1860"/>
        <w:gridCol w:w="1100"/>
      </w:tblGrid>
      <w:tr w:rsidR="00B30942" w:rsidRPr="00A40DC3" w14:paraId="0C5D2AFA" w14:textId="77777777" w:rsidTr="00EE5BA1">
        <w:trPr>
          <w:trHeight w:val="802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6283FB9" w14:textId="77777777" w:rsidR="00B30942" w:rsidRPr="00CA6F98" w:rsidRDefault="00B30942" w:rsidP="00B30942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bookmarkStart w:id="0" w:name="_Toc508962151"/>
            <w:r w:rsidRPr="00CA6F98">
              <w:rPr>
                <w:rFonts w:cs="Calibri"/>
              </w:rPr>
              <w:t>NAZWA OBIEKTU:</w:t>
            </w:r>
          </w:p>
          <w:p w14:paraId="2C27C27E" w14:textId="71217059" w:rsidR="00B30942" w:rsidRPr="00A40DC3" w:rsidRDefault="00B30942" w:rsidP="00B30942">
            <w:pPr>
              <w:spacing w:line="240" w:lineRule="auto"/>
              <w:ind w:left="142" w:right="-637" w:firstLine="335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  <w:sz w:val="24"/>
                <w:szCs w:val="24"/>
              </w:rPr>
              <w:t>Most drogowy przez rzekę Sanna w ciągu drogi powiatowej nr 1004R Zaklików – Borów</w:t>
            </w:r>
          </w:p>
        </w:tc>
      </w:tr>
      <w:tr w:rsidR="00B30942" w:rsidRPr="00A40DC3" w14:paraId="45EAA859" w14:textId="77777777" w:rsidTr="00EE5BA1">
        <w:trPr>
          <w:trHeight w:hRule="exact" w:val="1258"/>
          <w:jc w:val="center"/>
        </w:trPr>
        <w:tc>
          <w:tcPr>
            <w:tcW w:w="995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4DA8C1" w14:textId="77777777" w:rsidR="00B30942" w:rsidRPr="00CA6F98" w:rsidRDefault="00B30942" w:rsidP="00B30942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ADRES OBIEKTU:</w:t>
            </w:r>
          </w:p>
          <w:p w14:paraId="1DF472F3" w14:textId="114FDA2B" w:rsidR="00B30942" w:rsidRPr="00A40DC3" w:rsidRDefault="00B30942" w:rsidP="00B30942">
            <w:pPr>
              <w:pStyle w:val="Tekstpodstawowy"/>
              <w:tabs>
                <w:tab w:val="left" w:pos="1753"/>
              </w:tabs>
              <w:ind w:left="477"/>
              <w:jc w:val="left"/>
              <w:rPr>
                <w:rFonts w:eastAsia="Calibri" w:cs="Calibri"/>
                <w:b w:val="0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2"/>
                <w:szCs w:val="22"/>
                <w:lang w:eastAsia="en-US"/>
              </w:rPr>
              <w:t>37-470 Zaklików</w:t>
            </w:r>
            <w:r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, Gmina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 xml:space="preserve">Zaklików, </w:t>
            </w:r>
            <w:r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powiat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>stalowowolski</w:t>
            </w:r>
            <w:r w:rsidRPr="00CA6F98">
              <w:rPr>
                <w:rFonts w:eastAsia="Calibri" w:cs="Calibri"/>
                <w:sz w:val="22"/>
                <w:szCs w:val="22"/>
                <w:lang w:eastAsia="en-US"/>
              </w:rPr>
              <w:t>, województwo podkarpackie</w:t>
            </w:r>
            <w:r w:rsidRPr="00CA6F98">
              <w:rPr>
                <w:rFonts w:eastAsia="Calibri" w:cs="Calibri"/>
                <w:b w:val="0"/>
                <w:sz w:val="22"/>
                <w:szCs w:val="22"/>
                <w:lang w:eastAsia="en-US"/>
              </w:rPr>
              <w:br/>
            </w:r>
            <w:r w:rsidRPr="00CA6F98">
              <w:rPr>
                <w:rFonts w:cs="Calibri"/>
                <w:b w:val="0"/>
                <w:sz w:val="22"/>
                <w:szCs w:val="22"/>
              </w:rPr>
              <w:t>numery ewid. dz.: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 xml:space="preserve">380/3 </w:t>
            </w:r>
            <w:r w:rsidRPr="00CA6F98">
              <w:rPr>
                <w:rFonts w:eastAsia="Calibri" w:cs="Calibri"/>
                <w:sz w:val="22"/>
                <w:szCs w:val="22"/>
                <w:lang w:eastAsia="en-US"/>
              </w:rPr>
              <w:t>obręb 00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>13 Łążek Zaklikowski</w:t>
            </w:r>
          </w:p>
        </w:tc>
      </w:tr>
      <w:tr w:rsidR="001033EA" w:rsidRPr="00A40DC3" w14:paraId="50D78ED9" w14:textId="77777777" w:rsidTr="00EE5BA1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6493087" w14:textId="77777777" w:rsidR="001033EA" w:rsidRPr="00A40DC3" w:rsidRDefault="001033EA" w:rsidP="00EE5BA1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1033EA" w:rsidRPr="00A40DC3" w14:paraId="27C18892" w14:textId="77777777" w:rsidTr="00EE5BA1">
        <w:trPr>
          <w:trHeight w:val="1271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B5F842" w14:textId="77777777" w:rsidR="00B30942" w:rsidRPr="00CA6F98" w:rsidRDefault="00B30942" w:rsidP="00B30942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INWESTOR:</w:t>
            </w:r>
          </w:p>
          <w:p w14:paraId="0101ADF5" w14:textId="77777777" w:rsidR="00B30942" w:rsidRPr="006D5EA2" w:rsidRDefault="00B30942" w:rsidP="00B30942">
            <w:pPr>
              <w:spacing w:line="276" w:lineRule="auto"/>
              <w:ind w:right="38" w:firstLine="0"/>
              <w:jc w:val="left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       Powiat Stalowowolski </w:t>
            </w:r>
          </w:p>
          <w:p w14:paraId="05945D07" w14:textId="387B4966" w:rsidR="001033EA" w:rsidRPr="00A40DC3" w:rsidRDefault="00B30942" w:rsidP="00B30942">
            <w:pPr>
              <w:spacing w:line="276" w:lineRule="auto"/>
              <w:ind w:left="709" w:right="38" w:hanging="232"/>
              <w:jc w:val="left"/>
              <w:rPr>
                <w:rFonts w:cs="Calibri"/>
              </w:rPr>
            </w:pPr>
            <w:r w:rsidRPr="00B353C3">
              <w:rPr>
                <w:rFonts w:cstheme="minorHAnsi"/>
              </w:rPr>
              <w:t>ul. Podleśna 15</w:t>
            </w:r>
            <w:r>
              <w:rPr>
                <w:rFonts w:cstheme="minorHAnsi"/>
              </w:rPr>
              <w:t xml:space="preserve">; </w:t>
            </w:r>
            <w:r w:rsidRPr="00B353C3">
              <w:rPr>
                <w:rFonts w:cstheme="minorHAnsi"/>
              </w:rPr>
              <w:t>37-450 Stalowa Wola</w:t>
            </w:r>
          </w:p>
        </w:tc>
      </w:tr>
      <w:tr w:rsidR="001033EA" w:rsidRPr="00A40DC3" w14:paraId="2D065775" w14:textId="77777777" w:rsidTr="00EE5BA1">
        <w:trPr>
          <w:trHeight w:val="208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6A11744" w14:textId="77777777" w:rsidR="001033EA" w:rsidRPr="00A40DC3" w:rsidRDefault="001033EA" w:rsidP="00EE5BA1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B30942" w:rsidRPr="00A40DC3" w14:paraId="0D51F587" w14:textId="77777777" w:rsidTr="00EE5BA1">
        <w:trPr>
          <w:trHeight w:val="1475"/>
          <w:jc w:val="center"/>
        </w:trPr>
        <w:tc>
          <w:tcPr>
            <w:tcW w:w="403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5D203DE4" w14:textId="77777777" w:rsidR="00B30942" w:rsidRPr="00CA6F98" w:rsidRDefault="00B30942" w:rsidP="00B30942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 xml:space="preserve">JEDNOSTKA PROJEKTOWA:      </w:t>
            </w:r>
          </w:p>
          <w:p w14:paraId="38F3360F" w14:textId="77777777" w:rsidR="00B30942" w:rsidRDefault="00FD5F65" w:rsidP="00B30942">
            <w:pPr>
              <w:spacing w:line="276" w:lineRule="auto"/>
              <w:ind w:left="709" w:right="38" w:hanging="232"/>
              <w:jc w:val="left"/>
              <w:rPr>
                <w:rFonts w:cstheme="minorHAnsi"/>
              </w:rPr>
            </w:pPr>
            <w:bookmarkStart w:id="1" w:name="_GoBack"/>
            <w:r>
              <w:rPr>
                <w:noProof/>
              </w:rPr>
              <w:object w:dxaOrig="1440" w:dyaOrig="1440" w14:anchorId="0960B5F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6pt;margin-top:18.55pt;width:1in;height:32.9pt;z-index:251661824;mso-position-horizontal-relative:text;mso-position-vertical-relative:text;mso-width-relative:page;mso-height-relative:page">
                  <v:imagedata r:id="rId8" o:title=""/>
                </v:shape>
                <o:OLEObject Type="Embed" ProgID="PBrush" ShapeID="_x0000_s1026" DrawAspect="Content" ObjectID="_1676195377" r:id="rId9"/>
              </w:object>
            </w:r>
            <w:bookmarkEnd w:id="1"/>
            <w:r w:rsidR="00B30942" w:rsidRPr="006D5EA2">
              <w:rPr>
                <w:rFonts w:cstheme="minorHAnsi"/>
                <w:b/>
                <w:sz w:val="28"/>
              </w:rPr>
              <w:t>iM SPORT Iwona Mostek</w:t>
            </w:r>
          </w:p>
          <w:p w14:paraId="66D12290" w14:textId="656DBC4E" w:rsidR="00B30942" w:rsidRPr="00A40DC3" w:rsidRDefault="00B30942" w:rsidP="00B30942">
            <w:pPr>
              <w:spacing w:line="240" w:lineRule="auto"/>
              <w:ind w:left="1843" w:right="-79" w:firstLine="0"/>
              <w:jc w:val="left"/>
              <w:rPr>
                <w:rFonts w:cs="Calibri"/>
                <w:b/>
              </w:rPr>
            </w:pPr>
            <w:r w:rsidRPr="006D5EA2">
              <w:rPr>
                <w:rFonts w:cstheme="minorHAnsi"/>
              </w:rPr>
              <w:t>ul. Dukielska 13/16a</w:t>
            </w:r>
            <w:r>
              <w:rPr>
                <w:rFonts w:cstheme="minorHAnsi"/>
              </w:rPr>
              <w:t xml:space="preserve">, </w:t>
            </w:r>
            <w:r w:rsidRPr="006D5EA2">
              <w:rPr>
                <w:rFonts w:cstheme="minorHAnsi"/>
              </w:rPr>
              <w:t xml:space="preserve"> 35-505 Rzeszów</w:t>
            </w:r>
          </w:p>
        </w:tc>
        <w:tc>
          <w:tcPr>
            <w:tcW w:w="2960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7EECEA7" w14:textId="77777777" w:rsidR="00B30942" w:rsidRPr="00CA6F98" w:rsidRDefault="00B30942" w:rsidP="00B30942">
            <w:pPr>
              <w:tabs>
                <w:tab w:val="left" w:pos="2341"/>
              </w:tabs>
              <w:spacing w:line="276" w:lineRule="auto"/>
              <w:ind w:left="352" w:firstLine="0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 xml:space="preserve">biuro@mostek.pro                         </w:t>
            </w:r>
            <w:r w:rsidRPr="00CA6F98">
              <w:rPr>
                <w:rFonts w:cs="Calibri"/>
              </w:rPr>
              <w:br/>
              <w:t xml:space="preserve">www.mostek.pro </w:t>
            </w:r>
          </w:p>
          <w:p w14:paraId="633AE847" w14:textId="6F7A9DA1" w:rsidR="00B30942" w:rsidRPr="00A40DC3" w:rsidRDefault="00B30942" w:rsidP="00B30942">
            <w:pPr>
              <w:tabs>
                <w:tab w:val="left" w:pos="2341"/>
              </w:tabs>
              <w:spacing w:line="276" w:lineRule="auto"/>
              <w:ind w:left="496" w:hanging="144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tel.: 17 200 00 44</w:t>
            </w:r>
          </w:p>
        </w:tc>
        <w:tc>
          <w:tcPr>
            <w:tcW w:w="296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27987F65" w14:textId="77777777" w:rsidR="00B30942" w:rsidRPr="00CA6F98" w:rsidRDefault="00B30942" w:rsidP="00B30942">
            <w:pPr>
              <w:spacing w:line="276" w:lineRule="auto"/>
              <w:ind w:firstLine="0"/>
              <w:jc w:val="left"/>
              <w:rPr>
                <w:rFonts w:cstheme="minorHAnsi"/>
                <w:b/>
              </w:rPr>
            </w:pPr>
            <w:r w:rsidRPr="00CA6F98">
              <w:rPr>
                <w:rFonts w:cstheme="minorHAnsi"/>
                <w:b/>
              </w:rPr>
              <w:t>ADRES DO KORESPONDENCJI:</w:t>
            </w:r>
          </w:p>
          <w:p w14:paraId="205C1890" w14:textId="77777777" w:rsidR="00B30942" w:rsidRPr="00CA6F98" w:rsidRDefault="00B30942" w:rsidP="00B30942">
            <w:pPr>
              <w:spacing w:line="276" w:lineRule="auto"/>
              <w:ind w:firstLine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iM SPORT</w:t>
            </w:r>
            <w:r w:rsidRPr="00CA6F9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Iwona</w:t>
            </w:r>
            <w:r w:rsidRPr="00CA6F98">
              <w:rPr>
                <w:rFonts w:cstheme="minorHAnsi"/>
              </w:rPr>
              <w:t xml:space="preserve"> Mostek</w:t>
            </w:r>
          </w:p>
          <w:p w14:paraId="2844C5D7" w14:textId="77777777" w:rsidR="00323BB7" w:rsidRDefault="00323BB7" w:rsidP="00B30942">
            <w:pPr>
              <w:spacing w:line="276" w:lineRule="auto"/>
              <w:ind w:firstLine="0"/>
              <w:jc w:val="left"/>
              <w:rPr>
                <w:rFonts w:cstheme="minorHAnsi"/>
              </w:rPr>
            </w:pPr>
            <w:r w:rsidRPr="006D5EA2">
              <w:rPr>
                <w:rFonts w:cstheme="minorHAnsi"/>
              </w:rPr>
              <w:t>ul. Dukielska 13/16a</w:t>
            </w:r>
            <w:r>
              <w:rPr>
                <w:rFonts w:cstheme="minorHAnsi"/>
              </w:rPr>
              <w:t xml:space="preserve">, </w:t>
            </w:r>
            <w:r w:rsidRPr="006D5EA2">
              <w:rPr>
                <w:rFonts w:cstheme="minorHAnsi"/>
              </w:rPr>
              <w:t xml:space="preserve"> </w:t>
            </w:r>
          </w:p>
          <w:p w14:paraId="7C16AF59" w14:textId="3A569FFF" w:rsidR="00B30942" w:rsidRPr="00A40DC3" w:rsidRDefault="00323BB7" w:rsidP="00B30942">
            <w:pPr>
              <w:spacing w:line="276" w:lineRule="auto"/>
              <w:ind w:firstLine="0"/>
              <w:jc w:val="left"/>
              <w:rPr>
                <w:rFonts w:cs="Calibri"/>
              </w:rPr>
            </w:pPr>
            <w:r w:rsidRPr="006D5EA2">
              <w:rPr>
                <w:rFonts w:cstheme="minorHAnsi"/>
              </w:rPr>
              <w:t>35-505 Rzeszów</w:t>
            </w:r>
          </w:p>
        </w:tc>
      </w:tr>
      <w:tr w:rsidR="001033EA" w:rsidRPr="00A40DC3" w14:paraId="1ACB1CD2" w14:textId="77777777" w:rsidTr="00EE5BA1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C44E9D4" w14:textId="77777777" w:rsidR="001033EA" w:rsidRPr="000616FB" w:rsidRDefault="001033EA" w:rsidP="00EE5BA1">
            <w:pPr>
              <w:spacing w:after="60" w:line="276" w:lineRule="auto"/>
              <w:ind w:firstLine="215"/>
              <w:jc w:val="left"/>
              <w:rPr>
                <w:rFonts w:cs="Calibri"/>
                <w:sz w:val="4"/>
                <w:szCs w:val="4"/>
              </w:rPr>
            </w:pPr>
          </w:p>
        </w:tc>
      </w:tr>
      <w:tr w:rsidR="001033EA" w:rsidRPr="00A40DC3" w14:paraId="245A6D3D" w14:textId="77777777" w:rsidTr="00EE5BA1">
        <w:trPr>
          <w:trHeight w:val="1164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8ECE2A" w14:textId="77777777" w:rsidR="00B30942" w:rsidRPr="00CA6F98" w:rsidRDefault="00B30942" w:rsidP="00B30942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NAZWA ZADANIA:</w:t>
            </w:r>
          </w:p>
          <w:p w14:paraId="6A9D01C9" w14:textId="3687E9B7" w:rsidR="001033EA" w:rsidRPr="00E73173" w:rsidRDefault="00B30942" w:rsidP="00B30942">
            <w:pPr>
              <w:pStyle w:val="Akapitzlist"/>
              <w:spacing w:line="240" w:lineRule="auto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5945D8">
              <w:rPr>
                <w:b/>
                <w:bCs/>
                <w:sz w:val="32"/>
                <w:szCs w:val="32"/>
              </w:rPr>
              <w:t xml:space="preserve">„Przebudowa drogi powiatowej nr 1004R Zaklików – Borów wraz </w:t>
            </w:r>
            <w:r>
              <w:rPr>
                <w:b/>
                <w:bCs/>
                <w:sz w:val="32"/>
                <w:szCs w:val="32"/>
              </w:rPr>
              <w:br/>
            </w:r>
            <w:r w:rsidRPr="005945D8">
              <w:rPr>
                <w:b/>
                <w:bCs/>
                <w:sz w:val="32"/>
                <w:szCs w:val="32"/>
              </w:rPr>
              <w:t>z przebudową mostu na rzece Sanna”</w:t>
            </w:r>
          </w:p>
        </w:tc>
      </w:tr>
      <w:tr w:rsidR="001033EA" w:rsidRPr="00A40DC3" w14:paraId="0AFE5AED" w14:textId="77777777" w:rsidTr="00EE5BA1">
        <w:trPr>
          <w:trHeight w:val="698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D823F" w14:textId="77777777" w:rsidR="001033EA" w:rsidRPr="00A40DC3" w:rsidRDefault="001033EA" w:rsidP="000616FB">
            <w:pPr>
              <w:spacing w:line="276" w:lineRule="auto"/>
              <w:ind w:firstLine="215"/>
              <w:jc w:val="left"/>
              <w:rPr>
                <w:rFonts w:cs="Calibri"/>
              </w:rPr>
            </w:pPr>
            <w:r w:rsidRPr="00A40DC3">
              <w:rPr>
                <w:rFonts w:cs="Calibri"/>
              </w:rPr>
              <w:t>STADIUM:</w:t>
            </w:r>
          </w:p>
          <w:p w14:paraId="531A707F" w14:textId="77777777" w:rsidR="007109F3" w:rsidRPr="007109F3" w:rsidRDefault="001020B1" w:rsidP="007109F3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48"/>
                <w:szCs w:val="48"/>
              </w:rPr>
            </w:pPr>
            <w:r>
              <w:rPr>
                <w:rFonts w:cs="Calibri"/>
                <w:b/>
                <w:caps/>
                <w:sz w:val="48"/>
                <w:szCs w:val="48"/>
              </w:rPr>
              <w:t>MATERIAŁY PRZETARGOWE</w:t>
            </w:r>
          </w:p>
          <w:p w14:paraId="385A8829" w14:textId="77777777" w:rsidR="000616FB" w:rsidRPr="00A40DC3" w:rsidRDefault="000616FB" w:rsidP="000616FB">
            <w:pPr>
              <w:spacing w:line="276" w:lineRule="auto"/>
              <w:ind w:firstLine="215"/>
              <w:jc w:val="left"/>
              <w:rPr>
                <w:rFonts w:cs="Calibri"/>
              </w:rPr>
            </w:pPr>
            <w:r w:rsidRPr="00A40DC3">
              <w:rPr>
                <w:rFonts w:cs="Calibri"/>
              </w:rPr>
              <w:t>CZĘŚĆ OPRACOWANIA:</w:t>
            </w:r>
          </w:p>
          <w:p w14:paraId="04266670" w14:textId="5258C2EA" w:rsidR="002B1552" w:rsidRDefault="007109F3" w:rsidP="004C5EC1">
            <w:pPr>
              <w:spacing w:line="240" w:lineRule="auto"/>
              <w:ind w:left="851" w:firstLine="0"/>
              <w:jc w:val="center"/>
              <w:rPr>
                <w:b/>
                <w:color w:val="0075B0"/>
                <w:sz w:val="36"/>
                <w:szCs w:val="36"/>
              </w:rPr>
            </w:pPr>
            <w:r>
              <w:rPr>
                <w:b/>
                <w:color w:val="0075B0"/>
                <w:sz w:val="36"/>
                <w:szCs w:val="36"/>
              </w:rPr>
              <w:t xml:space="preserve">TOM </w:t>
            </w:r>
            <w:r w:rsidR="00C44BCA">
              <w:rPr>
                <w:b/>
                <w:color w:val="0075B0"/>
                <w:sz w:val="36"/>
                <w:szCs w:val="36"/>
              </w:rPr>
              <w:t>I</w:t>
            </w:r>
            <w:r>
              <w:rPr>
                <w:b/>
                <w:color w:val="0075B0"/>
                <w:sz w:val="36"/>
                <w:szCs w:val="36"/>
              </w:rPr>
              <w:t xml:space="preserve"> –</w:t>
            </w:r>
            <w:r w:rsidR="00CB1782">
              <w:rPr>
                <w:b/>
                <w:color w:val="0075B0"/>
                <w:sz w:val="36"/>
                <w:szCs w:val="36"/>
              </w:rPr>
              <w:t xml:space="preserve"> PRZEDMIAR ROBÓT</w:t>
            </w:r>
          </w:p>
          <w:p w14:paraId="323A6D77" w14:textId="06863BA3" w:rsidR="00B30942" w:rsidRDefault="00B30942" w:rsidP="004C5EC1">
            <w:pPr>
              <w:spacing w:line="240" w:lineRule="auto"/>
              <w:ind w:left="851" w:firstLine="0"/>
              <w:jc w:val="center"/>
              <w:rPr>
                <w:b/>
                <w:color w:val="0075B0"/>
                <w:sz w:val="36"/>
                <w:szCs w:val="36"/>
              </w:rPr>
            </w:pPr>
          </w:p>
          <w:p w14:paraId="66AA81AD" w14:textId="363DC328" w:rsidR="00B30942" w:rsidRDefault="00B30942" w:rsidP="004C5EC1">
            <w:pPr>
              <w:spacing w:line="240" w:lineRule="auto"/>
              <w:ind w:left="851" w:firstLine="0"/>
              <w:jc w:val="center"/>
              <w:rPr>
                <w:b/>
                <w:color w:val="0075B0"/>
                <w:sz w:val="36"/>
                <w:szCs w:val="36"/>
              </w:rPr>
            </w:pPr>
          </w:p>
          <w:p w14:paraId="7A74B24A" w14:textId="77777777" w:rsidR="00B30942" w:rsidRDefault="00B30942" w:rsidP="004C5EC1">
            <w:pPr>
              <w:spacing w:line="240" w:lineRule="auto"/>
              <w:ind w:left="851" w:firstLine="0"/>
              <w:jc w:val="center"/>
              <w:rPr>
                <w:b/>
                <w:color w:val="0075B0"/>
                <w:sz w:val="36"/>
                <w:szCs w:val="36"/>
              </w:rPr>
            </w:pPr>
          </w:p>
          <w:p w14:paraId="50348C7C" w14:textId="77777777" w:rsidR="004C5EC1" w:rsidRPr="004C5EC1" w:rsidRDefault="004C5EC1" w:rsidP="004C5EC1">
            <w:pPr>
              <w:spacing w:line="240" w:lineRule="auto"/>
              <w:ind w:left="851" w:firstLine="0"/>
              <w:jc w:val="center"/>
              <w:rPr>
                <w:b/>
                <w:color w:val="0075B0"/>
                <w:sz w:val="20"/>
                <w:szCs w:val="20"/>
              </w:rPr>
            </w:pPr>
          </w:p>
        </w:tc>
      </w:tr>
      <w:tr w:rsidR="001033EA" w:rsidRPr="00771DA1" w14:paraId="6EFC0F06" w14:textId="77777777" w:rsidTr="00EE5BA1">
        <w:trPr>
          <w:trHeight w:val="1004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9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08"/>
              <w:gridCol w:w="3163"/>
              <w:gridCol w:w="2370"/>
              <w:gridCol w:w="2418"/>
            </w:tblGrid>
            <w:tr w:rsidR="001033EA" w:rsidRPr="00A40DC3" w14:paraId="568A156D" w14:textId="77777777" w:rsidTr="00EE5BA1">
              <w:trPr>
                <w:trHeight w:val="238"/>
                <w:jc w:val="center"/>
              </w:trPr>
              <w:tc>
                <w:tcPr>
                  <w:tcW w:w="2008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6" w:space="0" w:color="auto"/>
                  </w:tcBorders>
                  <w:vAlign w:val="center"/>
                </w:tcPr>
                <w:p w14:paraId="5AF2DC76" w14:textId="77777777" w:rsidR="001033EA" w:rsidRPr="00A40DC3" w:rsidRDefault="001033EA" w:rsidP="001033EA">
                  <w:pPr>
                    <w:spacing w:line="240" w:lineRule="auto"/>
                    <w:ind w:right="-10" w:firstLine="0"/>
                    <w:jc w:val="center"/>
                    <w:rPr>
                      <w:rFonts w:cs="Calibri"/>
                      <w:szCs w:val="24"/>
                    </w:rPr>
                  </w:pPr>
                </w:p>
              </w:tc>
              <w:tc>
                <w:tcPr>
                  <w:tcW w:w="7951" w:type="dxa"/>
                  <w:gridSpan w:val="3"/>
                  <w:tcBorders>
                    <w:top w:val="single" w:sz="18" w:space="0" w:color="auto"/>
                    <w:left w:val="single" w:sz="6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320074B5" w14:textId="77777777" w:rsidR="001033EA" w:rsidRPr="00A40DC3" w:rsidRDefault="008E06BA" w:rsidP="001033EA">
                  <w:pPr>
                    <w:spacing w:line="240" w:lineRule="auto"/>
                    <w:ind w:firstLine="0"/>
                    <w:jc w:val="center"/>
                    <w:rPr>
                      <w:rFonts w:cs="Calibri"/>
                      <w:b/>
                    </w:rPr>
                  </w:pPr>
                  <w:r>
                    <w:rPr>
                      <w:rFonts w:cs="Calibri"/>
                      <w:b/>
                    </w:rPr>
                    <w:t>ZESPÓŁ PROJEKTOWY</w:t>
                  </w:r>
                </w:p>
              </w:tc>
            </w:tr>
            <w:tr w:rsidR="001033EA" w:rsidRPr="00A40DC3" w14:paraId="4ABA7DEC" w14:textId="77777777" w:rsidTr="00EE5BA1">
              <w:trPr>
                <w:trHeight w:val="473"/>
                <w:jc w:val="center"/>
              </w:trPr>
              <w:tc>
                <w:tcPr>
                  <w:tcW w:w="2008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A64CFFE" w14:textId="77777777" w:rsidR="001033EA" w:rsidRPr="00A40DC3" w:rsidRDefault="001033EA" w:rsidP="001033EA">
                  <w:pPr>
                    <w:spacing w:line="240" w:lineRule="auto"/>
                    <w:ind w:firstLine="0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FUNKCJA</w:t>
                  </w:r>
                </w:p>
              </w:tc>
              <w:tc>
                <w:tcPr>
                  <w:tcW w:w="3163" w:type="dxa"/>
                  <w:tcBorders>
                    <w:top w:val="single" w:sz="1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88BEB22" w14:textId="77777777" w:rsidR="001033EA" w:rsidRPr="00A40DC3" w:rsidRDefault="001033EA" w:rsidP="001033EA">
                  <w:pPr>
                    <w:spacing w:line="240" w:lineRule="auto"/>
                    <w:ind w:firstLine="0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IMIĘ I NAZWISKO</w:t>
                  </w:r>
                </w:p>
              </w:tc>
              <w:tc>
                <w:tcPr>
                  <w:tcW w:w="2370" w:type="dxa"/>
                  <w:tcBorders>
                    <w:top w:val="single" w:sz="1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AC86979" w14:textId="77777777" w:rsidR="001033EA" w:rsidRPr="00A40DC3" w:rsidRDefault="001033EA" w:rsidP="001033EA">
                  <w:pPr>
                    <w:spacing w:line="240" w:lineRule="auto"/>
                    <w:ind w:firstLine="0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UPRAWNIENIA</w:t>
                  </w:r>
                </w:p>
              </w:tc>
              <w:tc>
                <w:tcPr>
                  <w:tcW w:w="2418" w:type="dxa"/>
                  <w:tcBorders>
                    <w:top w:val="single" w:sz="18" w:space="0" w:color="auto"/>
                    <w:left w:val="single" w:sz="6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</w:tcPr>
                <w:p w14:paraId="4582EC92" w14:textId="77777777" w:rsidR="001033EA" w:rsidRPr="00A40DC3" w:rsidRDefault="001033EA" w:rsidP="001033EA">
                  <w:pPr>
                    <w:spacing w:line="240" w:lineRule="auto"/>
                    <w:ind w:firstLine="0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PODPIS</w:t>
                  </w:r>
                </w:p>
              </w:tc>
            </w:tr>
            <w:tr w:rsidR="001033EA" w:rsidRPr="00A40DC3" w14:paraId="6D0A3A66" w14:textId="77777777" w:rsidTr="00FC6DAC">
              <w:trPr>
                <w:trHeight w:val="567"/>
                <w:jc w:val="center"/>
              </w:trPr>
              <w:tc>
                <w:tcPr>
                  <w:tcW w:w="2008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7D9B40" w14:textId="77777777" w:rsidR="001033EA" w:rsidRPr="00A40DC3" w:rsidRDefault="001033EA" w:rsidP="001033EA">
                  <w:pPr>
                    <w:spacing w:line="240" w:lineRule="auto"/>
                    <w:ind w:right="213" w:firstLine="0"/>
                    <w:jc w:val="left"/>
                    <w:rPr>
                      <w:rFonts w:cstheme="minorHAnsi"/>
                      <w:szCs w:val="24"/>
                    </w:rPr>
                  </w:pPr>
                  <w:r w:rsidRPr="00A40DC3">
                    <w:rPr>
                      <w:rFonts w:cstheme="minorHAnsi"/>
                      <w:szCs w:val="24"/>
                    </w:rPr>
                    <w:t>PROJEKTANT</w:t>
                  </w:r>
                </w:p>
              </w:tc>
              <w:tc>
                <w:tcPr>
                  <w:tcW w:w="31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0B9E242" w14:textId="77777777" w:rsidR="001033EA" w:rsidRPr="00A40DC3" w:rsidRDefault="001033EA" w:rsidP="001033EA">
                  <w:pPr>
                    <w:spacing w:line="240" w:lineRule="auto"/>
                    <w:ind w:left="2070" w:hanging="1928"/>
                    <w:jc w:val="left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mgr inż. Patrycjusz MOSTEK</w:t>
                  </w:r>
                </w:p>
              </w:tc>
              <w:tc>
                <w:tcPr>
                  <w:tcW w:w="23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629C921" w14:textId="77777777" w:rsidR="001033EA" w:rsidRPr="00A40DC3" w:rsidRDefault="001033EA" w:rsidP="001033EA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PDK/0124/POOM/06</w:t>
                  </w:r>
                </w:p>
              </w:tc>
              <w:tc>
                <w:tcPr>
                  <w:tcW w:w="2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</w:tcPr>
                <w:p w14:paraId="7C15D7F1" w14:textId="77777777" w:rsidR="001033EA" w:rsidRPr="00A40DC3" w:rsidRDefault="004C5EC1" w:rsidP="001033EA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651072" behindDoc="1" locked="0" layoutInCell="1" allowOverlap="1" wp14:anchorId="6848C2BB" wp14:editId="4A635E6B">
                        <wp:simplePos x="0" y="0"/>
                        <wp:positionH relativeFrom="column">
                          <wp:posOffset>365760</wp:posOffset>
                        </wp:positionH>
                        <wp:positionV relativeFrom="paragraph">
                          <wp:posOffset>-2540</wp:posOffset>
                        </wp:positionV>
                        <wp:extent cx="809625" cy="392373"/>
                        <wp:effectExtent l="0" t="0" r="0" b="0"/>
                        <wp:wrapNone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9625" cy="3923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1033EA" w:rsidRPr="00A40DC3" w14:paraId="5654604F" w14:textId="77777777" w:rsidTr="00FC6DAC">
              <w:trPr>
                <w:trHeight w:val="567"/>
                <w:jc w:val="center"/>
              </w:trPr>
              <w:tc>
                <w:tcPr>
                  <w:tcW w:w="2008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B06E0A3" w14:textId="77777777" w:rsidR="001033EA" w:rsidRPr="00A40DC3" w:rsidRDefault="001033EA" w:rsidP="001033EA">
                  <w:pPr>
                    <w:spacing w:line="240" w:lineRule="auto"/>
                    <w:ind w:right="213" w:firstLine="0"/>
                    <w:jc w:val="left"/>
                    <w:rPr>
                      <w:rFonts w:cstheme="minorHAnsi"/>
                      <w:szCs w:val="24"/>
                    </w:rPr>
                  </w:pPr>
                  <w:r w:rsidRPr="00A40DC3">
                    <w:rPr>
                      <w:rFonts w:cstheme="minorHAnsi"/>
                      <w:szCs w:val="24"/>
                    </w:rPr>
                    <w:t>OPRACOWUJĄCY</w:t>
                  </w:r>
                </w:p>
              </w:tc>
              <w:tc>
                <w:tcPr>
                  <w:tcW w:w="31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1E4AD7F" w14:textId="77777777" w:rsidR="001033EA" w:rsidRPr="00A40DC3" w:rsidRDefault="001033EA" w:rsidP="001033EA">
                  <w:pPr>
                    <w:spacing w:line="240" w:lineRule="auto"/>
                    <w:ind w:firstLine="148"/>
                    <w:jc w:val="left"/>
                    <w:rPr>
                      <w:rFonts w:cstheme="minorHAnsi"/>
                    </w:rPr>
                  </w:pPr>
                  <w:r w:rsidRPr="00A40DC3">
                    <w:rPr>
                      <w:rFonts w:cs="Arial"/>
                      <w:szCs w:val="16"/>
                      <w:lang w:eastAsia="pl-PL"/>
                    </w:rPr>
                    <w:t>inż. Adrian SZYSZKA</w:t>
                  </w:r>
                </w:p>
              </w:tc>
              <w:tc>
                <w:tcPr>
                  <w:tcW w:w="23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CE0CAA3" w14:textId="77777777" w:rsidR="001033EA" w:rsidRPr="00A40DC3" w:rsidRDefault="001033EA" w:rsidP="001033EA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---</w:t>
                  </w:r>
                </w:p>
              </w:tc>
              <w:tc>
                <w:tcPr>
                  <w:tcW w:w="2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</w:tcPr>
                <w:p w14:paraId="76CA9F76" w14:textId="77777777" w:rsidR="001033EA" w:rsidRPr="00A40DC3" w:rsidRDefault="004C5EC1" w:rsidP="004C5EC1">
                  <w:pPr>
                    <w:spacing w:line="240" w:lineRule="auto"/>
                    <w:ind w:right="213" w:firstLine="0"/>
                    <w:jc w:val="center"/>
                    <w:rPr>
                      <w:rFonts w:cstheme="minorHAnsi"/>
                      <w:szCs w:val="24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654144" behindDoc="1" locked="0" layoutInCell="1" allowOverlap="1" wp14:anchorId="7AEE1909" wp14:editId="1B436C3A">
                        <wp:simplePos x="0" y="0"/>
                        <wp:positionH relativeFrom="column">
                          <wp:posOffset>99060</wp:posOffset>
                        </wp:positionH>
                        <wp:positionV relativeFrom="paragraph">
                          <wp:posOffset>-3175</wp:posOffset>
                        </wp:positionV>
                        <wp:extent cx="1104900" cy="331055"/>
                        <wp:effectExtent l="0" t="0" r="0" b="0"/>
                        <wp:wrapNone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1112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04900" cy="3310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1033EA" w:rsidRPr="00A40DC3" w14:paraId="4AAD595C" w14:textId="77777777" w:rsidTr="00FC6DAC">
              <w:trPr>
                <w:trHeight w:val="694"/>
                <w:jc w:val="center"/>
              </w:trPr>
              <w:tc>
                <w:tcPr>
                  <w:tcW w:w="2008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6" w:space="0" w:color="auto"/>
                  </w:tcBorders>
                  <w:vAlign w:val="center"/>
                </w:tcPr>
                <w:p w14:paraId="7DFFAD02" w14:textId="77777777" w:rsidR="001033EA" w:rsidRPr="00A40DC3" w:rsidRDefault="001033EA" w:rsidP="001033EA">
                  <w:pPr>
                    <w:spacing w:line="240" w:lineRule="auto"/>
                    <w:ind w:right="213" w:firstLine="0"/>
                    <w:jc w:val="left"/>
                    <w:rPr>
                      <w:rFonts w:cstheme="minorHAnsi"/>
                      <w:szCs w:val="24"/>
                    </w:rPr>
                  </w:pPr>
                  <w:r w:rsidRPr="00A40DC3">
                    <w:rPr>
                      <w:rFonts w:cstheme="minorHAnsi"/>
                      <w:szCs w:val="24"/>
                    </w:rPr>
                    <w:t>SPRAWDZAJĄCY</w:t>
                  </w:r>
                </w:p>
              </w:tc>
              <w:tc>
                <w:tcPr>
                  <w:tcW w:w="3163" w:type="dxa"/>
                  <w:tcBorders>
                    <w:top w:val="single" w:sz="6" w:space="0" w:color="auto"/>
                    <w:left w:val="single" w:sz="6" w:space="0" w:color="auto"/>
                    <w:bottom w:val="single" w:sz="18" w:space="0" w:color="auto"/>
                    <w:right w:val="single" w:sz="6" w:space="0" w:color="auto"/>
                  </w:tcBorders>
                  <w:vAlign w:val="center"/>
                </w:tcPr>
                <w:p w14:paraId="549D1EA9" w14:textId="77777777" w:rsidR="001033EA" w:rsidRPr="00A40DC3" w:rsidRDefault="001033EA" w:rsidP="001033EA">
                  <w:pPr>
                    <w:spacing w:line="240" w:lineRule="auto"/>
                    <w:ind w:firstLine="148"/>
                    <w:jc w:val="left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mgr inż. Marcin ARENDARCZYK</w:t>
                  </w:r>
                </w:p>
              </w:tc>
              <w:tc>
                <w:tcPr>
                  <w:tcW w:w="2370" w:type="dxa"/>
                  <w:tcBorders>
                    <w:top w:val="single" w:sz="6" w:space="0" w:color="auto"/>
                    <w:left w:val="single" w:sz="6" w:space="0" w:color="auto"/>
                    <w:bottom w:val="single" w:sz="18" w:space="0" w:color="auto"/>
                    <w:right w:val="single" w:sz="6" w:space="0" w:color="auto"/>
                  </w:tcBorders>
                  <w:vAlign w:val="center"/>
                </w:tcPr>
                <w:p w14:paraId="2AAE19D4" w14:textId="77777777" w:rsidR="001033EA" w:rsidRPr="00A40DC3" w:rsidRDefault="001033EA" w:rsidP="001033EA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PDK/0083/POOM/11</w:t>
                  </w:r>
                </w:p>
              </w:tc>
              <w:tc>
                <w:tcPr>
                  <w:tcW w:w="2418" w:type="dxa"/>
                  <w:tcBorders>
                    <w:top w:val="single" w:sz="6" w:space="0" w:color="auto"/>
                    <w:left w:val="single" w:sz="6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7421AB16" w14:textId="77777777" w:rsidR="001033EA" w:rsidRPr="00A40DC3" w:rsidRDefault="004C5EC1" w:rsidP="001033EA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655168" behindDoc="1" locked="0" layoutInCell="1" allowOverlap="1" wp14:anchorId="049BAD96" wp14:editId="635F1607">
                        <wp:simplePos x="0" y="0"/>
                        <wp:positionH relativeFrom="column">
                          <wp:posOffset>213360</wp:posOffset>
                        </wp:positionH>
                        <wp:positionV relativeFrom="paragraph">
                          <wp:posOffset>-3810</wp:posOffset>
                        </wp:positionV>
                        <wp:extent cx="1104900" cy="403061"/>
                        <wp:effectExtent l="0" t="0" r="0" b="0"/>
                        <wp:wrapNone/>
                        <wp:docPr id="6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4030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774A0DB0" w14:textId="77777777" w:rsidR="001033EA" w:rsidRPr="00771DA1" w:rsidRDefault="001033EA" w:rsidP="001033EA">
            <w:pPr>
              <w:spacing w:before="40" w:after="40" w:line="276" w:lineRule="auto"/>
              <w:ind w:firstLine="0"/>
              <w:jc w:val="left"/>
              <w:rPr>
                <w:rFonts w:cs="Calibri"/>
                <w:b/>
                <w:caps/>
                <w:color w:val="0075B0"/>
                <w:sz w:val="40"/>
                <w:szCs w:val="40"/>
              </w:rPr>
            </w:pPr>
          </w:p>
        </w:tc>
      </w:tr>
      <w:tr w:rsidR="001033EA" w:rsidRPr="00A40DC3" w14:paraId="670E06F9" w14:textId="77777777" w:rsidTr="00EE5BA1">
        <w:trPr>
          <w:trHeight w:hRule="exact" w:val="177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6D93D35" w14:textId="77777777" w:rsidR="001033EA" w:rsidRPr="00A40DC3" w:rsidRDefault="001033EA" w:rsidP="00EE5BA1">
            <w:pPr>
              <w:ind w:left="214"/>
              <w:rPr>
                <w:rFonts w:cs="Calibri"/>
                <w:b/>
                <w:i/>
                <w:sz w:val="16"/>
                <w:szCs w:val="16"/>
              </w:rPr>
            </w:pPr>
          </w:p>
        </w:tc>
      </w:tr>
      <w:tr w:rsidR="001033EA" w:rsidRPr="00A40DC3" w14:paraId="63D6D3FF" w14:textId="77777777" w:rsidTr="00EE5BA1">
        <w:trPr>
          <w:trHeight w:val="702"/>
          <w:jc w:val="center"/>
        </w:trPr>
        <w:tc>
          <w:tcPr>
            <w:tcW w:w="35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02E6DCE" w14:textId="77777777" w:rsidR="001033EA" w:rsidRPr="00A40DC3" w:rsidRDefault="001033EA" w:rsidP="00EE5BA1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A40DC3">
              <w:rPr>
                <w:rFonts w:cs="Calibri"/>
              </w:rPr>
              <w:t>NR ARCHIWALNY:</w:t>
            </w:r>
          </w:p>
          <w:p w14:paraId="3037282A" w14:textId="11CFE09D" w:rsidR="001033EA" w:rsidRPr="00A40DC3" w:rsidRDefault="00B30942" w:rsidP="00EE5BA1">
            <w:pPr>
              <w:ind w:left="214" w:hanging="72"/>
              <w:jc w:val="center"/>
              <w:rPr>
                <w:b/>
                <w:sz w:val="32"/>
                <w:szCs w:val="28"/>
              </w:rPr>
            </w:pPr>
            <w:r w:rsidRPr="00CA6F98">
              <w:rPr>
                <w:b/>
                <w:sz w:val="28"/>
                <w:szCs w:val="28"/>
              </w:rPr>
              <w:t>2019/0</w:t>
            </w:r>
            <w:r>
              <w:rPr>
                <w:b/>
                <w:sz w:val="28"/>
                <w:szCs w:val="28"/>
              </w:rPr>
              <w:t>21</w:t>
            </w:r>
            <w:r w:rsidRPr="00CA6F98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>ŁZ</w:t>
            </w:r>
          </w:p>
        </w:tc>
        <w:tc>
          <w:tcPr>
            <w:tcW w:w="304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4F0CB32A" w14:textId="77777777" w:rsidR="001033EA" w:rsidRPr="00A40DC3" w:rsidRDefault="001033EA" w:rsidP="00EE5BA1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A40DC3">
              <w:rPr>
                <w:rFonts w:cs="Calibri"/>
              </w:rPr>
              <w:t>DATA OPRACOWANIA:</w:t>
            </w:r>
          </w:p>
          <w:p w14:paraId="35423F48" w14:textId="7AFB3BEC" w:rsidR="001033EA" w:rsidRPr="00A40DC3" w:rsidRDefault="006106AD" w:rsidP="00EE5BA1">
            <w:pPr>
              <w:ind w:firstLine="0"/>
              <w:jc w:val="center"/>
              <w:rPr>
                <w:rFonts w:cs="Calibri"/>
                <w:b/>
                <w:sz w:val="18"/>
              </w:rPr>
            </w:pPr>
            <w:r>
              <w:rPr>
                <w:b/>
                <w:sz w:val="28"/>
                <w:szCs w:val="28"/>
              </w:rPr>
              <w:t>Luty 2021</w:t>
            </w:r>
          </w:p>
        </w:tc>
        <w:tc>
          <w:tcPr>
            <w:tcW w:w="229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14:paraId="49826BA5" w14:textId="77777777" w:rsidR="001033EA" w:rsidRPr="00A40DC3" w:rsidRDefault="001033EA" w:rsidP="00EE5BA1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A40DC3">
              <w:rPr>
                <w:rFonts w:cs="Calibri"/>
              </w:rPr>
              <w:t>NR EGZEMPLARZA:</w:t>
            </w:r>
          </w:p>
        </w:tc>
        <w:tc>
          <w:tcPr>
            <w:tcW w:w="11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2B688584" w14:textId="77777777" w:rsidR="001033EA" w:rsidRPr="00A40DC3" w:rsidRDefault="001033EA" w:rsidP="00EE5BA1">
            <w:pPr>
              <w:tabs>
                <w:tab w:val="left" w:pos="2481"/>
              </w:tabs>
              <w:spacing w:line="240" w:lineRule="auto"/>
              <w:ind w:right="-104" w:firstLine="0"/>
              <w:jc w:val="center"/>
              <w:rPr>
                <w:rFonts w:cs="Calibri"/>
                <w:b/>
                <w:color w:val="0075B0"/>
                <w:sz w:val="64"/>
                <w:szCs w:val="64"/>
              </w:rPr>
            </w:pPr>
            <w:r w:rsidRPr="00A40DC3">
              <w:rPr>
                <w:rFonts w:cs="Calibri"/>
                <w:b/>
                <w:color w:val="0075B0"/>
                <w:sz w:val="64"/>
                <w:szCs w:val="64"/>
              </w:rPr>
              <w:t>1</w:t>
            </w:r>
          </w:p>
        </w:tc>
      </w:tr>
    </w:tbl>
    <w:p w14:paraId="438FBC92" w14:textId="77777777" w:rsidR="00B6125C" w:rsidRPr="00C3343B" w:rsidRDefault="00B6125C" w:rsidP="001033EA">
      <w:pPr>
        <w:suppressAutoHyphens w:val="0"/>
        <w:spacing w:after="200" w:line="276" w:lineRule="auto"/>
        <w:ind w:left="-284" w:right="-427" w:firstLine="0"/>
        <w:jc w:val="left"/>
        <w:rPr>
          <w:rFonts w:cs="Arial"/>
          <w:sz w:val="15"/>
          <w:szCs w:val="15"/>
        </w:rPr>
      </w:pPr>
      <w:r w:rsidRPr="00C3343B">
        <w:rPr>
          <w:rFonts w:cs="Arial"/>
          <w:sz w:val="15"/>
          <w:szCs w:val="15"/>
        </w:rPr>
        <w:t>Prawa autorskie zastrzeżone, łącznie z prawem reprodukcji lub udostępniania osobom trzecim niniejszego opracowania lub jego części bez upoważnienia inwestora</w:t>
      </w:r>
    </w:p>
    <w:p w14:paraId="7C420C32" w14:textId="77777777" w:rsidR="00507751" w:rsidRDefault="00507751" w:rsidP="00507751">
      <w:pPr>
        <w:spacing w:before="240" w:after="240" w:line="240" w:lineRule="auto"/>
        <w:ind w:left="228" w:right="45" w:firstLine="0"/>
        <w:jc w:val="left"/>
        <w:rPr>
          <w:rFonts w:eastAsia="Times New Roman" w:cs="Arial"/>
          <w:b/>
          <w:bCs/>
          <w:sz w:val="28"/>
          <w:szCs w:val="28"/>
          <w:highlight w:val="lightGray"/>
          <w:lang w:eastAsia="pl-PL"/>
        </w:rPr>
        <w:sectPr w:rsidR="00507751" w:rsidSect="00CC233A"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851" w:bottom="1134" w:left="1701" w:header="510" w:footer="286" w:gutter="0"/>
          <w:cols w:space="708"/>
          <w:titlePg/>
          <w:docGrid w:linePitch="299"/>
        </w:sectPr>
      </w:pPr>
    </w:p>
    <w:p w14:paraId="0CDACE3B" w14:textId="77777777" w:rsidR="007534FF" w:rsidRPr="00507751" w:rsidRDefault="00507751" w:rsidP="0051336F">
      <w:pPr>
        <w:pStyle w:val="Akapitzlist"/>
        <w:numPr>
          <w:ilvl w:val="0"/>
          <w:numId w:val="20"/>
        </w:numPr>
        <w:spacing w:before="240"/>
        <w:ind w:left="0" w:right="45" w:firstLine="0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  <w:r>
        <w:rPr>
          <w:rFonts w:eastAsia="Times New Roman" w:cs="Arial"/>
          <w:b/>
          <w:bCs/>
          <w:sz w:val="28"/>
          <w:szCs w:val="28"/>
          <w:lang w:eastAsia="pl-PL"/>
        </w:rPr>
        <w:lastRenderedPageBreak/>
        <w:t xml:space="preserve">WYKAZ KODÓW CPV </w:t>
      </w:r>
    </w:p>
    <w:p w14:paraId="41266ED9" w14:textId="77777777" w:rsidR="00516A0D" w:rsidRDefault="00516A0D" w:rsidP="0051336F">
      <w:pPr>
        <w:tabs>
          <w:tab w:val="left" w:pos="7584"/>
        </w:tabs>
        <w:ind w:firstLine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45 22 32 00 – 8 Roboty konstrukcyjne</w:t>
      </w:r>
    </w:p>
    <w:p w14:paraId="7A774442" w14:textId="77777777" w:rsidR="00516A0D" w:rsidRDefault="00516A0D" w:rsidP="0051336F">
      <w:pPr>
        <w:tabs>
          <w:tab w:val="left" w:pos="7584"/>
        </w:tabs>
        <w:ind w:firstLine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45 22 35 00 – 1 Konstrukcje z betonu zbrojonego</w:t>
      </w:r>
    </w:p>
    <w:p w14:paraId="4C82987A" w14:textId="77777777" w:rsidR="007534FF" w:rsidRDefault="007534FF" w:rsidP="0051336F">
      <w:pPr>
        <w:tabs>
          <w:tab w:val="left" w:pos="7584"/>
        </w:tabs>
        <w:ind w:firstLine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45 23 31 20 </w:t>
      </w:r>
      <w:r w:rsidRPr="00EC02CA">
        <w:rPr>
          <w:rFonts w:cs="Arial"/>
          <w:sz w:val="24"/>
          <w:szCs w:val="24"/>
        </w:rPr>
        <w:t xml:space="preserve">– </w:t>
      </w:r>
      <w:r>
        <w:rPr>
          <w:rFonts w:cs="Arial"/>
          <w:sz w:val="24"/>
          <w:szCs w:val="24"/>
        </w:rPr>
        <w:t>6 Roboty w zakresie budowy dróg</w:t>
      </w:r>
    </w:p>
    <w:p w14:paraId="49206DF1" w14:textId="77777777" w:rsidR="00516A0D" w:rsidRDefault="00516A0D" w:rsidP="0051336F">
      <w:pPr>
        <w:tabs>
          <w:tab w:val="left" w:pos="7584"/>
        </w:tabs>
        <w:spacing w:line="240" w:lineRule="auto"/>
        <w:ind w:firstLine="0"/>
        <w:jc w:val="left"/>
        <w:rPr>
          <w:rFonts w:cs="Arial"/>
          <w:sz w:val="24"/>
          <w:szCs w:val="24"/>
        </w:rPr>
      </w:pPr>
    </w:p>
    <w:p w14:paraId="7C26866C" w14:textId="77777777" w:rsidR="007534FF" w:rsidRDefault="007534FF" w:rsidP="0051336F">
      <w:pPr>
        <w:pStyle w:val="Akapitzlist"/>
        <w:numPr>
          <w:ilvl w:val="0"/>
          <w:numId w:val="20"/>
        </w:numPr>
        <w:spacing w:before="240" w:line="240" w:lineRule="auto"/>
        <w:ind w:left="709" w:right="45" w:hanging="709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  <w:r w:rsidRPr="00EC02CA">
        <w:rPr>
          <w:rFonts w:eastAsia="Times New Roman" w:cs="Arial"/>
          <w:b/>
          <w:bCs/>
          <w:sz w:val="28"/>
          <w:szCs w:val="28"/>
          <w:lang w:eastAsia="pl-PL"/>
        </w:rPr>
        <w:t>SPIS DZIAŁÓW PRZEDMIARU ROBÓT</w:t>
      </w:r>
      <w:r w:rsidR="0051336F">
        <w:rPr>
          <w:rFonts w:eastAsia="Times New Roman" w:cs="Arial"/>
          <w:b/>
          <w:bCs/>
          <w:sz w:val="28"/>
          <w:szCs w:val="28"/>
          <w:lang w:eastAsia="pl-PL"/>
        </w:rPr>
        <w:t xml:space="preserve"> (BRANŻA DROGOWA</w:t>
      </w:r>
      <w:r w:rsidR="00801CAF">
        <w:rPr>
          <w:rFonts w:eastAsia="Times New Roman" w:cs="Arial"/>
          <w:b/>
          <w:bCs/>
          <w:sz w:val="28"/>
          <w:szCs w:val="28"/>
          <w:lang w:eastAsia="pl-PL"/>
        </w:rPr>
        <w:t>,</w:t>
      </w:r>
      <w:r w:rsidR="0051336F">
        <w:rPr>
          <w:rFonts w:eastAsia="Times New Roman" w:cs="Arial"/>
          <w:b/>
          <w:bCs/>
          <w:sz w:val="28"/>
          <w:szCs w:val="28"/>
          <w:lang w:eastAsia="pl-PL"/>
        </w:rPr>
        <w:t xml:space="preserve"> </w:t>
      </w:r>
      <w:r w:rsidR="003D6485">
        <w:rPr>
          <w:rFonts w:eastAsia="Times New Roman" w:cs="Arial"/>
          <w:b/>
          <w:bCs/>
          <w:sz w:val="28"/>
          <w:szCs w:val="28"/>
          <w:lang w:eastAsia="pl-PL"/>
        </w:rPr>
        <w:t>MOSTOWA</w:t>
      </w:r>
      <w:r w:rsidR="00801CAF">
        <w:rPr>
          <w:rFonts w:eastAsia="Times New Roman" w:cs="Arial"/>
          <w:b/>
          <w:bCs/>
          <w:sz w:val="28"/>
          <w:szCs w:val="28"/>
          <w:lang w:eastAsia="pl-PL"/>
        </w:rPr>
        <w:t>, INSTALACYJNA</w:t>
      </w:r>
      <w:r w:rsidR="0051336F">
        <w:rPr>
          <w:rFonts w:eastAsia="Times New Roman" w:cs="Arial"/>
          <w:b/>
          <w:bCs/>
          <w:sz w:val="28"/>
          <w:szCs w:val="28"/>
          <w:lang w:eastAsia="pl-PL"/>
        </w:rPr>
        <w:t>)</w:t>
      </w:r>
      <w:r w:rsidR="00C244A7">
        <w:rPr>
          <w:rFonts w:eastAsia="Times New Roman" w:cs="Arial"/>
          <w:b/>
          <w:bCs/>
          <w:sz w:val="28"/>
          <w:szCs w:val="28"/>
          <w:lang w:eastAsia="pl-PL"/>
        </w:rPr>
        <w:t xml:space="preserve"> </w:t>
      </w:r>
    </w:p>
    <w:p w14:paraId="6CFFCF33" w14:textId="77777777" w:rsidR="007534FF" w:rsidRPr="0051336F" w:rsidRDefault="007534FF" w:rsidP="0051336F">
      <w:pPr>
        <w:spacing w:before="40"/>
        <w:ind w:right="45" w:firstLine="0"/>
        <w:jc w:val="left"/>
        <w:rPr>
          <w:rFonts w:eastAsia="Times New Roman" w:cs="Arial"/>
          <w:bCs/>
          <w:sz w:val="24"/>
          <w:szCs w:val="24"/>
          <w:lang w:eastAsia="pl-PL"/>
        </w:rPr>
      </w:pPr>
    </w:p>
    <w:tbl>
      <w:tblPr>
        <w:tblW w:w="965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8571"/>
      </w:tblGrid>
      <w:tr w:rsidR="007534FF" w:rsidRPr="00DA169B" w14:paraId="1B21D207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CBC02" w14:textId="77777777" w:rsidR="007534FF" w:rsidRPr="006B72B2" w:rsidRDefault="007534FF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6288" w14:textId="77777777" w:rsidR="007534FF" w:rsidRPr="006B72B2" w:rsidRDefault="007534FF" w:rsidP="0051336F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00.00.00</w:t>
            </w:r>
            <w:r w:rsidR="00E43961" w:rsidRPr="006B72B2">
              <w:rPr>
                <w:rFonts w:eastAsia="Times New Roman"/>
                <w:sz w:val="24"/>
                <w:szCs w:val="24"/>
                <w:lang w:eastAsia="pl-PL"/>
              </w:rPr>
              <w:t>.00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 WYMAGANIA OGÓLNE  </w:t>
            </w:r>
          </w:p>
        </w:tc>
      </w:tr>
      <w:tr w:rsidR="007534FF" w:rsidRPr="00DA169B" w14:paraId="758B2542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3091E" w14:textId="77777777" w:rsidR="007534FF" w:rsidRPr="006B72B2" w:rsidRDefault="007534FF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1B50A" w14:textId="77777777" w:rsidR="007534FF" w:rsidRPr="006B72B2" w:rsidRDefault="00E43961" w:rsidP="0051336F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D-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>01.00.00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.00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 ROBOTY PRZYGOTOWAWCZE  I ROZBIÓRKOWE</w:t>
            </w:r>
          </w:p>
        </w:tc>
      </w:tr>
      <w:tr w:rsidR="007534FF" w:rsidRPr="00DA169B" w14:paraId="1584AF00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15314" w14:textId="77777777" w:rsidR="007534FF" w:rsidRPr="006B72B2" w:rsidRDefault="007534FF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D1B13" w14:textId="77777777" w:rsidR="007534FF" w:rsidRPr="006B72B2" w:rsidRDefault="00E43961" w:rsidP="0051336F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D-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>02.00.00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.00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 ROBOTY ZIEMNE</w:t>
            </w:r>
          </w:p>
        </w:tc>
      </w:tr>
      <w:tr w:rsidR="006C7E8B" w:rsidRPr="00DA169B" w14:paraId="550DD8AC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A59A9" w14:textId="77777777" w:rsidR="006C7E8B" w:rsidRPr="006B72B2" w:rsidRDefault="006C7E8B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E66E3" w14:textId="77777777" w:rsidR="006C7E8B" w:rsidRPr="006B72B2" w:rsidRDefault="006C7E8B" w:rsidP="0051336F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D-03.00.00.00 ODWODNIENIE</w:t>
            </w:r>
          </w:p>
        </w:tc>
      </w:tr>
      <w:tr w:rsidR="007534FF" w:rsidRPr="00DA169B" w14:paraId="6C3FB3FF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E1FE5" w14:textId="77777777" w:rsidR="007534FF" w:rsidRPr="006B72B2" w:rsidRDefault="007534FF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A4CC3" w14:textId="77777777" w:rsidR="007534FF" w:rsidRPr="006B72B2" w:rsidRDefault="00E43961" w:rsidP="0051336F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D-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>04.00.00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.00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 PODBUDOWY</w:t>
            </w:r>
          </w:p>
        </w:tc>
      </w:tr>
      <w:tr w:rsidR="007534FF" w:rsidRPr="00DA169B" w14:paraId="3F7AB344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931B3" w14:textId="77777777" w:rsidR="007534FF" w:rsidRPr="006B72B2" w:rsidRDefault="007534FF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487CE" w14:textId="77777777" w:rsidR="007534FF" w:rsidRPr="006B72B2" w:rsidRDefault="00E43961" w:rsidP="0051336F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D-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>05.00.00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.00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 NAWIERZCHNIE</w:t>
            </w:r>
          </w:p>
        </w:tc>
      </w:tr>
      <w:tr w:rsidR="007534FF" w:rsidRPr="00DA169B" w14:paraId="0DC09994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C11D7" w14:textId="77777777" w:rsidR="007534FF" w:rsidRPr="006B72B2" w:rsidRDefault="007534FF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552A6" w14:textId="77777777" w:rsidR="007534FF" w:rsidRPr="006B72B2" w:rsidRDefault="00E43961" w:rsidP="0051336F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D-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>06.00.00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.00</w:t>
            </w:r>
            <w:r w:rsidR="007534FF"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 ROBOTY WYKOŃCZENIOWE</w:t>
            </w:r>
          </w:p>
        </w:tc>
      </w:tr>
      <w:tr w:rsidR="00E43961" w:rsidRPr="00DA169B" w14:paraId="57ED5250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06C21" w14:textId="77777777" w:rsidR="00E43961" w:rsidRPr="00DA169B" w:rsidRDefault="00E43961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0EBA7" w14:textId="77777777" w:rsidR="00E43961" w:rsidRPr="006B72B2" w:rsidRDefault="00E43961" w:rsidP="0051336F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D-07.00.00.00 OZNAKOWANIE DRÓG I URZĄDZENIA </w:t>
            </w:r>
            <w:r w:rsidR="00A93D7E" w:rsidRPr="006B72B2">
              <w:rPr>
                <w:rFonts w:eastAsia="Times New Roman"/>
                <w:sz w:val="24"/>
                <w:szCs w:val="24"/>
                <w:lang w:eastAsia="pl-PL"/>
              </w:rPr>
              <w:t>BRD</w:t>
            </w:r>
          </w:p>
        </w:tc>
      </w:tr>
      <w:tr w:rsidR="00A93D7E" w:rsidRPr="00DA169B" w14:paraId="1365AC09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BAF70" w14:textId="77777777" w:rsidR="00A93D7E" w:rsidRPr="00DA169B" w:rsidRDefault="00A93D7E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63681" w14:textId="77777777" w:rsidR="00A93D7E" w:rsidRPr="006B72B2" w:rsidRDefault="00A93D7E" w:rsidP="0051336F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D-08.00.00.00 ELEMENTY ULIC</w:t>
            </w:r>
          </w:p>
        </w:tc>
      </w:tr>
      <w:tr w:rsidR="00B30942" w:rsidRPr="00DA169B" w14:paraId="71AEE337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303AD" w14:textId="77777777" w:rsidR="00B30942" w:rsidRPr="00DA169B" w:rsidRDefault="00B30942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0C629" w14:textId="3B86542F" w:rsidR="00B30942" w:rsidRPr="006B72B2" w:rsidRDefault="006B72B2" w:rsidP="0051336F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M-11.00.00.00 PALE FUNDAMENTOWE</w:t>
            </w:r>
          </w:p>
        </w:tc>
      </w:tr>
      <w:tr w:rsidR="00DB1B1D" w:rsidRPr="00DA169B" w14:paraId="497A42B6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59F73" w14:textId="77777777" w:rsidR="00DB1B1D" w:rsidRPr="00DA169B" w:rsidRDefault="00DB1B1D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2D1E0" w14:textId="77777777" w:rsidR="00DB1B1D" w:rsidRPr="006B72B2" w:rsidRDefault="00DB1B1D" w:rsidP="0051336F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12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.0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0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.00.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00 ZBROJENIE</w:t>
            </w:r>
          </w:p>
        </w:tc>
      </w:tr>
      <w:tr w:rsidR="006C7E8B" w:rsidRPr="00DA169B" w14:paraId="714302A1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E0CC4" w14:textId="77777777" w:rsidR="006C7E8B" w:rsidRPr="00DA169B" w:rsidRDefault="006C7E8B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CB471" w14:textId="77777777" w:rsidR="006C7E8B" w:rsidRPr="006B72B2" w:rsidRDefault="006C7E8B" w:rsidP="0051336F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13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.00.00.00 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BETON</w:t>
            </w:r>
          </w:p>
        </w:tc>
      </w:tr>
      <w:tr w:rsidR="006C7E8B" w:rsidRPr="00DA169B" w14:paraId="7360496E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8C171" w14:textId="77777777" w:rsidR="006C7E8B" w:rsidRPr="00DA169B" w:rsidRDefault="006C7E8B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1D5B4" w14:textId="77777777" w:rsidR="006C7E8B" w:rsidRPr="006B72B2" w:rsidRDefault="006C7E8B" w:rsidP="0051336F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15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.00.00.00 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IZOLACJA</w:t>
            </w:r>
          </w:p>
        </w:tc>
      </w:tr>
      <w:tr w:rsidR="00A93D7E" w:rsidRPr="00DA169B" w14:paraId="35DCE202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E0881" w14:textId="77777777" w:rsidR="00A93D7E" w:rsidRPr="00DA169B" w:rsidRDefault="00A93D7E" w:rsidP="0051336F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92D54" w14:textId="77777777" w:rsidR="00A93D7E" w:rsidRPr="006B72B2" w:rsidRDefault="00A93D7E" w:rsidP="0051336F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16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.00.00.00 </w:t>
            </w:r>
            <w:r w:rsidR="00C76DA3" w:rsidRPr="006B72B2">
              <w:rPr>
                <w:rFonts w:eastAsia="Times New Roman"/>
                <w:sz w:val="24"/>
                <w:szCs w:val="24"/>
                <w:lang w:eastAsia="pl-PL"/>
              </w:rPr>
              <w:t>ODWODNIENIE</w:t>
            </w:r>
          </w:p>
        </w:tc>
      </w:tr>
      <w:tr w:rsidR="006B72B2" w:rsidRPr="00DA169B" w14:paraId="707FE5E7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960B3" w14:textId="77777777" w:rsidR="006B72B2" w:rsidRPr="00DA169B" w:rsidRDefault="006B72B2" w:rsidP="006B72B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F940F" w14:textId="62BCE985" w:rsidR="006B72B2" w:rsidRPr="006B72B2" w:rsidRDefault="006B72B2" w:rsidP="006B72B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M-1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7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.00.00.00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ŁOŻYSKA</w:t>
            </w:r>
          </w:p>
        </w:tc>
      </w:tr>
      <w:tr w:rsidR="006B72B2" w:rsidRPr="00DA169B" w14:paraId="57E0553D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72F2E" w14:textId="77777777" w:rsidR="006B72B2" w:rsidRPr="00DA169B" w:rsidRDefault="006B72B2" w:rsidP="006B72B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9EA5A" w14:textId="77777777" w:rsidR="006B72B2" w:rsidRPr="006B72B2" w:rsidRDefault="006B72B2" w:rsidP="006B72B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M-18.00.00.00 URZĄDZENIA DYLATACYJNE</w:t>
            </w:r>
          </w:p>
        </w:tc>
      </w:tr>
      <w:tr w:rsidR="006B72B2" w:rsidRPr="00DA169B" w14:paraId="2687355B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2D721" w14:textId="77777777" w:rsidR="006B72B2" w:rsidRPr="00DA169B" w:rsidRDefault="006B72B2" w:rsidP="006B72B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40240" w14:textId="77777777" w:rsidR="006B72B2" w:rsidRPr="006B72B2" w:rsidRDefault="006B72B2" w:rsidP="006B72B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M-19.00.00.00 ELEMENTY ZABEZPIECZENIA</w:t>
            </w:r>
          </w:p>
        </w:tc>
      </w:tr>
      <w:tr w:rsidR="006B72B2" w:rsidRPr="00DA169B" w14:paraId="0C46F6D5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6B150" w14:textId="77777777" w:rsidR="006B72B2" w:rsidRPr="00DA169B" w:rsidRDefault="006B72B2" w:rsidP="006B72B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D07F3" w14:textId="77777777" w:rsidR="006B72B2" w:rsidRPr="006B72B2" w:rsidRDefault="006B72B2" w:rsidP="006B72B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M-20.00.00.00 INNE ROBOTY MOSTOWE</w:t>
            </w:r>
          </w:p>
        </w:tc>
      </w:tr>
      <w:tr w:rsidR="006B72B2" w:rsidRPr="00DA169B" w14:paraId="32AF4885" w14:textId="77777777" w:rsidTr="0051336F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BAC1E" w14:textId="77777777" w:rsidR="006B72B2" w:rsidRPr="00DA169B" w:rsidRDefault="006B72B2" w:rsidP="006B72B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6E72C" w14:textId="087DC748" w:rsidR="006B72B2" w:rsidRPr="006B72B2" w:rsidRDefault="006B72B2" w:rsidP="006B72B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6B72B2">
              <w:rPr>
                <w:rFonts w:eastAsia="Times New Roman"/>
                <w:sz w:val="24"/>
                <w:szCs w:val="24"/>
                <w:lang w:eastAsia="pl-PL"/>
              </w:rPr>
              <w:t>M-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3</w:t>
            </w:r>
            <w:r w:rsidRPr="006B72B2">
              <w:rPr>
                <w:rFonts w:eastAsia="Times New Roman"/>
                <w:sz w:val="24"/>
                <w:szCs w:val="24"/>
                <w:lang w:eastAsia="pl-PL"/>
              </w:rPr>
              <w:t xml:space="preserve">0.00.00.00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TELETECHNIKA</w:t>
            </w:r>
          </w:p>
        </w:tc>
      </w:tr>
    </w:tbl>
    <w:p w14:paraId="02F7B6F3" w14:textId="77777777" w:rsidR="00801CAF" w:rsidRDefault="00801CAF" w:rsidP="00801CAF">
      <w:pPr>
        <w:spacing w:before="240" w:line="240" w:lineRule="auto"/>
        <w:ind w:right="45"/>
        <w:jc w:val="left"/>
      </w:pPr>
    </w:p>
    <w:p w14:paraId="74322E43" w14:textId="2384F589" w:rsidR="00757922" w:rsidRDefault="009B1A75" w:rsidP="00B30942">
      <w:pPr>
        <w:pStyle w:val="Akapitzlist"/>
        <w:numPr>
          <w:ilvl w:val="0"/>
          <w:numId w:val="20"/>
        </w:numPr>
        <w:spacing w:before="240" w:line="240" w:lineRule="auto"/>
        <w:ind w:left="709" w:right="45" w:hanging="709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  <w:r>
        <w:rPr>
          <w:rFonts w:eastAsia="Times New Roman" w:cs="Arial"/>
          <w:b/>
          <w:bCs/>
          <w:sz w:val="28"/>
          <w:szCs w:val="28"/>
          <w:lang w:eastAsia="pl-PL"/>
        </w:rPr>
        <w:br w:type="column"/>
      </w:r>
      <w:r w:rsidR="007534FF">
        <w:rPr>
          <w:rFonts w:eastAsia="Times New Roman" w:cs="Arial"/>
          <w:b/>
          <w:bCs/>
          <w:sz w:val="28"/>
          <w:szCs w:val="28"/>
          <w:lang w:eastAsia="pl-PL"/>
        </w:rPr>
        <w:lastRenderedPageBreak/>
        <w:t>OPIS ROBÓT</w:t>
      </w:r>
    </w:p>
    <w:p w14:paraId="3ECC5F03" w14:textId="550F6211" w:rsidR="00B30942" w:rsidRDefault="00B30942" w:rsidP="00B30942">
      <w:pPr>
        <w:spacing w:before="240" w:line="240" w:lineRule="auto"/>
        <w:ind w:right="45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</w:p>
    <w:p w14:paraId="7A99523C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bookmarkStart w:id="2" w:name="_Hlk40790438"/>
      <w:r w:rsidRPr="001B334A">
        <w:t>roboty przygotowawcze;</w:t>
      </w:r>
    </w:p>
    <w:p w14:paraId="66F4C407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 xml:space="preserve">rozebranie konstrukcji nawierzchni na obiekcie i odcinku drogi w zakresie rozbudowy; </w:t>
      </w:r>
    </w:p>
    <w:p w14:paraId="571120AD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roboty ziemne – wykopy;</w:t>
      </w:r>
    </w:p>
    <w:p w14:paraId="471F6869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demontaż  istniejących belek prefabrykowanych przęsła wraz z nadbetonem;</w:t>
      </w:r>
    </w:p>
    <w:p w14:paraId="1AF55CA3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częściowa rozbiórka przyczółków w zakresie projektowanych robót;</w:t>
      </w:r>
    </w:p>
    <w:p w14:paraId="51EFA08C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częściowa rozbiórka filarów w zakresie projektowanych robót;</w:t>
      </w:r>
    </w:p>
    <w:p w14:paraId="70EEF1B3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fragmentów przyczółków zespolonych z istniejącym fundamentem palowym,  wykonanie mikropali oraz grodzic stalowych przy oczepach pali;</w:t>
      </w:r>
    </w:p>
    <w:p w14:paraId="19BB4DE0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fragmentów filarów – rygla poziomego (belki podłożyskowej);</w:t>
      </w:r>
    </w:p>
    <w:p w14:paraId="41A748F1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remontu pozostałej (nadziemnej części filarów) – naprawy powierzchniowej betonu;</w:t>
      </w:r>
    </w:p>
    <w:p w14:paraId="49A612BA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montaż łożysk mostowych;</w:t>
      </w:r>
    </w:p>
    <w:p w14:paraId="032946DC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częściowe wykonane poprzecznic nad podporami (faza I);</w:t>
      </w:r>
    </w:p>
    <w:p w14:paraId="61901EDE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montaż belek prefabrykowanych typu DS-9;</w:t>
      </w:r>
    </w:p>
    <w:p w14:paraId="70FD0649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nadbetonu zespalającego belki oraz pozostałej części poprzecznic nad podporami;</w:t>
      </w:r>
    </w:p>
    <w:p w14:paraId="35E714FB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 xml:space="preserve">wykonanie elementów odwodnienia mostu w tym odcinka odprowadzającego wody </w:t>
      </w:r>
      <w:r w:rsidRPr="001B334A">
        <w:br/>
        <w:t>z mostu do rowu drogowego (kolektory, studzienki rewizyjne, wylot do rowu);</w:t>
      </w:r>
    </w:p>
    <w:p w14:paraId="7D1CC1C3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elementów wyposażenia obiektu (izolacja, płyty chodnikowe, krawężniki, gzymsy, urządzenia dylatacyjne, nawierzchnie, itp.);</w:t>
      </w:r>
    </w:p>
    <w:p w14:paraId="53425B36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zasypki za przyczółkami obiektu;</w:t>
      </w:r>
    </w:p>
    <w:p w14:paraId="33B20CBF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płyt przejściowych;</w:t>
      </w:r>
    </w:p>
    <w:p w14:paraId="509FC4F7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ramp zejściowych;</w:t>
      </w:r>
    </w:p>
    <w:p w14:paraId="1C541FCF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konstrukcji nawierzchni drogi na odcinkach dojazdów;</w:t>
      </w:r>
    </w:p>
    <w:p w14:paraId="62550723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oczyszczenie i odmulenie rowów drogowych;</w:t>
      </w:r>
    </w:p>
    <w:p w14:paraId="72FFB9BB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stożków nasypowych wraz z umocnieniem;</w:t>
      </w:r>
    </w:p>
    <w:p w14:paraId="578529FA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wykonanie schodów naskarpowych;</w:t>
      </w:r>
    </w:p>
    <w:p w14:paraId="2AA83D27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remont umocnienia brzegów koryta w tym wykonanie umocnienia terenu(skarp) pod obiektem;</w:t>
      </w:r>
    </w:p>
    <w:p w14:paraId="133ED923" w14:textId="77777777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montaż urządzeń bezpieczeństwa ruchu (barierioporęcze oraz bariery energochłonne);</w:t>
      </w:r>
    </w:p>
    <w:p w14:paraId="6D1CD0A1" w14:textId="57459BB6" w:rsidR="00B30942" w:rsidRPr="001B334A" w:rsidRDefault="00B30942" w:rsidP="00B30942">
      <w:pPr>
        <w:pStyle w:val="Akapitzlist"/>
        <w:numPr>
          <w:ilvl w:val="0"/>
          <w:numId w:val="11"/>
        </w:numPr>
        <w:spacing w:line="276" w:lineRule="auto"/>
      </w:pPr>
      <w:r w:rsidRPr="001B334A">
        <w:t>oczyszczenie terenu robót i rekultywacja terenu</w:t>
      </w:r>
      <w:r w:rsidR="00C2205F" w:rsidRPr="001B334A">
        <w:t>,</w:t>
      </w:r>
    </w:p>
    <w:p w14:paraId="7BC7DAEC" w14:textId="77777777" w:rsidR="00C2205F" w:rsidRPr="001B334A" w:rsidRDefault="00C2205F" w:rsidP="00C2205F">
      <w:pPr>
        <w:pStyle w:val="Akapitzlist"/>
        <w:numPr>
          <w:ilvl w:val="0"/>
          <w:numId w:val="11"/>
        </w:numPr>
        <w:spacing w:line="276" w:lineRule="auto"/>
      </w:pPr>
      <w:r w:rsidRPr="001B334A">
        <w:t>wprowadzenie stałej organizacji ruchu.</w:t>
      </w:r>
    </w:p>
    <w:p w14:paraId="4A8E6E09" w14:textId="77777777" w:rsidR="00B30942" w:rsidRPr="001B334A" w:rsidRDefault="00B30942" w:rsidP="00B30942">
      <w:pPr>
        <w:spacing w:line="276" w:lineRule="auto"/>
        <w:ind w:firstLine="0"/>
      </w:pPr>
    </w:p>
    <w:bookmarkEnd w:id="2"/>
    <w:p w14:paraId="5F20B54C" w14:textId="77777777" w:rsidR="007534FF" w:rsidRPr="001B334A" w:rsidRDefault="007534FF" w:rsidP="0051336F">
      <w:pPr>
        <w:pStyle w:val="Akapitzlist"/>
        <w:numPr>
          <w:ilvl w:val="0"/>
          <w:numId w:val="20"/>
        </w:numPr>
        <w:spacing w:before="240" w:after="240" w:line="240" w:lineRule="auto"/>
        <w:ind w:left="0" w:right="45" w:firstLine="0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  <w:r w:rsidRPr="001B334A">
        <w:rPr>
          <w:rFonts w:eastAsia="Times New Roman" w:cs="Arial"/>
          <w:b/>
          <w:bCs/>
          <w:sz w:val="28"/>
          <w:szCs w:val="28"/>
          <w:lang w:eastAsia="pl-PL"/>
        </w:rPr>
        <w:t>ZAŁOŻENIA DO PRZEDMIARU</w:t>
      </w:r>
    </w:p>
    <w:p w14:paraId="04D81D3F" w14:textId="6E6E8225" w:rsidR="00C244A7" w:rsidRPr="001B334A" w:rsidRDefault="007534FF" w:rsidP="00E20609">
      <w:pPr>
        <w:pStyle w:val="Nagwek"/>
        <w:tabs>
          <w:tab w:val="clear" w:pos="4536"/>
          <w:tab w:val="clear" w:pos="9072"/>
        </w:tabs>
        <w:suppressAutoHyphens w:val="0"/>
        <w:autoSpaceDN/>
        <w:spacing w:before="100" w:beforeAutospacing="1" w:after="100" w:afterAutospacing="1" w:line="360" w:lineRule="auto"/>
        <w:ind w:firstLine="0"/>
        <w:jc w:val="left"/>
        <w:textAlignment w:val="auto"/>
      </w:pPr>
      <w:r w:rsidRPr="001B334A">
        <w:t>Obliczenia ilości robót oraz materiałów w przedmiarze zostały oparte na podstawie rysunków</w:t>
      </w:r>
      <w:r w:rsidR="00E20609" w:rsidRPr="001B334A">
        <w:t xml:space="preserve"> </w:t>
      </w:r>
      <w:r w:rsidRPr="001B334A">
        <w:t xml:space="preserve">budowlanych i wykonawczych dokumentacji projektowej dotyczącej </w:t>
      </w:r>
      <w:bookmarkEnd w:id="0"/>
      <w:r w:rsidR="008E5FDF" w:rsidRPr="001B334A">
        <w:t>przedmiotowego obiektu mostowego.</w:t>
      </w:r>
    </w:p>
    <w:p w14:paraId="71E6BE4B" w14:textId="77777777" w:rsidR="0028346F" w:rsidRDefault="0028346F" w:rsidP="0051336F">
      <w:pPr>
        <w:pStyle w:val="Nagwek"/>
        <w:tabs>
          <w:tab w:val="clear" w:pos="4536"/>
          <w:tab w:val="clear" w:pos="9072"/>
        </w:tabs>
        <w:suppressAutoHyphens w:val="0"/>
        <w:autoSpaceDN/>
        <w:spacing w:before="100" w:beforeAutospacing="1" w:after="100" w:afterAutospacing="1" w:line="288" w:lineRule="auto"/>
        <w:ind w:firstLine="0"/>
        <w:jc w:val="left"/>
        <w:textAlignment w:val="auto"/>
      </w:pPr>
    </w:p>
    <w:p w14:paraId="3C1F3D3B" w14:textId="77777777" w:rsidR="0028346F" w:rsidRDefault="0028346F" w:rsidP="006938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b/>
          <w:sz w:val="52"/>
          <w:szCs w:val="52"/>
        </w:rPr>
        <w:sectPr w:rsidR="0028346F" w:rsidSect="00D153BC">
          <w:headerReference w:type="default" r:id="rId17"/>
          <w:headerReference w:type="first" r:id="rId18"/>
          <w:footerReference w:type="first" r:id="rId19"/>
          <w:pgSz w:w="11906" w:h="16838"/>
          <w:pgMar w:top="567" w:right="851" w:bottom="1134" w:left="1701" w:header="510" w:footer="397" w:gutter="0"/>
          <w:cols w:space="708"/>
          <w:docGrid w:linePitch="299"/>
        </w:sectPr>
      </w:pPr>
    </w:p>
    <w:p w14:paraId="157CCF30" w14:textId="77777777" w:rsidR="00BC74DE" w:rsidRDefault="00BC74DE" w:rsidP="00BC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56"/>
          <w:szCs w:val="56"/>
        </w:rPr>
      </w:pPr>
    </w:p>
    <w:p w14:paraId="7025143D" w14:textId="77777777" w:rsidR="00BC74DE" w:rsidRDefault="00BC74DE" w:rsidP="00BC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56"/>
          <w:szCs w:val="56"/>
        </w:rPr>
      </w:pPr>
    </w:p>
    <w:p w14:paraId="59866404" w14:textId="77777777" w:rsidR="00BC74DE" w:rsidRDefault="00BC74DE" w:rsidP="00BC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56"/>
          <w:szCs w:val="56"/>
        </w:rPr>
      </w:pPr>
    </w:p>
    <w:p w14:paraId="13B7D109" w14:textId="77777777" w:rsidR="00BC74DE" w:rsidRDefault="00BC74DE" w:rsidP="00BC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56"/>
          <w:szCs w:val="56"/>
        </w:rPr>
      </w:pPr>
    </w:p>
    <w:p w14:paraId="0DDB091C" w14:textId="77777777" w:rsidR="0028346F" w:rsidRDefault="0028346F" w:rsidP="00EC28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b/>
          <w:sz w:val="52"/>
          <w:szCs w:val="52"/>
        </w:rPr>
      </w:pPr>
    </w:p>
    <w:p w14:paraId="26F92B8C" w14:textId="77777777" w:rsidR="0028398B" w:rsidRDefault="00E70583" w:rsidP="004E5E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firstLine="0"/>
        <w:jc w:val="center"/>
        <w:rPr>
          <w:b/>
          <w:sz w:val="52"/>
          <w:szCs w:val="52"/>
          <w:u w:val="single"/>
        </w:rPr>
      </w:pPr>
      <w:r w:rsidRPr="00015F05">
        <w:rPr>
          <w:b/>
          <w:sz w:val="52"/>
          <w:szCs w:val="52"/>
          <w:u w:val="single"/>
        </w:rPr>
        <w:t>TABELE PRZEDMIAROWE</w:t>
      </w:r>
      <w:r w:rsidR="004E5E01">
        <w:rPr>
          <w:b/>
          <w:sz w:val="52"/>
          <w:szCs w:val="52"/>
          <w:u w:val="single"/>
        </w:rPr>
        <w:t xml:space="preserve"> </w:t>
      </w:r>
    </w:p>
    <w:p w14:paraId="0B50B754" w14:textId="09FA86BA" w:rsidR="009E68E6" w:rsidRDefault="009E68E6" w:rsidP="00B309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firstLine="0"/>
        <w:rPr>
          <w:b/>
          <w:sz w:val="52"/>
          <w:szCs w:val="52"/>
          <w:u w:val="single"/>
        </w:rPr>
      </w:pPr>
    </w:p>
    <w:sectPr w:rsidR="009E68E6" w:rsidSect="00FA095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pgSz w:w="11906" w:h="16838"/>
      <w:pgMar w:top="1134" w:right="851" w:bottom="1134" w:left="1701" w:header="510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89B07" w14:textId="77777777" w:rsidR="00FD5F65" w:rsidRDefault="00FD5F65">
      <w:pPr>
        <w:spacing w:line="240" w:lineRule="auto"/>
      </w:pPr>
      <w:r>
        <w:separator/>
      </w:r>
    </w:p>
  </w:endnote>
  <w:endnote w:type="continuationSeparator" w:id="0">
    <w:p w14:paraId="3418FA33" w14:textId="77777777" w:rsidR="00FD5F65" w:rsidRDefault="00FD5F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66747" w14:textId="77777777" w:rsidR="0045508A" w:rsidRPr="002E5CC0" w:rsidRDefault="00FD5F65" w:rsidP="0045508A">
    <w:pPr>
      <w:pBdr>
        <w:top w:val="single" w:sz="4" w:space="1" w:color="auto"/>
      </w:pBd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w:pict w14:anchorId="5B2F52D7">
        <v:rect id="_x0000_s2107" style="position:absolute;left:0;text-align:left;margin-left:-4.05pt;margin-top:730.6pt;width:27.3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" o:allowincell="f" filled="f" stroked="f">
          <v:textbox style="mso-fit-shape-to-text:t" inset="0,,0">
            <w:txbxContent>
              <w:p w14:paraId="262AEC66" w14:textId="77777777" w:rsidR="0045508A" w:rsidRPr="00C540F9" w:rsidRDefault="0045508A" w:rsidP="0045508A">
                <w:pPr>
                  <w:ind w:firstLine="0"/>
                  <w:jc w:val="left"/>
                  <w:rPr>
                    <w:sz w:val="20"/>
                  </w:rPr>
                </w:pPr>
                <w:r w:rsidRPr="00C540F9">
                  <w:rPr>
                    <w:sz w:val="20"/>
                  </w:rPr>
                  <w:t>-</w:t>
                </w:r>
                <w:r w:rsidRPr="00A05B02">
                  <w:fldChar w:fldCharType="begin"/>
                </w:r>
                <w:r w:rsidRPr="00A05B02">
                  <w:instrText>PAGE   \* MERGEFORMAT</w:instrText>
                </w:r>
                <w:r w:rsidRPr="00A05B02">
                  <w:fldChar w:fldCharType="separate"/>
                </w:r>
                <w:r>
                  <w:rPr>
                    <w:noProof/>
                  </w:rPr>
                  <w:t>27</w:t>
                </w:r>
                <w:r w:rsidRPr="00A05B02">
                  <w:fldChar w:fldCharType="end"/>
                </w:r>
                <w:r w:rsidRPr="00C540F9">
                  <w:rPr>
                    <w:sz w:val="20"/>
                  </w:rPr>
                  <w:t xml:space="preserve"> -</w:t>
                </w:r>
              </w:p>
            </w:txbxContent>
          </v:textbox>
          <w10:wrap anchorx="margin" anchory="margin"/>
        </v:rect>
      </w:pict>
    </w:r>
    <w:r w:rsidR="0045508A" w:rsidRPr="0030213B">
      <w:rPr>
        <w:i/>
        <w:noProof/>
        <w:sz w:val="20"/>
        <w:lang w:eastAsia="pl-PL"/>
      </w:rPr>
      <w:drawing>
        <wp:anchor distT="0" distB="0" distL="114300" distR="114300" simplePos="0" relativeHeight="251654144" behindDoc="0" locked="0" layoutInCell="1" allowOverlap="1" wp14:anchorId="4189EBD4" wp14:editId="6329092B">
          <wp:simplePos x="0" y="0"/>
          <wp:positionH relativeFrom="column">
            <wp:posOffset>25179</wp:posOffset>
          </wp:positionH>
          <wp:positionV relativeFrom="paragraph">
            <wp:posOffset>59055</wp:posOffset>
          </wp:positionV>
          <wp:extent cx="254442" cy="216086"/>
          <wp:effectExtent l="0" t="0" r="0" b="0"/>
          <wp:wrapNone/>
          <wp:docPr id="3" name="Obraz 3" descr="mostek_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mostek_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442" cy="21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w:pict w14:anchorId="385198B4">
        <v:rect id="_x0000_s2106" style="position:absolute;left:0;text-align:left;margin-left:-1091.5pt;margin-top:717.25pt;width:50.25pt;height:26.1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" o:allowincell="f" filled="f" stroked="f">
          <v:textbox style="mso-fit-shape-to-text:t" inset="0,,0">
            <w:txbxContent>
              <w:p w14:paraId="5A57CBE9" w14:textId="77777777" w:rsidR="0045508A" w:rsidRDefault="0045508A" w:rsidP="0045508A">
                <w:pPr>
                  <w:ind w:firstLine="0"/>
                  <w:jc w:val="left"/>
                </w:pPr>
                <w:r>
                  <w:t xml:space="preserve">- </w:t>
                </w: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rPr>
                    <w:noProof/>
                  </w:rPr>
                  <w:t>27</w:t>
                </w:r>
                <w:r>
                  <w:rPr>
                    <w:noProof/>
                  </w:rPr>
                  <w:fldChar w:fldCharType="end"/>
                </w:r>
                <w:r>
                  <w:t xml:space="preserve"> -</w:t>
                </w:r>
              </w:p>
            </w:txbxContent>
          </v:textbox>
          <w10:wrap anchorx="margin" anchory="margin"/>
        </v:rect>
      </w:pict>
    </w:r>
    <w:r w:rsidR="0045508A">
      <w:rPr>
        <w:rFonts w:cs="Arial"/>
        <w:b/>
        <w:i/>
        <w:iCs/>
        <w:color w:val="7F7F7F" w:themeColor="text1" w:themeTint="80"/>
        <w:sz w:val="16"/>
      </w:rPr>
      <w:tab/>
    </w:r>
    <w:r w:rsidR="0045508A" w:rsidRPr="000546B8">
      <w:rPr>
        <w:rFonts w:cs="Arial"/>
        <w:i/>
        <w:iCs/>
        <w:color w:val="7F7F7F" w:themeColor="text1" w:themeTint="80"/>
        <w:sz w:val="16"/>
      </w:rPr>
      <w:t>„</w:t>
    </w:r>
    <w:r w:rsidR="0045508A">
      <w:rPr>
        <w:rFonts w:cs="Arial"/>
        <w:i/>
        <w:iCs/>
        <w:color w:val="7F7F7F" w:themeColor="text1" w:themeTint="80"/>
        <w:sz w:val="16"/>
      </w:rPr>
      <w:t>Przebudowa drogi wojewódzkiej nr 884 Przemyśl – Dubiecko – Bachórz – Domaradz w związku z budową mostu na potoku Cygański oraz budową niezbędnej infrastruktury w miejscowości Bachórzec”</w:t>
    </w:r>
  </w:p>
  <w:p w14:paraId="7314BA8C" w14:textId="77777777" w:rsidR="00D80D84" w:rsidRPr="00B63E5A" w:rsidRDefault="00D80D84" w:rsidP="0028346F">
    <w:pP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88A02" w14:textId="2C78BB37" w:rsidR="00054272" w:rsidRDefault="00FD5F65" w:rsidP="00B30942">
    <w:pPr>
      <w:pStyle w:val="Nagwek"/>
      <w:pBdr>
        <w:top w:val="single" w:sz="4" w:space="1" w:color="auto"/>
      </w:pBdr>
      <w:tabs>
        <w:tab w:val="clear" w:pos="9072"/>
        <w:tab w:val="right" w:pos="8789"/>
      </w:tabs>
      <w:spacing w:after="120"/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w:pict w14:anchorId="2D5C0251">
        <v:rect id="_x0000_s2125" style="position:absolute;left:0;text-align:left;margin-left:-20.8pt;margin-top:742.35pt;width:25.75pt;height:27.35pt;z-index:251663360;visibility:visible;mso-wrap-style:square;mso-width-percent:0;mso-height-percent:0;mso-wrap-distance-left:9pt;mso-wrap-distance-top:0;mso-wrap-distance-right:9pt;mso-wrap-distance-bottom:0;mso-position-horizontal-relative:right-margin-area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" o:allowincell="f" filled="f" stroked="f">
          <o:lock v:ext="edit" aspectratio="t"/>
          <v:textbox style="mso-next-textbox:#_x0000_s2125;mso-fit-shape-to-text:t" inset="0,,0">
            <w:txbxContent>
              <w:p w14:paraId="47F1971F" w14:textId="77777777" w:rsidR="00054272" w:rsidRPr="00C540F9" w:rsidRDefault="00054272" w:rsidP="00054272">
                <w:pPr>
                  <w:ind w:firstLine="0"/>
                  <w:jc w:val="right"/>
                  <w:rPr>
                    <w:sz w:val="20"/>
                  </w:rPr>
                </w:pPr>
                <w:r w:rsidRPr="00ED1F57">
                  <w:rPr>
                    <w:sz w:val="20"/>
                  </w:rPr>
                  <w:t xml:space="preserve">- </w:t>
                </w: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>PAGE   \* MERGEFORMAT</w:instrText>
                </w:r>
                <w:r>
                  <w:rPr>
                    <w:noProof/>
                  </w:rPr>
                  <w:fldChar w:fldCharType="separate"/>
                </w:r>
                <w:r w:rsidR="006106AD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 w:rsidRPr="00C540F9">
                  <w:rPr>
                    <w:sz w:val="20"/>
                  </w:rPr>
                  <w:t xml:space="preserve"> -</w:t>
                </w:r>
              </w:p>
            </w:txbxContent>
          </v:textbox>
          <w10:wrap anchorx="margin" anchory="margin"/>
        </v:rect>
      </w:pict>
    </w:r>
    <w:r w:rsidR="00B30942">
      <w:rPr>
        <w:rFonts w:cstheme="minorHAnsi"/>
        <w:b/>
        <w:i/>
        <w:iCs/>
        <w:color w:val="7F7F7F" w:themeColor="text1" w:themeTint="80"/>
        <w:sz w:val="18"/>
        <w:szCs w:val="18"/>
      </w:rPr>
      <w:t>Droga powiatowa 1004R Zaklików – Borów, most drogowy na rzece Sanna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B8F13" w14:textId="77777777" w:rsidR="00CC233A" w:rsidRPr="00C540F9" w:rsidRDefault="00CC233A" w:rsidP="00CC233A">
    <w:pPr>
      <w:ind w:firstLine="0"/>
      <w:jc w:val="right"/>
      <w:rPr>
        <w:sz w:val="20"/>
      </w:rPr>
    </w:pPr>
    <w:r w:rsidRPr="00C540F9">
      <w:rPr>
        <w:sz w:val="20"/>
      </w:rPr>
      <w:t xml:space="preserve">- </w:t>
    </w: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106AD">
      <w:rPr>
        <w:noProof/>
      </w:rPr>
      <w:t>1</w:t>
    </w:r>
    <w:r>
      <w:rPr>
        <w:noProof/>
      </w:rPr>
      <w:fldChar w:fldCharType="end"/>
    </w:r>
    <w:r w:rsidRPr="00C540F9">
      <w:rPr>
        <w:sz w:val="20"/>
      </w:rPr>
      <w:t xml:space="preserve"> -</w:t>
    </w:r>
  </w:p>
  <w:p w14:paraId="3D6C9363" w14:textId="77777777" w:rsidR="00D80D84" w:rsidRPr="00507751" w:rsidRDefault="00D80D84" w:rsidP="00507751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3B669" w14:textId="77777777" w:rsidR="00CC233A" w:rsidRPr="00C540F9" w:rsidRDefault="00CC233A" w:rsidP="00D153BC">
    <w:pPr>
      <w:ind w:firstLine="0"/>
      <w:jc w:val="center"/>
      <w:rPr>
        <w:sz w:val="20"/>
      </w:rPr>
    </w:pPr>
  </w:p>
  <w:p w14:paraId="7C09A9A4" w14:textId="77777777" w:rsidR="00507751" w:rsidRPr="0045508A" w:rsidRDefault="00FD5F65" w:rsidP="00D153BC">
    <w:pP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w:pict w14:anchorId="696294C2">
        <v:rect id="_x0000_s2100" style="position:absolute;left:0;text-align:left;margin-left:-1091.5pt;margin-top:717.25pt;width:50.25pt;height: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" o:allowincell="f" filled="f" stroked="f">
          <v:textbox style="mso-fit-shape-to-text:t" inset="0,,0">
            <w:txbxContent>
              <w:p w14:paraId="0E61873D" w14:textId="77777777" w:rsidR="00107970" w:rsidRDefault="00107970" w:rsidP="00107970">
                <w:pPr>
                  <w:ind w:firstLine="0"/>
                  <w:jc w:val="left"/>
                </w:pPr>
                <w:r>
                  <w:t xml:space="preserve">- </w:t>
                </w: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rPr>
                    <w:noProof/>
                  </w:rPr>
                  <w:t>27</w:t>
                </w:r>
                <w:r>
                  <w:rPr>
                    <w:noProof/>
                  </w:rPr>
                  <w:fldChar w:fldCharType="end"/>
                </w:r>
                <w:r>
                  <w:t xml:space="preserve"> -</w:t>
                </w:r>
              </w:p>
            </w:txbxContent>
          </v:textbox>
          <w10:wrap anchorx="margin" anchory="margin"/>
        </v:rect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09D1F" w14:textId="77777777" w:rsidR="00CC233A" w:rsidRPr="00C540F9" w:rsidRDefault="00FD5F65" w:rsidP="00CC233A">
    <w:pPr>
      <w:ind w:firstLine="0"/>
      <w:jc w:val="right"/>
      <w:rPr>
        <w:sz w:val="20"/>
      </w:rPr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w:pict w14:anchorId="05F1BEA1">
        <v:rect id="_x0000_s2062" style="position:absolute;left:0;text-align:left;margin-left:-1091.5pt;margin-top:717.25pt;width:50.25pt;height:27.35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" o:allowincell="f" filled="f" stroked="f">
          <o:lock v:ext="edit" aspectratio="t"/>
          <v:textbox style="mso-next-textbox:#_x0000_s2062;mso-fit-shape-to-text:t" inset="0,,0">
            <w:txbxContent>
              <w:p w14:paraId="3356633C" w14:textId="77777777" w:rsidR="00CC233A" w:rsidRDefault="00CC233A" w:rsidP="0077616D">
                <w:pPr>
                  <w:ind w:firstLine="0"/>
                  <w:jc w:val="left"/>
                </w:pPr>
                <w:r>
                  <w:t xml:space="preserve">- </w:t>
                </w: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>PAGE   \* MERGEFORMAT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-</w:t>
                </w:r>
              </w:p>
            </w:txbxContent>
          </v:textbox>
          <w10:wrap anchorx="margin" anchory="margin"/>
        </v:rect>
      </w:pict>
    </w:r>
    <w:r w:rsidR="00CC233A">
      <w:rPr>
        <w:rFonts w:cs="Arial"/>
        <w:b/>
        <w:i/>
        <w:iCs/>
        <w:color w:val="7F7F7F" w:themeColor="text1" w:themeTint="80"/>
        <w:sz w:val="16"/>
      </w:rPr>
      <w:tab/>
    </w:r>
  </w:p>
  <w:p w14:paraId="52685659" w14:textId="77777777" w:rsidR="00CC233A" w:rsidRPr="00B63E5A" w:rsidRDefault="00CC233A" w:rsidP="0028346F">
    <w:pP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60AE4" w14:textId="77777777" w:rsidR="00FA0952" w:rsidRDefault="00FA0952" w:rsidP="00054272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B3F24" w14:textId="77777777" w:rsidR="00FD5F65" w:rsidRDefault="00FD5F65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56A21093" w14:textId="77777777" w:rsidR="00FD5F65" w:rsidRDefault="00FD5F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5297D" w14:textId="244530C3" w:rsidR="00507751" w:rsidRDefault="00CC233A" w:rsidP="00CC233A">
    <w:pPr>
      <w:pStyle w:val="Nagwek"/>
      <w:tabs>
        <w:tab w:val="left" w:pos="1875"/>
        <w:tab w:val="right" w:pos="9354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</w:r>
    <w:r w:rsidR="00B30942">
      <w:rPr>
        <w:b/>
      </w:rPr>
      <w:t xml:space="preserve"> </w:t>
    </w:r>
  </w:p>
  <w:p w14:paraId="2365528A" w14:textId="2B1461C7" w:rsidR="00D80D84" w:rsidRPr="00507751" w:rsidRDefault="00D80D84" w:rsidP="005077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DA08" w14:textId="77777777" w:rsidR="00FC09BE" w:rsidRDefault="00FC09BE" w:rsidP="00054272">
    <w:pPr>
      <w:pBdr>
        <w:bottom w:val="single" w:sz="4" w:space="0" w:color="auto"/>
      </w:pBd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</w:p>
  <w:p w14:paraId="659414C9" w14:textId="77777777" w:rsidR="00054272" w:rsidRPr="00C54C90" w:rsidRDefault="00660191" w:rsidP="00054272">
    <w:pPr>
      <w:pBdr>
        <w:bottom w:val="single" w:sz="4" w:space="0" w:color="auto"/>
      </w:pBd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color w:val="7F7F7F" w:themeColor="text1" w:themeTint="80"/>
        <w:sz w:val="16"/>
      </w:rPr>
      <w:t>PRZEDMIAR ROBÓT</w:t>
    </w:r>
  </w:p>
  <w:p w14:paraId="7CEE3F7A" w14:textId="77777777" w:rsidR="00054272" w:rsidRDefault="00054272" w:rsidP="00054272">
    <w:pPr>
      <w:pStyle w:val="Nagwek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53BDC" w14:textId="77777777" w:rsidR="00507751" w:rsidRPr="00C54C90" w:rsidRDefault="00507751" w:rsidP="0028346F">
    <w:pPr>
      <w:tabs>
        <w:tab w:val="right" w:pos="935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</w:p>
  <w:p w14:paraId="532622DD" w14:textId="77777777" w:rsidR="0028346F" w:rsidRPr="00C54C90" w:rsidRDefault="0028346F" w:rsidP="0028346F">
    <w:pPr>
      <w:pBdr>
        <w:bottom w:val="single" w:sz="4" w:space="0" w:color="auto"/>
      </w:pBd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color w:val="7F7F7F" w:themeColor="text1" w:themeTint="80"/>
        <w:sz w:val="16"/>
      </w:rPr>
      <w:t>KOSZTORYS INWESTORSKI</w:t>
    </w:r>
  </w:p>
  <w:p w14:paraId="79145E1C" w14:textId="77777777" w:rsidR="0028346F" w:rsidRDefault="0028346F" w:rsidP="0028346F">
    <w:pPr>
      <w:pStyle w:val="Nagwek"/>
    </w:pPr>
  </w:p>
  <w:p w14:paraId="1D6B529B" w14:textId="77777777" w:rsidR="00507751" w:rsidRPr="00E70583" w:rsidRDefault="00507751" w:rsidP="00E70583">
    <w:pPr>
      <w:pStyle w:val="Nagwek"/>
      <w:ind w:firstLine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2D4D3" w14:textId="77777777" w:rsidR="00CC233A" w:rsidRPr="00C54C90" w:rsidRDefault="00CC233A" w:rsidP="00CC233A">
    <w:pP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</w:p>
  <w:p w14:paraId="388B638B" w14:textId="77777777" w:rsidR="00CC233A" w:rsidRDefault="00CC233A" w:rsidP="0028346F">
    <w:pPr>
      <w:pStyle w:val="Nagwek"/>
    </w:pPr>
  </w:p>
  <w:p w14:paraId="56768A82" w14:textId="77777777" w:rsidR="00CC233A" w:rsidRDefault="00CC233A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EC68B" w14:textId="77777777" w:rsidR="00FA0952" w:rsidRDefault="00FA0952" w:rsidP="00FA0952">
    <w:pP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</w:p>
  <w:p w14:paraId="68D37DB0" w14:textId="77777777" w:rsidR="00FA0952" w:rsidRDefault="00FA0952" w:rsidP="00054272">
    <w:pPr>
      <w:pStyle w:val="Nagwek"/>
      <w:ind w:firstLine="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04159" w14:textId="77777777" w:rsidR="007A40E8" w:rsidRDefault="007A40E8" w:rsidP="0028346F">
    <w:pPr>
      <w:pStyle w:val="Nagwek"/>
    </w:pPr>
  </w:p>
  <w:p w14:paraId="3307B199" w14:textId="77777777" w:rsidR="007A40E8" w:rsidRPr="00E70583" w:rsidRDefault="007A40E8" w:rsidP="00E70583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A86CD84"/>
    <w:lvl w:ilvl="0">
      <w:start w:val="1"/>
      <w:numFmt w:val="decimal"/>
      <w:pStyle w:val="Listanumerowana2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0987D45"/>
    <w:multiLevelType w:val="hybridMultilevel"/>
    <w:tmpl w:val="17847D1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932D2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20129"/>
    <w:multiLevelType w:val="multilevel"/>
    <w:tmpl w:val="E94805AA"/>
    <w:name w:val="Magda"/>
    <w:lvl w:ilvl="0">
      <w:start w:val="1"/>
      <w:numFmt w:val="upperLetter"/>
      <w:pStyle w:val="Nagwek1"/>
      <w:lvlText w:val="%1."/>
      <w:lvlJc w:val="left"/>
      <w:pPr>
        <w:ind w:left="360" w:hanging="360"/>
      </w:pPr>
      <w:rPr>
        <w:rFonts w:hint="default"/>
        <w:b/>
        <w:i w:val="0"/>
        <w:sz w:val="60"/>
      </w:rPr>
    </w:lvl>
    <w:lvl w:ilvl="1">
      <w:start w:val="1"/>
      <w:numFmt w:val="ordinal"/>
      <w:pStyle w:val="Nagwek2"/>
      <w:lvlText w:val="%2 "/>
      <w:lvlJc w:val="left"/>
      <w:pPr>
        <w:ind w:left="156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2%3. 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pStyle w:val="Nagwek4"/>
      <w:lvlText w:val="%2%3.%4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4">
      <w:start w:val="1"/>
      <w:numFmt w:val="decimal"/>
      <w:pStyle w:val="Nagwek5"/>
      <w:lvlText w:val="%2%3.%4.%5."/>
      <w:lvlJc w:val="left"/>
      <w:pPr>
        <w:ind w:left="0" w:firstLine="0"/>
      </w:pPr>
      <w:rPr>
        <w:rFonts w:ascii="Calibri" w:hAnsi="Calibri" w:hint="default"/>
        <w:b w:val="0"/>
        <w:i w:val="0"/>
        <w:sz w:val="24"/>
      </w:rPr>
    </w:lvl>
    <w:lvl w:ilvl="5">
      <w:start w:val="1"/>
      <w:numFmt w:val="none"/>
      <w:pStyle w:val="Nagwek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371D81"/>
    <w:multiLevelType w:val="hybridMultilevel"/>
    <w:tmpl w:val="2D4E5B88"/>
    <w:lvl w:ilvl="0" w:tplc="565802FA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" w15:restartNumberingAfterBreak="0">
    <w:nsid w:val="105A7083"/>
    <w:multiLevelType w:val="hybridMultilevel"/>
    <w:tmpl w:val="8CEA6A94"/>
    <w:lvl w:ilvl="0" w:tplc="712E62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BB0"/>
    <w:multiLevelType w:val="hybridMultilevel"/>
    <w:tmpl w:val="EEE8FA7A"/>
    <w:lvl w:ilvl="0" w:tplc="45B6C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11A4A"/>
    <w:multiLevelType w:val="hybridMultilevel"/>
    <w:tmpl w:val="6E948D32"/>
    <w:lvl w:ilvl="0" w:tplc="5658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32996"/>
    <w:multiLevelType w:val="hybridMultilevel"/>
    <w:tmpl w:val="FA0661F2"/>
    <w:lvl w:ilvl="0" w:tplc="DAC44994">
      <w:start w:val="1"/>
      <w:numFmt w:val="decimal"/>
      <w:lvlText w:val="%1."/>
      <w:lvlJc w:val="left"/>
      <w:pPr>
        <w:ind w:left="588" w:hanging="36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" w15:restartNumberingAfterBreak="0">
    <w:nsid w:val="238313C9"/>
    <w:multiLevelType w:val="hybridMultilevel"/>
    <w:tmpl w:val="9392CFE2"/>
    <w:name w:val="Magda2"/>
    <w:lvl w:ilvl="0" w:tplc="73BA2FE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E13BAC"/>
    <w:multiLevelType w:val="hybridMultilevel"/>
    <w:tmpl w:val="D902DABA"/>
    <w:name w:val="Magda32"/>
    <w:lvl w:ilvl="0" w:tplc="C58E59DA">
      <w:start w:val="1"/>
      <w:numFmt w:val="decimal"/>
      <w:lvlText w:val="[%1]."/>
      <w:lvlJc w:val="righ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039EF"/>
    <w:multiLevelType w:val="hybridMultilevel"/>
    <w:tmpl w:val="8BCA28D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04D1"/>
    <w:multiLevelType w:val="hybridMultilevel"/>
    <w:tmpl w:val="4954A15A"/>
    <w:lvl w:ilvl="0" w:tplc="77EE7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C83473"/>
    <w:multiLevelType w:val="hybridMultilevel"/>
    <w:tmpl w:val="16644226"/>
    <w:lvl w:ilvl="0" w:tplc="10F4B096">
      <w:start w:val="1"/>
      <w:numFmt w:val="decimal"/>
      <w:lvlText w:val="%1."/>
      <w:lvlJc w:val="left"/>
      <w:pPr>
        <w:ind w:left="5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14826"/>
    <w:multiLevelType w:val="hybridMultilevel"/>
    <w:tmpl w:val="3134F3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F96FD6"/>
    <w:multiLevelType w:val="hybridMultilevel"/>
    <w:tmpl w:val="587CE406"/>
    <w:name w:val="Magda22"/>
    <w:lvl w:ilvl="0" w:tplc="136C7CB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3D3612E7"/>
    <w:multiLevelType w:val="hybridMultilevel"/>
    <w:tmpl w:val="D9C05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F6DCD"/>
    <w:multiLevelType w:val="hybridMultilevel"/>
    <w:tmpl w:val="1C0C3D64"/>
    <w:lvl w:ilvl="0" w:tplc="565802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E251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46559"/>
    <w:multiLevelType w:val="singleLevel"/>
    <w:tmpl w:val="9DE4AED0"/>
    <w:lvl w:ilvl="0">
      <w:start w:val="1"/>
      <w:numFmt w:val="upperLetter"/>
      <w:pStyle w:val="Nazwaczc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2D81818"/>
    <w:multiLevelType w:val="hybridMultilevel"/>
    <w:tmpl w:val="28D83C62"/>
    <w:name w:val="Mgd4"/>
    <w:lvl w:ilvl="0" w:tplc="438E2C9A">
      <w:start w:val="1"/>
      <w:numFmt w:val="decimal"/>
      <w:lvlText w:val="%1)"/>
      <w:lvlJc w:val="left"/>
      <w:pPr>
        <w:ind w:left="1429" w:hanging="360"/>
      </w:pPr>
    </w:lvl>
    <w:lvl w:ilvl="1" w:tplc="64326CB4" w:tentative="1">
      <w:start w:val="1"/>
      <w:numFmt w:val="lowerLetter"/>
      <w:lvlText w:val="%2."/>
      <w:lvlJc w:val="left"/>
      <w:pPr>
        <w:ind w:left="2149" w:hanging="360"/>
      </w:pPr>
    </w:lvl>
    <w:lvl w:ilvl="2" w:tplc="D40202CA" w:tentative="1">
      <w:start w:val="1"/>
      <w:numFmt w:val="lowerRoman"/>
      <w:lvlText w:val="%3."/>
      <w:lvlJc w:val="right"/>
      <w:pPr>
        <w:ind w:left="2869" w:hanging="180"/>
      </w:pPr>
    </w:lvl>
    <w:lvl w:ilvl="3" w:tplc="75747D70" w:tentative="1">
      <w:start w:val="1"/>
      <w:numFmt w:val="decimal"/>
      <w:lvlText w:val="%4."/>
      <w:lvlJc w:val="left"/>
      <w:pPr>
        <w:ind w:left="3589" w:hanging="360"/>
      </w:pPr>
    </w:lvl>
    <w:lvl w:ilvl="4" w:tplc="B720DB4E" w:tentative="1">
      <w:start w:val="1"/>
      <w:numFmt w:val="lowerLetter"/>
      <w:lvlText w:val="%5."/>
      <w:lvlJc w:val="left"/>
      <w:pPr>
        <w:ind w:left="4309" w:hanging="360"/>
      </w:pPr>
    </w:lvl>
    <w:lvl w:ilvl="5" w:tplc="FBE62E42" w:tentative="1">
      <w:start w:val="1"/>
      <w:numFmt w:val="lowerRoman"/>
      <w:lvlText w:val="%6."/>
      <w:lvlJc w:val="right"/>
      <w:pPr>
        <w:ind w:left="5029" w:hanging="180"/>
      </w:pPr>
    </w:lvl>
    <w:lvl w:ilvl="6" w:tplc="29FE570E" w:tentative="1">
      <w:start w:val="1"/>
      <w:numFmt w:val="decimal"/>
      <w:lvlText w:val="%7."/>
      <w:lvlJc w:val="left"/>
      <w:pPr>
        <w:ind w:left="5749" w:hanging="360"/>
      </w:pPr>
    </w:lvl>
    <w:lvl w:ilvl="7" w:tplc="1C10F41A" w:tentative="1">
      <w:start w:val="1"/>
      <w:numFmt w:val="lowerLetter"/>
      <w:lvlText w:val="%8."/>
      <w:lvlJc w:val="left"/>
      <w:pPr>
        <w:ind w:left="6469" w:hanging="360"/>
      </w:pPr>
    </w:lvl>
    <w:lvl w:ilvl="8" w:tplc="1510569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3112E22"/>
    <w:multiLevelType w:val="hybridMultilevel"/>
    <w:tmpl w:val="259EA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275854"/>
    <w:multiLevelType w:val="hybridMultilevel"/>
    <w:tmpl w:val="45448CB2"/>
    <w:name w:val="Magda322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416DE9"/>
    <w:multiLevelType w:val="hybridMultilevel"/>
    <w:tmpl w:val="FCA0282E"/>
    <w:name w:val="Magda222"/>
    <w:lvl w:ilvl="0" w:tplc="04150011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7473857"/>
    <w:multiLevelType w:val="hybridMultilevel"/>
    <w:tmpl w:val="02D87874"/>
    <w:name w:val="Magda3"/>
    <w:lvl w:ilvl="0" w:tplc="A894D79E">
      <w:start w:val="1"/>
      <w:numFmt w:val="upperRoman"/>
      <w:pStyle w:val="NagwekA"/>
      <w:lvlText w:val="%1."/>
      <w:lvlJc w:val="right"/>
      <w:pPr>
        <w:ind w:left="785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5B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B4420C6">
      <w:start w:val="1"/>
      <w:numFmt w:val="decimal"/>
      <w:lvlText w:val="%2)"/>
      <w:lvlJc w:val="left"/>
      <w:pPr>
        <w:ind w:left="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3" w15:restartNumberingAfterBreak="0">
    <w:nsid w:val="4A3D44A3"/>
    <w:multiLevelType w:val="hybridMultilevel"/>
    <w:tmpl w:val="D08E73CE"/>
    <w:lvl w:ilvl="0" w:tplc="5658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40DED"/>
    <w:multiLevelType w:val="hybridMultilevel"/>
    <w:tmpl w:val="E1AAF2B8"/>
    <w:lvl w:ilvl="0" w:tplc="565802FA">
      <w:start w:val="1"/>
      <w:numFmt w:val="bullet"/>
      <w:lvlText w:val=""/>
      <w:lvlJc w:val="left"/>
      <w:pPr>
        <w:ind w:left="588" w:hanging="360"/>
      </w:pPr>
      <w:rPr>
        <w:rFonts w:ascii="Symbol" w:hAnsi="Symbol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5" w15:restartNumberingAfterBreak="0">
    <w:nsid w:val="4D9F1571"/>
    <w:multiLevelType w:val="hybridMultilevel"/>
    <w:tmpl w:val="7736B088"/>
    <w:lvl w:ilvl="0" w:tplc="0415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6" w15:restartNumberingAfterBreak="0">
    <w:nsid w:val="50BA2633"/>
    <w:multiLevelType w:val="hybridMultilevel"/>
    <w:tmpl w:val="4224CB90"/>
    <w:lvl w:ilvl="0" w:tplc="565802FA">
      <w:start w:val="1"/>
      <w:numFmt w:val="bullet"/>
      <w:lvlText w:val=""/>
      <w:lvlJc w:val="left"/>
      <w:pPr>
        <w:ind w:left="588" w:hanging="360"/>
      </w:pPr>
      <w:rPr>
        <w:rFonts w:ascii="Symbol" w:hAnsi="Symbol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7" w15:restartNumberingAfterBreak="0">
    <w:nsid w:val="543703B7"/>
    <w:multiLevelType w:val="hybridMultilevel"/>
    <w:tmpl w:val="8CDA225A"/>
    <w:lvl w:ilvl="0" w:tplc="5658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21C36"/>
    <w:multiLevelType w:val="hybridMultilevel"/>
    <w:tmpl w:val="FD0677A4"/>
    <w:name w:val="Magda322222"/>
    <w:lvl w:ilvl="0" w:tplc="565802F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80B6DDB"/>
    <w:multiLevelType w:val="hybridMultilevel"/>
    <w:tmpl w:val="35067A76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9D32F9E"/>
    <w:multiLevelType w:val="hybridMultilevel"/>
    <w:tmpl w:val="ECBED7AC"/>
    <w:lvl w:ilvl="0" w:tplc="77EE7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40CF2"/>
    <w:multiLevelType w:val="hybridMultilevel"/>
    <w:tmpl w:val="B53AF2B0"/>
    <w:lvl w:ilvl="0" w:tplc="C58E59DA">
      <w:start w:val="1"/>
      <w:numFmt w:val="decimal"/>
      <w:lvlText w:val="[%1]."/>
      <w:lvlJc w:val="right"/>
      <w:pPr>
        <w:ind w:left="1429" w:hanging="36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AD67C7E"/>
    <w:multiLevelType w:val="hybridMultilevel"/>
    <w:tmpl w:val="6FA6C9BE"/>
    <w:lvl w:ilvl="0" w:tplc="77EE7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71049"/>
    <w:multiLevelType w:val="hybridMultilevel"/>
    <w:tmpl w:val="2C74DD7A"/>
    <w:lvl w:ilvl="0" w:tplc="0415000F">
      <w:start w:val="1"/>
      <w:numFmt w:val="bullet"/>
      <w:pStyle w:val="Wyliczanie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451023"/>
    <w:multiLevelType w:val="multilevel"/>
    <w:tmpl w:val="C5D4F240"/>
    <w:lvl w:ilvl="0">
      <w:start w:val="1"/>
      <w:numFmt w:val="decimal"/>
      <w:pStyle w:val="Bibliografia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34F08B0"/>
    <w:multiLevelType w:val="hybridMultilevel"/>
    <w:tmpl w:val="F446E430"/>
    <w:lvl w:ilvl="0" w:tplc="565802FA">
      <w:start w:val="1"/>
      <w:numFmt w:val="bullet"/>
      <w:lvlText w:val=""/>
      <w:lvlJc w:val="left"/>
      <w:pPr>
        <w:ind w:left="588" w:hanging="360"/>
      </w:pPr>
      <w:rPr>
        <w:rFonts w:ascii="Symbol" w:hAnsi="Symbol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6" w15:restartNumberingAfterBreak="0">
    <w:nsid w:val="67AC06C1"/>
    <w:multiLevelType w:val="hybridMultilevel"/>
    <w:tmpl w:val="16DC3522"/>
    <w:lvl w:ilvl="0" w:tplc="D3CCB74E">
      <w:numFmt w:val="decimal"/>
      <w:lvlText w:val="%1."/>
      <w:lvlJc w:val="left"/>
      <w:pPr>
        <w:ind w:left="5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5005EB"/>
    <w:multiLevelType w:val="hybridMultilevel"/>
    <w:tmpl w:val="94BC9C5C"/>
    <w:lvl w:ilvl="0" w:tplc="565802FA">
      <w:start w:val="1"/>
      <w:numFmt w:val="bullet"/>
      <w:lvlText w:val=""/>
      <w:lvlJc w:val="left"/>
      <w:pPr>
        <w:ind w:left="588" w:hanging="360"/>
      </w:pPr>
      <w:rPr>
        <w:rFonts w:ascii="Symbol" w:hAnsi="Symbol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8" w15:restartNumberingAfterBreak="0">
    <w:nsid w:val="70682174"/>
    <w:multiLevelType w:val="hybridMultilevel"/>
    <w:tmpl w:val="8842BCA4"/>
    <w:lvl w:ilvl="0" w:tplc="8DAEF364">
      <w:start w:val="1"/>
      <w:numFmt w:val="decimal"/>
      <w:pStyle w:val="Tytu"/>
      <w:lvlText w:val="Tablica %1. "/>
      <w:lvlJc w:val="left"/>
      <w:pPr>
        <w:ind w:left="1211" w:hanging="360"/>
      </w:pPr>
      <w:rPr>
        <w:rFonts w:ascii="Calibri" w:hAnsi="Calibri" w:hint="default"/>
        <w:b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6369B"/>
    <w:multiLevelType w:val="hybridMultilevel"/>
    <w:tmpl w:val="2B32A036"/>
    <w:lvl w:ilvl="0" w:tplc="5658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42A61"/>
    <w:multiLevelType w:val="hybridMultilevel"/>
    <w:tmpl w:val="D346DC58"/>
    <w:lvl w:ilvl="0" w:tplc="C272048E">
      <w:start w:val="1"/>
      <w:numFmt w:val="decimal"/>
      <w:lvlText w:val="%1."/>
      <w:lvlJc w:val="left"/>
      <w:pPr>
        <w:ind w:left="5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74921"/>
    <w:multiLevelType w:val="multilevel"/>
    <w:tmpl w:val="104445A8"/>
    <w:styleLink w:val="Mgd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Restart w:val="0"/>
      <w:suff w:val="space"/>
      <w:lvlText w:val="Tab. %5."/>
      <w:lvlJc w:val="left"/>
      <w:pPr>
        <w:ind w:left="357" w:hanging="357"/>
      </w:pPr>
      <w:rPr>
        <w:rFonts w:ascii="Calibri" w:hAnsi="Calibri" w:hint="default"/>
        <w:b/>
        <w:i/>
        <w:sz w:val="24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42" w15:restartNumberingAfterBreak="0">
    <w:nsid w:val="7B6F328D"/>
    <w:multiLevelType w:val="hybridMultilevel"/>
    <w:tmpl w:val="F94EAFDA"/>
    <w:name w:val="Magda32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D474E3B"/>
    <w:multiLevelType w:val="hybridMultilevel"/>
    <w:tmpl w:val="A8D6C9E0"/>
    <w:lvl w:ilvl="0" w:tplc="FFFFFFFF">
      <w:start w:val="1"/>
      <w:numFmt w:val="bullet"/>
      <w:pStyle w:val="wypunktowanie"/>
      <w:lvlText w:val=""/>
      <w:lvlJc w:val="left"/>
      <w:pPr>
        <w:tabs>
          <w:tab w:val="num" w:pos="908"/>
        </w:tabs>
        <w:ind w:left="908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10254"/>
    <w:multiLevelType w:val="hybridMultilevel"/>
    <w:tmpl w:val="8CEA6A94"/>
    <w:lvl w:ilvl="0" w:tplc="712E62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41511"/>
    <w:multiLevelType w:val="hybridMultilevel"/>
    <w:tmpl w:val="16DC3522"/>
    <w:lvl w:ilvl="0" w:tplc="D3CCB74E">
      <w:numFmt w:val="decimal"/>
      <w:lvlText w:val="%1."/>
      <w:lvlJc w:val="left"/>
      <w:pPr>
        <w:ind w:left="5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4C4F10"/>
    <w:multiLevelType w:val="hybridMultilevel"/>
    <w:tmpl w:val="BB5E870A"/>
    <w:name w:val="Magda3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A36684"/>
    <w:multiLevelType w:val="multilevel"/>
    <w:tmpl w:val="9F2A9ECA"/>
    <w:name w:val="Mgd"/>
    <w:lvl w:ilvl="0">
      <w:start w:val="1"/>
      <w:numFmt w:val="decimal"/>
      <w:pStyle w:val="PABNagwek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AB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3">
      <w:start w:val="1"/>
      <w:numFmt w:val="decimal"/>
      <w:pStyle w:val="PABnaglo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1"/>
  </w:num>
  <w:num w:numId="3">
    <w:abstractNumId w:val="38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47"/>
  </w:num>
  <w:num w:numId="7">
    <w:abstractNumId w:val="17"/>
  </w:num>
  <w:num w:numId="8">
    <w:abstractNumId w:val="19"/>
  </w:num>
  <w:num w:numId="9">
    <w:abstractNumId w:val="22"/>
  </w:num>
  <w:num w:numId="10">
    <w:abstractNumId w:val="46"/>
  </w:num>
  <w:num w:numId="11">
    <w:abstractNumId w:val="20"/>
  </w:num>
  <w:num w:numId="12">
    <w:abstractNumId w:val="31"/>
  </w:num>
  <w:num w:numId="13">
    <w:abstractNumId w:val="43"/>
  </w:num>
  <w:num w:numId="14">
    <w:abstractNumId w:val="0"/>
  </w:num>
  <w:num w:numId="15">
    <w:abstractNumId w:val="10"/>
  </w:num>
  <w:num w:numId="16">
    <w:abstractNumId w:val="3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"/>
  </w:num>
  <w:num w:numId="20">
    <w:abstractNumId w:val="7"/>
  </w:num>
  <w:num w:numId="21">
    <w:abstractNumId w:val="45"/>
  </w:num>
  <w:num w:numId="22">
    <w:abstractNumId w:val="6"/>
  </w:num>
  <w:num w:numId="23">
    <w:abstractNumId w:val="40"/>
  </w:num>
  <w:num w:numId="24">
    <w:abstractNumId w:val="12"/>
  </w:num>
  <w:num w:numId="25">
    <w:abstractNumId w:val="5"/>
  </w:num>
  <w:num w:numId="26">
    <w:abstractNumId w:val="11"/>
  </w:num>
  <w:num w:numId="27">
    <w:abstractNumId w:val="21"/>
  </w:num>
  <w:num w:numId="28">
    <w:abstractNumId w:val="29"/>
  </w:num>
  <w:num w:numId="29">
    <w:abstractNumId w:val="30"/>
  </w:num>
  <w:num w:numId="30">
    <w:abstractNumId w:val="32"/>
  </w:num>
  <w:num w:numId="31">
    <w:abstractNumId w:val="44"/>
  </w:num>
  <w:num w:numId="32">
    <w:abstractNumId w:val="4"/>
  </w:num>
  <w:num w:numId="33">
    <w:abstractNumId w:val="13"/>
  </w:num>
  <w:num w:numId="34">
    <w:abstractNumId w:val="3"/>
  </w:num>
  <w:num w:numId="35">
    <w:abstractNumId w:val="27"/>
  </w:num>
  <w:num w:numId="36">
    <w:abstractNumId w:val="25"/>
  </w:num>
  <w:num w:numId="37">
    <w:abstractNumId w:val="24"/>
  </w:num>
  <w:num w:numId="38">
    <w:abstractNumId w:val="15"/>
  </w:num>
  <w:num w:numId="39">
    <w:abstractNumId w:val="23"/>
  </w:num>
  <w:num w:numId="40">
    <w:abstractNumId w:val="37"/>
  </w:num>
  <w:num w:numId="41">
    <w:abstractNumId w:val="26"/>
  </w:num>
  <w:num w:numId="42">
    <w:abstractNumId w:val="35"/>
  </w:num>
  <w:num w:numId="43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attachedTemplate r:id="rId1"/>
  <w:defaultTabStop w:val="709"/>
  <w:hyphenationZone w:val="425"/>
  <w:characterSpacingControl w:val="doNotCompress"/>
  <w:hdrShapeDefaults>
    <o:shapedefaults v:ext="edit" spidmax="21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D89"/>
    <w:rsid w:val="00000306"/>
    <w:rsid w:val="00005B8F"/>
    <w:rsid w:val="00006A25"/>
    <w:rsid w:val="00006B46"/>
    <w:rsid w:val="000137C8"/>
    <w:rsid w:val="0001471C"/>
    <w:rsid w:val="00014AE7"/>
    <w:rsid w:val="00015F05"/>
    <w:rsid w:val="00020171"/>
    <w:rsid w:val="00020F34"/>
    <w:rsid w:val="00021AC4"/>
    <w:rsid w:val="00021E8B"/>
    <w:rsid w:val="00022CB2"/>
    <w:rsid w:val="00022DF1"/>
    <w:rsid w:val="00023BBC"/>
    <w:rsid w:val="00024EB5"/>
    <w:rsid w:val="0002569D"/>
    <w:rsid w:val="00027574"/>
    <w:rsid w:val="000316A5"/>
    <w:rsid w:val="00031BB9"/>
    <w:rsid w:val="00031EFE"/>
    <w:rsid w:val="00031F6C"/>
    <w:rsid w:val="00032ADE"/>
    <w:rsid w:val="00033ED7"/>
    <w:rsid w:val="000347E6"/>
    <w:rsid w:val="00040DFB"/>
    <w:rsid w:val="000438D1"/>
    <w:rsid w:val="00044251"/>
    <w:rsid w:val="000455B6"/>
    <w:rsid w:val="00046801"/>
    <w:rsid w:val="0004699B"/>
    <w:rsid w:val="000504C0"/>
    <w:rsid w:val="00052C12"/>
    <w:rsid w:val="00053716"/>
    <w:rsid w:val="00054239"/>
    <w:rsid w:val="00054272"/>
    <w:rsid w:val="000577D2"/>
    <w:rsid w:val="000616FB"/>
    <w:rsid w:val="00062DAA"/>
    <w:rsid w:val="00064E04"/>
    <w:rsid w:val="00066889"/>
    <w:rsid w:val="00067C9C"/>
    <w:rsid w:val="0007019C"/>
    <w:rsid w:val="000706CF"/>
    <w:rsid w:val="00070B59"/>
    <w:rsid w:val="000730F4"/>
    <w:rsid w:val="00074022"/>
    <w:rsid w:val="00075052"/>
    <w:rsid w:val="0007707C"/>
    <w:rsid w:val="00083E6C"/>
    <w:rsid w:val="00086097"/>
    <w:rsid w:val="0008794A"/>
    <w:rsid w:val="0009215D"/>
    <w:rsid w:val="00093E32"/>
    <w:rsid w:val="00095043"/>
    <w:rsid w:val="00095B6C"/>
    <w:rsid w:val="00096078"/>
    <w:rsid w:val="00097981"/>
    <w:rsid w:val="000A04F3"/>
    <w:rsid w:val="000A1F00"/>
    <w:rsid w:val="000A4E6F"/>
    <w:rsid w:val="000A592E"/>
    <w:rsid w:val="000B23E5"/>
    <w:rsid w:val="000B37C5"/>
    <w:rsid w:val="000B3A2E"/>
    <w:rsid w:val="000B3BDF"/>
    <w:rsid w:val="000B40D0"/>
    <w:rsid w:val="000B4BDA"/>
    <w:rsid w:val="000B55C3"/>
    <w:rsid w:val="000B5C8D"/>
    <w:rsid w:val="000B5E2C"/>
    <w:rsid w:val="000B7451"/>
    <w:rsid w:val="000C09AE"/>
    <w:rsid w:val="000C293A"/>
    <w:rsid w:val="000C6BE4"/>
    <w:rsid w:val="000D41F9"/>
    <w:rsid w:val="000D4F20"/>
    <w:rsid w:val="000D5625"/>
    <w:rsid w:val="000E1312"/>
    <w:rsid w:val="000E2D38"/>
    <w:rsid w:val="000E383C"/>
    <w:rsid w:val="000E40FF"/>
    <w:rsid w:val="000F3693"/>
    <w:rsid w:val="000F4CDB"/>
    <w:rsid w:val="000F6F48"/>
    <w:rsid w:val="0010065F"/>
    <w:rsid w:val="001016C2"/>
    <w:rsid w:val="001020B1"/>
    <w:rsid w:val="00102CFB"/>
    <w:rsid w:val="001033EA"/>
    <w:rsid w:val="00103F6B"/>
    <w:rsid w:val="00104C9F"/>
    <w:rsid w:val="00107970"/>
    <w:rsid w:val="0011164C"/>
    <w:rsid w:val="00112D94"/>
    <w:rsid w:val="001144A3"/>
    <w:rsid w:val="00116C0D"/>
    <w:rsid w:val="001205DC"/>
    <w:rsid w:val="00125761"/>
    <w:rsid w:val="0013017E"/>
    <w:rsid w:val="00130C35"/>
    <w:rsid w:val="001379A5"/>
    <w:rsid w:val="00142AD9"/>
    <w:rsid w:val="001438B2"/>
    <w:rsid w:val="001451C6"/>
    <w:rsid w:val="00147D17"/>
    <w:rsid w:val="00147ECD"/>
    <w:rsid w:val="00151F47"/>
    <w:rsid w:val="00153084"/>
    <w:rsid w:val="00153B3C"/>
    <w:rsid w:val="00162484"/>
    <w:rsid w:val="00163A0D"/>
    <w:rsid w:val="00171C4A"/>
    <w:rsid w:val="0017318E"/>
    <w:rsid w:val="001733BB"/>
    <w:rsid w:val="00173D74"/>
    <w:rsid w:val="0017762B"/>
    <w:rsid w:val="00180637"/>
    <w:rsid w:val="001815F7"/>
    <w:rsid w:val="0018228D"/>
    <w:rsid w:val="001832CE"/>
    <w:rsid w:val="00184CA8"/>
    <w:rsid w:val="00184E7A"/>
    <w:rsid w:val="001863E5"/>
    <w:rsid w:val="00186DA7"/>
    <w:rsid w:val="0018723C"/>
    <w:rsid w:val="00190BDF"/>
    <w:rsid w:val="00192226"/>
    <w:rsid w:val="001951E9"/>
    <w:rsid w:val="001A2960"/>
    <w:rsid w:val="001A332B"/>
    <w:rsid w:val="001A7D1E"/>
    <w:rsid w:val="001B11DC"/>
    <w:rsid w:val="001B2C52"/>
    <w:rsid w:val="001B334A"/>
    <w:rsid w:val="001B45B6"/>
    <w:rsid w:val="001B675A"/>
    <w:rsid w:val="001C0051"/>
    <w:rsid w:val="001C3050"/>
    <w:rsid w:val="001C3BF6"/>
    <w:rsid w:val="001C5369"/>
    <w:rsid w:val="001C611E"/>
    <w:rsid w:val="001C74F9"/>
    <w:rsid w:val="001C7CD5"/>
    <w:rsid w:val="001D0241"/>
    <w:rsid w:val="001D25EB"/>
    <w:rsid w:val="001D2B56"/>
    <w:rsid w:val="001D2B79"/>
    <w:rsid w:val="001D398C"/>
    <w:rsid w:val="001E12A5"/>
    <w:rsid w:val="001E2A15"/>
    <w:rsid w:val="001E5544"/>
    <w:rsid w:val="001E6231"/>
    <w:rsid w:val="001E6E56"/>
    <w:rsid w:val="001E714B"/>
    <w:rsid w:val="001E7C22"/>
    <w:rsid w:val="001F1041"/>
    <w:rsid w:val="001F2C78"/>
    <w:rsid w:val="001F46A4"/>
    <w:rsid w:val="001F680E"/>
    <w:rsid w:val="001F6C72"/>
    <w:rsid w:val="00201252"/>
    <w:rsid w:val="002031D8"/>
    <w:rsid w:val="00207B63"/>
    <w:rsid w:val="00207EFB"/>
    <w:rsid w:val="00210857"/>
    <w:rsid w:val="002109D6"/>
    <w:rsid w:val="00212B12"/>
    <w:rsid w:val="00213E80"/>
    <w:rsid w:val="00214541"/>
    <w:rsid w:val="002167B8"/>
    <w:rsid w:val="0022000E"/>
    <w:rsid w:val="00220F25"/>
    <w:rsid w:val="00224424"/>
    <w:rsid w:val="00224773"/>
    <w:rsid w:val="00227F6C"/>
    <w:rsid w:val="00230363"/>
    <w:rsid w:val="00230BD6"/>
    <w:rsid w:val="002329B8"/>
    <w:rsid w:val="00235CEE"/>
    <w:rsid w:val="00242CF3"/>
    <w:rsid w:val="00243552"/>
    <w:rsid w:val="00245ECE"/>
    <w:rsid w:val="00246754"/>
    <w:rsid w:val="00247DEF"/>
    <w:rsid w:val="00251D47"/>
    <w:rsid w:val="00252337"/>
    <w:rsid w:val="00252785"/>
    <w:rsid w:val="00253F5C"/>
    <w:rsid w:val="002611DC"/>
    <w:rsid w:val="00262B2A"/>
    <w:rsid w:val="00262BB7"/>
    <w:rsid w:val="00264DAB"/>
    <w:rsid w:val="0026780F"/>
    <w:rsid w:val="00270FDF"/>
    <w:rsid w:val="00271CDD"/>
    <w:rsid w:val="00273AA5"/>
    <w:rsid w:val="002757F6"/>
    <w:rsid w:val="0027769B"/>
    <w:rsid w:val="0028346F"/>
    <w:rsid w:val="0028398B"/>
    <w:rsid w:val="002845A1"/>
    <w:rsid w:val="00284F3D"/>
    <w:rsid w:val="00285E47"/>
    <w:rsid w:val="00286755"/>
    <w:rsid w:val="00286AF1"/>
    <w:rsid w:val="00286C50"/>
    <w:rsid w:val="00292F35"/>
    <w:rsid w:val="00296FC9"/>
    <w:rsid w:val="002A2F6E"/>
    <w:rsid w:val="002A58F1"/>
    <w:rsid w:val="002A696A"/>
    <w:rsid w:val="002B119B"/>
    <w:rsid w:val="002B1552"/>
    <w:rsid w:val="002B2B06"/>
    <w:rsid w:val="002B37D4"/>
    <w:rsid w:val="002B3885"/>
    <w:rsid w:val="002B4A2E"/>
    <w:rsid w:val="002B7390"/>
    <w:rsid w:val="002B7E84"/>
    <w:rsid w:val="002C0D2B"/>
    <w:rsid w:val="002C48FE"/>
    <w:rsid w:val="002C5046"/>
    <w:rsid w:val="002C5407"/>
    <w:rsid w:val="002C5584"/>
    <w:rsid w:val="002C6182"/>
    <w:rsid w:val="002C74CE"/>
    <w:rsid w:val="002D14D7"/>
    <w:rsid w:val="002D17FF"/>
    <w:rsid w:val="002D1DF4"/>
    <w:rsid w:val="002D3EA9"/>
    <w:rsid w:val="002D4251"/>
    <w:rsid w:val="002D605E"/>
    <w:rsid w:val="002D6535"/>
    <w:rsid w:val="002E195C"/>
    <w:rsid w:val="002E1FA6"/>
    <w:rsid w:val="002E38F8"/>
    <w:rsid w:val="002E3964"/>
    <w:rsid w:val="002E550B"/>
    <w:rsid w:val="002E7A54"/>
    <w:rsid w:val="002F1B3E"/>
    <w:rsid w:val="002F3D27"/>
    <w:rsid w:val="002F4E51"/>
    <w:rsid w:val="002F60EE"/>
    <w:rsid w:val="002F7405"/>
    <w:rsid w:val="00300595"/>
    <w:rsid w:val="00300B5F"/>
    <w:rsid w:val="00302656"/>
    <w:rsid w:val="003042ED"/>
    <w:rsid w:val="0030692D"/>
    <w:rsid w:val="0030761D"/>
    <w:rsid w:val="00307A8F"/>
    <w:rsid w:val="00312ABA"/>
    <w:rsid w:val="00313C64"/>
    <w:rsid w:val="0031434A"/>
    <w:rsid w:val="00321D5A"/>
    <w:rsid w:val="0032337E"/>
    <w:rsid w:val="0032360B"/>
    <w:rsid w:val="00323BB7"/>
    <w:rsid w:val="00324768"/>
    <w:rsid w:val="00326517"/>
    <w:rsid w:val="0032759D"/>
    <w:rsid w:val="00332E9E"/>
    <w:rsid w:val="00332FE1"/>
    <w:rsid w:val="00340F96"/>
    <w:rsid w:val="003437B3"/>
    <w:rsid w:val="003453D5"/>
    <w:rsid w:val="00350062"/>
    <w:rsid w:val="00350067"/>
    <w:rsid w:val="00352C67"/>
    <w:rsid w:val="003553F7"/>
    <w:rsid w:val="003663DD"/>
    <w:rsid w:val="003725D4"/>
    <w:rsid w:val="00375B24"/>
    <w:rsid w:val="00376F43"/>
    <w:rsid w:val="00377ADC"/>
    <w:rsid w:val="003801DB"/>
    <w:rsid w:val="003803A0"/>
    <w:rsid w:val="00380441"/>
    <w:rsid w:val="00380992"/>
    <w:rsid w:val="003811F9"/>
    <w:rsid w:val="0038171F"/>
    <w:rsid w:val="00383BEF"/>
    <w:rsid w:val="003A0910"/>
    <w:rsid w:val="003A4DF3"/>
    <w:rsid w:val="003A6D9F"/>
    <w:rsid w:val="003A7095"/>
    <w:rsid w:val="003B35EC"/>
    <w:rsid w:val="003B3CB3"/>
    <w:rsid w:val="003B40AF"/>
    <w:rsid w:val="003B4D41"/>
    <w:rsid w:val="003C1F40"/>
    <w:rsid w:val="003C20C6"/>
    <w:rsid w:val="003C6272"/>
    <w:rsid w:val="003C6721"/>
    <w:rsid w:val="003D0215"/>
    <w:rsid w:val="003D0E24"/>
    <w:rsid w:val="003D6485"/>
    <w:rsid w:val="003D7879"/>
    <w:rsid w:val="003E0647"/>
    <w:rsid w:val="003E0B62"/>
    <w:rsid w:val="003E118B"/>
    <w:rsid w:val="003E52DE"/>
    <w:rsid w:val="003E6F1A"/>
    <w:rsid w:val="003F2404"/>
    <w:rsid w:val="003F3F6A"/>
    <w:rsid w:val="003F7400"/>
    <w:rsid w:val="003F7802"/>
    <w:rsid w:val="003F78E3"/>
    <w:rsid w:val="004009BB"/>
    <w:rsid w:val="00401217"/>
    <w:rsid w:val="00412554"/>
    <w:rsid w:val="00413AB2"/>
    <w:rsid w:val="004151BB"/>
    <w:rsid w:val="00423860"/>
    <w:rsid w:val="00430FB8"/>
    <w:rsid w:val="0043249E"/>
    <w:rsid w:val="004335B2"/>
    <w:rsid w:val="00434867"/>
    <w:rsid w:val="004356DA"/>
    <w:rsid w:val="004373F5"/>
    <w:rsid w:val="00441AD3"/>
    <w:rsid w:val="004437B7"/>
    <w:rsid w:val="00445D1B"/>
    <w:rsid w:val="00446FEA"/>
    <w:rsid w:val="0045508A"/>
    <w:rsid w:val="00460583"/>
    <w:rsid w:val="0046282E"/>
    <w:rsid w:val="0046637E"/>
    <w:rsid w:val="0047319C"/>
    <w:rsid w:val="004734C4"/>
    <w:rsid w:val="0047537F"/>
    <w:rsid w:val="00482092"/>
    <w:rsid w:val="004840B5"/>
    <w:rsid w:val="00486BD5"/>
    <w:rsid w:val="00487CF7"/>
    <w:rsid w:val="00491085"/>
    <w:rsid w:val="00494323"/>
    <w:rsid w:val="00495A2E"/>
    <w:rsid w:val="004B16A2"/>
    <w:rsid w:val="004C0A4B"/>
    <w:rsid w:val="004C5EC1"/>
    <w:rsid w:val="004D00F0"/>
    <w:rsid w:val="004D10C6"/>
    <w:rsid w:val="004D43C2"/>
    <w:rsid w:val="004D5B29"/>
    <w:rsid w:val="004D5EC7"/>
    <w:rsid w:val="004E4209"/>
    <w:rsid w:val="004E4F00"/>
    <w:rsid w:val="004E5E01"/>
    <w:rsid w:val="004E6C28"/>
    <w:rsid w:val="004E75C1"/>
    <w:rsid w:val="004F0591"/>
    <w:rsid w:val="004F0EEF"/>
    <w:rsid w:val="004F369A"/>
    <w:rsid w:val="004F4413"/>
    <w:rsid w:val="004F7AAD"/>
    <w:rsid w:val="0050063C"/>
    <w:rsid w:val="0050123B"/>
    <w:rsid w:val="00501492"/>
    <w:rsid w:val="00501880"/>
    <w:rsid w:val="005043BA"/>
    <w:rsid w:val="005067CE"/>
    <w:rsid w:val="00507751"/>
    <w:rsid w:val="00510092"/>
    <w:rsid w:val="0051025E"/>
    <w:rsid w:val="005114E7"/>
    <w:rsid w:val="00511BDB"/>
    <w:rsid w:val="00512029"/>
    <w:rsid w:val="0051287D"/>
    <w:rsid w:val="0051336F"/>
    <w:rsid w:val="00513909"/>
    <w:rsid w:val="00516A0D"/>
    <w:rsid w:val="00516AB2"/>
    <w:rsid w:val="00520696"/>
    <w:rsid w:val="00520DDE"/>
    <w:rsid w:val="0052269D"/>
    <w:rsid w:val="0052451B"/>
    <w:rsid w:val="00524970"/>
    <w:rsid w:val="005254C8"/>
    <w:rsid w:val="00526490"/>
    <w:rsid w:val="0052754E"/>
    <w:rsid w:val="0052784E"/>
    <w:rsid w:val="005303AC"/>
    <w:rsid w:val="00534D94"/>
    <w:rsid w:val="00536360"/>
    <w:rsid w:val="0054017A"/>
    <w:rsid w:val="0054193F"/>
    <w:rsid w:val="00544D5B"/>
    <w:rsid w:val="00561A60"/>
    <w:rsid w:val="00562256"/>
    <w:rsid w:val="00565600"/>
    <w:rsid w:val="005674D7"/>
    <w:rsid w:val="0057188D"/>
    <w:rsid w:val="00571B90"/>
    <w:rsid w:val="00572BB7"/>
    <w:rsid w:val="00573FFB"/>
    <w:rsid w:val="0057406E"/>
    <w:rsid w:val="005742D3"/>
    <w:rsid w:val="005759A6"/>
    <w:rsid w:val="00576D10"/>
    <w:rsid w:val="005774CF"/>
    <w:rsid w:val="0058314D"/>
    <w:rsid w:val="00585702"/>
    <w:rsid w:val="00587108"/>
    <w:rsid w:val="00587E7D"/>
    <w:rsid w:val="00590D45"/>
    <w:rsid w:val="00590ED9"/>
    <w:rsid w:val="00592142"/>
    <w:rsid w:val="0059234F"/>
    <w:rsid w:val="0059409A"/>
    <w:rsid w:val="005945A4"/>
    <w:rsid w:val="005A0AEA"/>
    <w:rsid w:val="005A1FB9"/>
    <w:rsid w:val="005A2A2C"/>
    <w:rsid w:val="005A2FEE"/>
    <w:rsid w:val="005A3FE7"/>
    <w:rsid w:val="005A67DD"/>
    <w:rsid w:val="005A6CDF"/>
    <w:rsid w:val="005B1C96"/>
    <w:rsid w:val="005B5649"/>
    <w:rsid w:val="005B605A"/>
    <w:rsid w:val="005C0162"/>
    <w:rsid w:val="005C138E"/>
    <w:rsid w:val="005D04C9"/>
    <w:rsid w:val="005D2BDE"/>
    <w:rsid w:val="005D2DD9"/>
    <w:rsid w:val="005E3D5C"/>
    <w:rsid w:val="005E4DA0"/>
    <w:rsid w:val="005E4F78"/>
    <w:rsid w:val="005E7B03"/>
    <w:rsid w:val="005F05DC"/>
    <w:rsid w:val="005F3E95"/>
    <w:rsid w:val="005F4953"/>
    <w:rsid w:val="005F7900"/>
    <w:rsid w:val="00600A53"/>
    <w:rsid w:val="00601002"/>
    <w:rsid w:val="0060125A"/>
    <w:rsid w:val="00602526"/>
    <w:rsid w:val="00603705"/>
    <w:rsid w:val="006046CD"/>
    <w:rsid w:val="00604F9E"/>
    <w:rsid w:val="00605780"/>
    <w:rsid w:val="0060711A"/>
    <w:rsid w:val="006106AD"/>
    <w:rsid w:val="00611CCB"/>
    <w:rsid w:val="00616CEC"/>
    <w:rsid w:val="00620332"/>
    <w:rsid w:val="00621E4E"/>
    <w:rsid w:val="00622424"/>
    <w:rsid w:val="006227AD"/>
    <w:rsid w:val="006247A3"/>
    <w:rsid w:val="00624DEA"/>
    <w:rsid w:val="00627B80"/>
    <w:rsid w:val="006364AC"/>
    <w:rsid w:val="00637117"/>
    <w:rsid w:val="00640CD3"/>
    <w:rsid w:val="006433E0"/>
    <w:rsid w:val="0064363D"/>
    <w:rsid w:val="006444D1"/>
    <w:rsid w:val="0064478F"/>
    <w:rsid w:val="00645223"/>
    <w:rsid w:val="006457A5"/>
    <w:rsid w:val="006462DD"/>
    <w:rsid w:val="00647858"/>
    <w:rsid w:val="00647AA6"/>
    <w:rsid w:val="00651601"/>
    <w:rsid w:val="00651752"/>
    <w:rsid w:val="006532EE"/>
    <w:rsid w:val="00654A15"/>
    <w:rsid w:val="00660158"/>
    <w:rsid w:val="00660191"/>
    <w:rsid w:val="00662D43"/>
    <w:rsid w:val="00663ED4"/>
    <w:rsid w:val="00663F88"/>
    <w:rsid w:val="006642A2"/>
    <w:rsid w:val="00664ED0"/>
    <w:rsid w:val="00664F8F"/>
    <w:rsid w:val="00666428"/>
    <w:rsid w:val="0066798D"/>
    <w:rsid w:val="0067024F"/>
    <w:rsid w:val="00670A04"/>
    <w:rsid w:val="00674EC1"/>
    <w:rsid w:val="0067596E"/>
    <w:rsid w:val="0067700F"/>
    <w:rsid w:val="0068054F"/>
    <w:rsid w:val="00683E21"/>
    <w:rsid w:val="00684AA1"/>
    <w:rsid w:val="00692BD0"/>
    <w:rsid w:val="0069316B"/>
    <w:rsid w:val="006938AB"/>
    <w:rsid w:val="006953B1"/>
    <w:rsid w:val="006A09B4"/>
    <w:rsid w:val="006A1A51"/>
    <w:rsid w:val="006A2EEF"/>
    <w:rsid w:val="006A7B5A"/>
    <w:rsid w:val="006B0249"/>
    <w:rsid w:val="006B173D"/>
    <w:rsid w:val="006B2A84"/>
    <w:rsid w:val="006B3138"/>
    <w:rsid w:val="006B72B2"/>
    <w:rsid w:val="006B7E78"/>
    <w:rsid w:val="006C1EEF"/>
    <w:rsid w:val="006C5976"/>
    <w:rsid w:val="006C5B3D"/>
    <w:rsid w:val="006C7E8B"/>
    <w:rsid w:val="006D0DD5"/>
    <w:rsid w:val="006D1C6B"/>
    <w:rsid w:val="006D5C74"/>
    <w:rsid w:val="006E26E9"/>
    <w:rsid w:val="006E2B3E"/>
    <w:rsid w:val="006F1B80"/>
    <w:rsid w:val="006F3F80"/>
    <w:rsid w:val="006F58D8"/>
    <w:rsid w:val="006F614C"/>
    <w:rsid w:val="006F6AED"/>
    <w:rsid w:val="007014BE"/>
    <w:rsid w:val="0070438A"/>
    <w:rsid w:val="00706F1E"/>
    <w:rsid w:val="007109F3"/>
    <w:rsid w:val="0071243B"/>
    <w:rsid w:val="007130F6"/>
    <w:rsid w:val="007147FD"/>
    <w:rsid w:val="0071664C"/>
    <w:rsid w:val="00717846"/>
    <w:rsid w:val="00720C0B"/>
    <w:rsid w:val="007212AE"/>
    <w:rsid w:val="00721DBD"/>
    <w:rsid w:val="007222EC"/>
    <w:rsid w:val="00724CCB"/>
    <w:rsid w:val="00732B3C"/>
    <w:rsid w:val="00733837"/>
    <w:rsid w:val="00735F6F"/>
    <w:rsid w:val="0074226F"/>
    <w:rsid w:val="007429CA"/>
    <w:rsid w:val="00747F73"/>
    <w:rsid w:val="007534FF"/>
    <w:rsid w:val="00755A56"/>
    <w:rsid w:val="0075770D"/>
    <w:rsid w:val="00757922"/>
    <w:rsid w:val="00757C8E"/>
    <w:rsid w:val="007600E1"/>
    <w:rsid w:val="00765E65"/>
    <w:rsid w:val="00767882"/>
    <w:rsid w:val="00770440"/>
    <w:rsid w:val="00774046"/>
    <w:rsid w:val="0077616D"/>
    <w:rsid w:val="00777158"/>
    <w:rsid w:val="00782EF7"/>
    <w:rsid w:val="007843C4"/>
    <w:rsid w:val="00791078"/>
    <w:rsid w:val="00791818"/>
    <w:rsid w:val="00792317"/>
    <w:rsid w:val="00793313"/>
    <w:rsid w:val="00793D4F"/>
    <w:rsid w:val="0079439E"/>
    <w:rsid w:val="0079486D"/>
    <w:rsid w:val="00794E3D"/>
    <w:rsid w:val="007A0AA2"/>
    <w:rsid w:val="007A1EE0"/>
    <w:rsid w:val="007A2964"/>
    <w:rsid w:val="007A40E8"/>
    <w:rsid w:val="007A7502"/>
    <w:rsid w:val="007A75A0"/>
    <w:rsid w:val="007B4304"/>
    <w:rsid w:val="007B4B43"/>
    <w:rsid w:val="007C1939"/>
    <w:rsid w:val="007C1B9A"/>
    <w:rsid w:val="007C2137"/>
    <w:rsid w:val="007D23C4"/>
    <w:rsid w:val="007D4455"/>
    <w:rsid w:val="007D5D9F"/>
    <w:rsid w:val="007D60DB"/>
    <w:rsid w:val="007D6598"/>
    <w:rsid w:val="007D6D02"/>
    <w:rsid w:val="007E1768"/>
    <w:rsid w:val="007E1A0D"/>
    <w:rsid w:val="007E2E0B"/>
    <w:rsid w:val="007E566A"/>
    <w:rsid w:val="007F0BD8"/>
    <w:rsid w:val="007F385A"/>
    <w:rsid w:val="007F3AD1"/>
    <w:rsid w:val="00801CAF"/>
    <w:rsid w:val="00802F3B"/>
    <w:rsid w:val="0080580B"/>
    <w:rsid w:val="0081188E"/>
    <w:rsid w:val="00811980"/>
    <w:rsid w:val="00813AE3"/>
    <w:rsid w:val="00816668"/>
    <w:rsid w:val="00820C60"/>
    <w:rsid w:val="00823465"/>
    <w:rsid w:val="00824503"/>
    <w:rsid w:val="00824BC6"/>
    <w:rsid w:val="00824BE1"/>
    <w:rsid w:val="008268F6"/>
    <w:rsid w:val="00833FEC"/>
    <w:rsid w:val="00844212"/>
    <w:rsid w:val="008466F5"/>
    <w:rsid w:val="00847850"/>
    <w:rsid w:val="0085061A"/>
    <w:rsid w:val="008553E1"/>
    <w:rsid w:val="0086047A"/>
    <w:rsid w:val="00860AAA"/>
    <w:rsid w:val="00862EE3"/>
    <w:rsid w:val="00872ECD"/>
    <w:rsid w:val="00877821"/>
    <w:rsid w:val="00877BD9"/>
    <w:rsid w:val="008801A7"/>
    <w:rsid w:val="00880B42"/>
    <w:rsid w:val="00883432"/>
    <w:rsid w:val="0088424E"/>
    <w:rsid w:val="0088531D"/>
    <w:rsid w:val="008860DE"/>
    <w:rsid w:val="00886B4C"/>
    <w:rsid w:val="0088759E"/>
    <w:rsid w:val="00891EE8"/>
    <w:rsid w:val="00896191"/>
    <w:rsid w:val="0089675E"/>
    <w:rsid w:val="008A0476"/>
    <w:rsid w:val="008A2F16"/>
    <w:rsid w:val="008A4D98"/>
    <w:rsid w:val="008A5A5A"/>
    <w:rsid w:val="008A5D27"/>
    <w:rsid w:val="008A74FF"/>
    <w:rsid w:val="008A7565"/>
    <w:rsid w:val="008B0678"/>
    <w:rsid w:val="008B1802"/>
    <w:rsid w:val="008B22A2"/>
    <w:rsid w:val="008B5253"/>
    <w:rsid w:val="008B74C2"/>
    <w:rsid w:val="008C041B"/>
    <w:rsid w:val="008C38B7"/>
    <w:rsid w:val="008C54BA"/>
    <w:rsid w:val="008C5723"/>
    <w:rsid w:val="008C70F1"/>
    <w:rsid w:val="008D3406"/>
    <w:rsid w:val="008D5971"/>
    <w:rsid w:val="008D7061"/>
    <w:rsid w:val="008E06BA"/>
    <w:rsid w:val="008E3FF9"/>
    <w:rsid w:val="008E5FDF"/>
    <w:rsid w:val="008F0E2A"/>
    <w:rsid w:val="008F2EFE"/>
    <w:rsid w:val="008F3B77"/>
    <w:rsid w:val="008F4964"/>
    <w:rsid w:val="008F4CE8"/>
    <w:rsid w:val="008F6496"/>
    <w:rsid w:val="00900140"/>
    <w:rsid w:val="009033D4"/>
    <w:rsid w:val="009041AC"/>
    <w:rsid w:val="00911943"/>
    <w:rsid w:val="009122A6"/>
    <w:rsid w:val="00913A8F"/>
    <w:rsid w:val="00916CFB"/>
    <w:rsid w:val="009170A0"/>
    <w:rsid w:val="00917AB3"/>
    <w:rsid w:val="009236E6"/>
    <w:rsid w:val="00924890"/>
    <w:rsid w:val="00930052"/>
    <w:rsid w:val="00930C22"/>
    <w:rsid w:val="00940671"/>
    <w:rsid w:val="00940892"/>
    <w:rsid w:val="0094162E"/>
    <w:rsid w:val="00941C38"/>
    <w:rsid w:val="00943CF7"/>
    <w:rsid w:val="00943D1D"/>
    <w:rsid w:val="00947E72"/>
    <w:rsid w:val="00953B29"/>
    <w:rsid w:val="009542FA"/>
    <w:rsid w:val="00954369"/>
    <w:rsid w:val="00957A5F"/>
    <w:rsid w:val="00957D89"/>
    <w:rsid w:val="00957DD1"/>
    <w:rsid w:val="00960583"/>
    <w:rsid w:val="00960D98"/>
    <w:rsid w:val="00960F5B"/>
    <w:rsid w:val="0096467B"/>
    <w:rsid w:val="0097076F"/>
    <w:rsid w:val="009709B1"/>
    <w:rsid w:val="009733EE"/>
    <w:rsid w:val="009737FB"/>
    <w:rsid w:val="009739CA"/>
    <w:rsid w:val="00973C2D"/>
    <w:rsid w:val="00973E0E"/>
    <w:rsid w:val="009746FE"/>
    <w:rsid w:val="009750F5"/>
    <w:rsid w:val="00975CD7"/>
    <w:rsid w:val="00976767"/>
    <w:rsid w:val="00976DBC"/>
    <w:rsid w:val="00980A6E"/>
    <w:rsid w:val="009824BD"/>
    <w:rsid w:val="00983983"/>
    <w:rsid w:val="00986AA0"/>
    <w:rsid w:val="00996C37"/>
    <w:rsid w:val="00996CC1"/>
    <w:rsid w:val="009A210F"/>
    <w:rsid w:val="009A2C46"/>
    <w:rsid w:val="009A3804"/>
    <w:rsid w:val="009A6C76"/>
    <w:rsid w:val="009A77CF"/>
    <w:rsid w:val="009B0505"/>
    <w:rsid w:val="009B1A75"/>
    <w:rsid w:val="009B29F6"/>
    <w:rsid w:val="009B5AC6"/>
    <w:rsid w:val="009B5CC3"/>
    <w:rsid w:val="009C2223"/>
    <w:rsid w:val="009C30A4"/>
    <w:rsid w:val="009C3773"/>
    <w:rsid w:val="009C51ED"/>
    <w:rsid w:val="009D05A1"/>
    <w:rsid w:val="009D089B"/>
    <w:rsid w:val="009D0B5D"/>
    <w:rsid w:val="009D2CDE"/>
    <w:rsid w:val="009D3306"/>
    <w:rsid w:val="009D56B4"/>
    <w:rsid w:val="009D5FDA"/>
    <w:rsid w:val="009E13B9"/>
    <w:rsid w:val="009E21A0"/>
    <w:rsid w:val="009E3DCF"/>
    <w:rsid w:val="009E4D61"/>
    <w:rsid w:val="009E4DD7"/>
    <w:rsid w:val="009E556E"/>
    <w:rsid w:val="009E68E6"/>
    <w:rsid w:val="009E7E71"/>
    <w:rsid w:val="009F15BF"/>
    <w:rsid w:val="009F3E6B"/>
    <w:rsid w:val="009F569D"/>
    <w:rsid w:val="009F7597"/>
    <w:rsid w:val="009F7EC4"/>
    <w:rsid w:val="00A0017D"/>
    <w:rsid w:val="00A0088F"/>
    <w:rsid w:val="00A01D7D"/>
    <w:rsid w:val="00A02EC6"/>
    <w:rsid w:val="00A04FD3"/>
    <w:rsid w:val="00A05B02"/>
    <w:rsid w:val="00A07C32"/>
    <w:rsid w:val="00A07E70"/>
    <w:rsid w:val="00A1741D"/>
    <w:rsid w:val="00A24DBA"/>
    <w:rsid w:val="00A276E1"/>
    <w:rsid w:val="00A34CD8"/>
    <w:rsid w:val="00A37961"/>
    <w:rsid w:val="00A405A2"/>
    <w:rsid w:val="00A4160E"/>
    <w:rsid w:val="00A43EC6"/>
    <w:rsid w:val="00A47BD4"/>
    <w:rsid w:val="00A50023"/>
    <w:rsid w:val="00A5485F"/>
    <w:rsid w:val="00A5606C"/>
    <w:rsid w:val="00A57239"/>
    <w:rsid w:val="00A575B4"/>
    <w:rsid w:val="00A5778F"/>
    <w:rsid w:val="00A60AFB"/>
    <w:rsid w:val="00A61366"/>
    <w:rsid w:val="00A62A82"/>
    <w:rsid w:val="00A66F30"/>
    <w:rsid w:val="00A715AA"/>
    <w:rsid w:val="00A745C8"/>
    <w:rsid w:val="00A76DAB"/>
    <w:rsid w:val="00A80CE0"/>
    <w:rsid w:val="00A84D7A"/>
    <w:rsid w:val="00A86C34"/>
    <w:rsid w:val="00A92E7C"/>
    <w:rsid w:val="00A93B09"/>
    <w:rsid w:val="00A93D7E"/>
    <w:rsid w:val="00A94330"/>
    <w:rsid w:val="00A94744"/>
    <w:rsid w:val="00A96125"/>
    <w:rsid w:val="00A96F59"/>
    <w:rsid w:val="00A974AA"/>
    <w:rsid w:val="00AA44FB"/>
    <w:rsid w:val="00AA7080"/>
    <w:rsid w:val="00AA70C9"/>
    <w:rsid w:val="00AA7E4A"/>
    <w:rsid w:val="00AB0F8D"/>
    <w:rsid w:val="00AB2E99"/>
    <w:rsid w:val="00AB525E"/>
    <w:rsid w:val="00AB5BE8"/>
    <w:rsid w:val="00AC151F"/>
    <w:rsid w:val="00AC6191"/>
    <w:rsid w:val="00AC6E84"/>
    <w:rsid w:val="00AD1042"/>
    <w:rsid w:val="00AD3D68"/>
    <w:rsid w:val="00AD49E4"/>
    <w:rsid w:val="00AD78CE"/>
    <w:rsid w:val="00AE0101"/>
    <w:rsid w:val="00AE0B7F"/>
    <w:rsid w:val="00AE173F"/>
    <w:rsid w:val="00AE44E5"/>
    <w:rsid w:val="00AF191C"/>
    <w:rsid w:val="00AF21A1"/>
    <w:rsid w:val="00AF2B4A"/>
    <w:rsid w:val="00AF74EA"/>
    <w:rsid w:val="00AF79FC"/>
    <w:rsid w:val="00B00B7B"/>
    <w:rsid w:val="00B01415"/>
    <w:rsid w:val="00B03742"/>
    <w:rsid w:val="00B0489B"/>
    <w:rsid w:val="00B17B0D"/>
    <w:rsid w:val="00B17F73"/>
    <w:rsid w:val="00B20120"/>
    <w:rsid w:val="00B20585"/>
    <w:rsid w:val="00B20AD2"/>
    <w:rsid w:val="00B25821"/>
    <w:rsid w:val="00B25A00"/>
    <w:rsid w:val="00B30876"/>
    <w:rsid w:val="00B30942"/>
    <w:rsid w:val="00B36A9E"/>
    <w:rsid w:val="00B373A0"/>
    <w:rsid w:val="00B407A7"/>
    <w:rsid w:val="00B54989"/>
    <w:rsid w:val="00B56AD2"/>
    <w:rsid w:val="00B6125C"/>
    <w:rsid w:val="00B6230D"/>
    <w:rsid w:val="00B63E5A"/>
    <w:rsid w:val="00B6448A"/>
    <w:rsid w:val="00B64A0D"/>
    <w:rsid w:val="00B64AFB"/>
    <w:rsid w:val="00B664AE"/>
    <w:rsid w:val="00B67559"/>
    <w:rsid w:val="00B7045B"/>
    <w:rsid w:val="00B704C6"/>
    <w:rsid w:val="00B73F9B"/>
    <w:rsid w:val="00B759EE"/>
    <w:rsid w:val="00B804EB"/>
    <w:rsid w:val="00B81732"/>
    <w:rsid w:val="00B823D7"/>
    <w:rsid w:val="00B83629"/>
    <w:rsid w:val="00B85772"/>
    <w:rsid w:val="00B85A43"/>
    <w:rsid w:val="00B863C2"/>
    <w:rsid w:val="00B92DC3"/>
    <w:rsid w:val="00B93838"/>
    <w:rsid w:val="00B969AB"/>
    <w:rsid w:val="00B96B79"/>
    <w:rsid w:val="00B96DE6"/>
    <w:rsid w:val="00B97A14"/>
    <w:rsid w:val="00BA5EA6"/>
    <w:rsid w:val="00BA7A7E"/>
    <w:rsid w:val="00BA7CAA"/>
    <w:rsid w:val="00BB0E05"/>
    <w:rsid w:val="00BB565A"/>
    <w:rsid w:val="00BB769F"/>
    <w:rsid w:val="00BB7C7C"/>
    <w:rsid w:val="00BB7F28"/>
    <w:rsid w:val="00BC1435"/>
    <w:rsid w:val="00BC157D"/>
    <w:rsid w:val="00BC1AF8"/>
    <w:rsid w:val="00BC1F1F"/>
    <w:rsid w:val="00BC5BF4"/>
    <w:rsid w:val="00BC6063"/>
    <w:rsid w:val="00BC6D86"/>
    <w:rsid w:val="00BC74DE"/>
    <w:rsid w:val="00BC754C"/>
    <w:rsid w:val="00BD01D6"/>
    <w:rsid w:val="00BD087D"/>
    <w:rsid w:val="00BD0F5C"/>
    <w:rsid w:val="00BD2513"/>
    <w:rsid w:val="00BD5023"/>
    <w:rsid w:val="00BD6092"/>
    <w:rsid w:val="00BE4C41"/>
    <w:rsid w:val="00BE6BDC"/>
    <w:rsid w:val="00BE6E6C"/>
    <w:rsid w:val="00BF6354"/>
    <w:rsid w:val="00C00888"/>
    <w:rsid w:val="00C03B3F"/>
    <w:rsid w:val="00C04AD1"/>
    <w:rsid w:val="00C071F6"/>
    <w:rsid w:val="00C16514"/>
    <w:rsid w:val="00C16DBB"/>
    <w:rsid w:val="00C1741C"/>
    <w:rsid w:val="00C20F58"/>
    <w:rsid w:val="00C2205F"/>
    <w:rsid w:val="00C22D66"/>
    <w:rsid w:val="00C2304B"/>
    <w:rsid w:val="00C244A7"/>
    <w:rsid w:val="00C2558C"/>
    <w:rsid w:val="00C266E0"/>
    <w:rsid w:val="00C2678C"/>
    <w:rsid w:val="00C269B2"/>
    <w:rsid w:val="00C26A04"/>
    <w:rsid w:val="00C26DE5"/>
    <w:rsid w:val="00C27C59"/>
    <w:rsid w:val="00C302B5"/>
    <w:rsid w:val="00C3222F"/>
    <w:rsid w:val="00C328D6"/>
    <w:rsid w:val="00C3449C"/>
    <w:rsid w:val="00C41669"/>
    <w:rsid w:val="00C42EF4"/>
    <w:rsid w:val="00C443CE"/>
    <w:rsid w:val="00C44BCA"/>
    <w:rsid w:val="00C45690"/>
    <w:rsid w:val="00C46ADF"/>
    <w:rsid w:val="00C5212A"/>
    <w:rsid w:val="00C540F9"/>
    <w:rsid w:val="00C60218"/>
    <w:rsid w:val="00C620BB"/>
    <w:rsid w:val="00C62F28"/>
    <w:rsid w:val="00C76011"/>
    <w:rsid w:val="00C7650C"/>
    <w:rsid w:val="00C76DA3"/>
    <w:rsid w:val="00C77407"/>
    <w:rsid w:val="00C809BB"/>
    <w:rsid w:val="00C82178"/>
    <w:rsid w:val="00C83066"/>
    <w:rsid w:val="00C8309B"/>
    <w:rsid w:val="00C83EF5"/>
    <w:rsid w:val="00C87733"/>
    <w:rsid w:val="00C92DFC"/>
    <w:rsid w:val="00CA3170"/>
    <w:rsid w:val="00CB0EB2"/>
    <w:rsid w:val="00CB11F7"/>
    <w:rsid w:val="00CB1782"/>
    <w:rsid w:val="00CB28C3"/>
    <w:rsid w:val="00CB3049"/>
    <w:rsid w:val="00CB3E2D"/>
    <w:rsid w:val="00CB5542"/>
    <w:rsid w:val="00CB72C9"/>
    <w:rsid w:val="00CC233A"/>
    <w:rsid w:val="00CC37D1"/>
    <w:rsid w:val="00CD0AF5"/>
    <w:rsid w:val="00CD101E"/>
    <w:rsid w:val="00CD244F"/>
    <w:rsid w:val="00CD46C8"/>
    <w:rsid w:val="00CD7D5B"/>
    <w:rsid w:val="00CE06FD"/>
    <w:rsid w:val="00CE11C6"/>
    <w:rsid w:val="00CE2D67"/>
    <w:rsid w:val="00CE543F"/>
    <w:rsid w:val="00CE5A5C"/>
    <w:rsid w:val="00CF38C1"/>
    <w:rsid w:val="00CF3AA0"/>
    <w:rsid w:val="00D03CFC"/>
    <w:rsid w:val="00D04EF0"/>
    <w:rsid w:val="00D1066E"/>
    <w:rsid w:val="00D11F58"/>
    <w:rsid w:val="00D153BC"/>
    <w:rsid w:val="00D17491"/>
    <w:rsid w:val="00D21BC5"/>
    <w:rsid w:val="00D22E30"/>
    <w:rsid w:val="00D2434B"/>
    <w:rsid w:val="00D257B9"/>
    <w:rsid w:val="00D270D2"/>
    <w:rsid w:val="00D326AF"/>
    <w:rsid w:val="00D33798"/>
    <w:rsid w:val="00D33F3C"/>
    <w:rsid w:val="00D370A6"/>
    <w:rsid w:val="00D4120E"/>
    <w:rsid w:val="00D44451"/>
    <w:rsid w:val="00D44A59"/>
    <w:rsid w:val="00D459B2"/>
    <w:rsid w:val="00D45DBC"/>
    <w:rsid w:val="00D4610D"/>
    <w:rsid w:val="00D46D24"/>
    <w:rsid w:val="00D47E8F"/>
    <w:rsid w:val="00D51779"/>
    <w:rsid w:val="00D517ED"/>
    <w:rsid w:val="00D51BB6"/>
    <w:rsid w:val="00D521CF"/>
    <w:rsid w:val="00D532CA"/>
    <w:rsid w:val="00D54568"/>
    <w:rsid w:val="00D5479D"/>
    <w:rsid w:val="00D60725"/>
    <w:rsid w:val="00D63BD8"/>
    <w:rsid w:val="00D645DF"/>
    <w:rsid w:val="00D65E36"/>
    <w:rsid w:val="00D70D1B"/>
    <w:rsid w:val="00D80B6D"/>
    <w:rsid w:val="00D80D84"/>
    <w:rsid w:val="00D814F2"/>
    <w:rsid w:val="00D83EEF"/>
    <w:rsid w:val="00D8509E"/>
    <w:rsid w:val="00D8559C"/>
    <w:rsid w:val="00D8676B"/>
    <w:rsid w:val="00D975AF"/>
    <w:rsid w:val="00D97C95"/>
    <w:rsid w:val="00D97D89"/>
    <w:rsid w:val="00DA0395"/>
    <w:rsid w:val="00DA21D0"/>
    <w:rsid w:val="00DA39B8"/>
    <w:rsid w:val="00DA3C4F"/>
    <w:rsid w:val="00DB0BAA"/>
    <w:rsid w:val="00DB1B1D"/>
    <w:rsid w:val="00DB2E2D"/>
    <w:rsid w:val="00DB33D0"/>
    <w:rsid w:val="00DB3B64"/>
    <w:rsid w:val="00DB7654"/>
    <w:rsid w:val="00DB7BE3"/>
    <w:rsid w:val="00DB7D72"/>
    <w:rsid w:val="00DC0578"/>
    <w:rsid w:val="00DC1788"/>
    <w:rsid w:val="00DC2946"/>
    <w:rsid w:val="00DC76DF"/>
    <w:rsid w:val="00DC7E57"/>
    <w:rsid w:val="00DD47C2"/>
    <w:rsid w:val="00DD6B9C"/>
    <w:rsid w:val="00DD7460"/>
    <w:rsid w:val="00DD7B6E"/>
    <w:rsid w:val="00DD7DB7"/>
    <w:rsid w:val="00DE1A6E"/>
    <w:rsid w:val="00DE38BA"/>
    <w:rsid w:val="00DE6433"/>
    <w:rsid w:val="00DE6933"/>
    <w:rsid w:val="00DE6F63"/>
    <w:rsid w:val="00DE7368"/>
    <w:rsid w:val="00DE7B69"/>
    <w:rsid w:val="00DF1F4C"/>
    <w:rsid w:val="00DF7292"/>
    <w:rsid w:val="00E04D1F"/>
    <w:rsid w:val="00E04F58"/>
    <w:rsid w:val="00E05681"/>
    <w:rsid w:val="00E13889"/>
    <w:rsid w:val="00E176EE"/>
    <w:rsid w:val="00E20609"/>
    <w:rsid w:val="00E223A9"/>
    <w:rsid w:val="00E2324C"/>
    <w:rsid w:val="00E2413A"/>
    <w:rsid w:val="00E27EFB"/>
    <w:rsid w:val="00E34AAF"/>
    <w:rsid w:val="00E34D32"/>
    <w:rsid w:val="00E35BE7"/>
    <w:rsid w:val="00E36882"/>
    <w:rsid w:val="00E37F37"/>
    <w:rsid w:val="00E414C7"/>
    <w:rsid w:val="00E41A23"/>
    <w:rsid w:val="00E43961"/>
    <w:rsid w:val="00E46405"/>
    <w:rsid w:val="00E46F45"/>
    <w:rsid w:val="00E47C1E"/>
    <w:rsid w:val="00E47EAA"/>
    <w:rsid w:val="00E50C6B"/>
    <w:rsid w:val="00E523F5"/>
    <w:rsid w:val="00E52E0F"/>
    <w:rsid w:val="00E55204"/>
    <w:rsid w:val="00E5600B"/>
    <w:rsid w:val="00E60000"/>
    <w:rsid w:val="00E60C74"/>
    <w:rsid w:val="00E6128D"/>
    <w:rsid w:val="00E617B6"/>
    <w:rsid w:val="00E61895"/>
    <w:rsid w:val="00E64848"/>
    <w:rsid w:val="00E665B5"/>
    <w:rsid w:val="00E70583"/>
    <w:rsid w:val="00E70785"/>
    <w:rsid w:val="00E728C9"/>
    <w:rsid w:val="00E73173"/>
    <w:rsid w:val="00E75E6B"/>
    <w:rsid w:val="00E80DE2"/>
    <w:rsid w:val="00E8240F"/>
    <w:rsid w:val="00E82A1A"/>
    <w:rsid w:val="00E842D1"/>
    <w:rsid w:val="00E85CB1"/>
    <w:rsid w:val="00E87840"/>
    <w:rsid w:val="00E91DD6"/>
    <w:rsid w:val="00E922DE"/>
    <w:rsid w:val="00EA070C"/>
    <w:rsid w:val="00EA08A0"/>
    <w:rsid w:val="00EA1BE9"/>
    <w:rsid w:val="00EA1F14"/>
    <w:rsid w:val="00EA26E4"/>
    <w:rsid w:val="00EA6ABC"/>
    <w:rsid w:val="00EA78F8"/>
    <w:rsid w:val="00EB1AD0"/>
    <w:rsid w:val="00EB7402"/>
    <w:rsid w:val="00EC281C"/>
    <w:rsid w:val="00EC56FD"/>
    <w:rsid w:val="00EC59EB"/>
    <w:rsid w:val="00EC5CFA"/>
    <w:rsid w:val="00ED04C8"/>
    <w:rsid w:val="00ED05B3"/>
    <w:rsid w:val="00ED1789"/>
    <w:rsid w:val="00ED1F57"/>
    <w:rsid w:val="00ED28FD"/>
    <w:rsid w:val="00ED387E"/>
    <w:rsid w:val="00ED4253"/>
    <w:rsid w:val="00ED4A0F"/>
    <w:rsid w:val="00ED53A2"/>
    <w:rsid w:val="00ED6D65"/>
    <w:rsid w:val="00ED7636"/>
    <w:rsid w:val="00EE4514"/>
    <w:rsid w:val="00EE6CB5"/>
    <w:rsid w:val="00EF0591"/>
    <w:rsid w:val="00EF3C44"/>
    <w:rsid w:val="00EF406A"/>
    <w:rsid w:val="00EF4CFB"/>
    <w:rsid w:val="00EF5158"/>
    <w:rsid w:val="00F00207"/>
    <w:rsid w:val="00F05647"/>
    <w:rsid w:val="00F05C83"/>
    <w:rsid w:val="00F0636E"/>
    <w:rsid w:val="00F067A4"/>
    <w:rsid w:val="00F12149"/>
    <w:rsid w:val="00F1657F"/>
    <w:rsid w:val="00F16A1E"/>
    <w:rsid w:val="00F2145F"/>
    <w:rsid w:val="00F216D1"/>
    <w:rsid w:val="00F23178"/>
    <w:rsid w:val="00F24282"/>
    <w:rsid w:val="00F247B5"/>
    <w:rsid w:val="00F25C1A"/>
    <w:rsid w:val="00F27CA1"/>
    <w:rsid w:val="00F27D50"/>
    <w:rsid w:val="00F322A4"/>
    <w:rsid w:val="00F3643F"/>
    <w:rsid w:val="00F36DB2"/>
    <w:rsid w:val="00F40A37"/>
    <w:rsid w:val="00F440E5"/>
    <w:rsid w:val="00F449BF"/>
    <w:rsid w:val="00F45F7D"/>
    <w:rsid w:val="00F503F2"/>
    <w:rsid w:val="00F50A86"/>
    <w:rsid w:val="00F510C1"/>
    <w:rsid w:val="00F520D6"/>
    <w:rsid w:val="00F57F7E"/>
    <w:rsid w:val="00F6101F"/>
    <w:rsid w:val="00F62421"/>
    <w:rsid w:val="00F6251C"/>
    <w:rsid w:val="00F638C5"/>
    <w:rsid w:val="00F63C98"/>
    <w:rsid w:val="00F63D1F"/>
    <w:rsid w:val="00F66266"/>
    <w:rsid w:val="00F67371"/>
    <w:rsid w:val="00F76A4D"/>
    <w:rsid w:val="00F7796F"/>
    <w:rsid w:val="00F8060B"/>
    <w:rsid w:val="00F84838"/>
    <w:rsid w:val="00F84BD2"/>
    <w:rsid w:val="00F85564"/>
    <w:rsid w:val="00F86DD7"/>
    <w:rsid w:val="00F9134F"/>
    <w:rsid w:val="00F92490"/>
    <w:rsid w:val="00F924CB"/>
    <w:rsid w:val="00F939CA"/>
    <w:rsid w:val="00F97260"/>
    <w:rsid w:val="00FA0952"/>
    <w:rsid w:val="00FA0AA6"/>
    <w:rsid w:val="00FA1345"/>
    <w:rsid w:val="00FA32E9"/>
    <w:rsid w:val="00FA351D"/>
    <w:rsid w:val="00FA4156"/>
    <w:rsid w:val="00FA4CB6"/>
    <w:rsid w:val="00FA53B6"/>
    <w:rsid w:val="00FA6DD9"/>
    <w:rsid w:val="00FA7DD1"/>
    <w:rsid w:val="00FB0196"/>
    <w:rsid w:val="00FB0A03"/>
    <w:rsid w:val="00FB1181"/>
    <w:rsid w:val="00FB2184"/>
    <w:rsid w:val="00FB291D"/>
    <w:rsid w:val="00FB3559"/>
    <w:rsid w:val="00FB72F9"/>
    <w:rsid w:val="00FB7B50"/>
    <w:rsid w:val="00FC036E"/>
    <w:rsid w:val="00FC08A9"/>
    <w:rsid w:val="00FC09BE"/>
    <w:rsid w:val="00FC2B06"/>
    <w:rsid w:val="00FC5726"/>
    <w:rsid w:val="00FC5744"/>
    <w:rsid w:val="00FC5F94"/>
    <w:rsid w:val="00FC6094"/>
    <w:rsid w:val="00FC670D"/>
    <w:rsid w:val="00FC6DAC"/>
    <w:rsid w:val="00FC7163"/>
    <w:rsid w:val="00FD15A7"/>
    <w:rsid w:val="00FD447E"/>
    <w:rsid w:val="00FD4C4F"/>
    <w:rsid w:val="00FD501D"/>
    <w:rsid w:val="00FD5F65"/>
    <w:rsid w:val="00FE1F66"/>
    <w:rsid w:val="00FE53B8"/>
    <w:rsid w:val="00FE631B"/>
    <w:rsid w:val="00FE66CC"/>
    <w:rsid w:val="00FF0E3B"/>
    <w:rsid w:val="00FF32A3"/>
    <w:rsid w:val="00FF33AF"/>
    <w:rsid w:val="00FF363D"/>
    <w:rsid w:val="00FF38FB"/>
    <w:rsid w:val="00FF3C7B"/>
    <w:rsid w:val="00FF4235"/>
    <w:rsid w:val="00FF4E1D"/>
    <w:rsid w:val="00FF6EF1"/>
    <w:rsid w:val="00FF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6"/>
    <o:shapelayout v:ext="edit">
      <o:idmap v:ext="edit" data="1"/>
    </o:shapelayout>
  </w:shapeDefaults>
  <w:decimalSymbol w:val=","/>
  <w:listSeparator w:val=";"/>
  <w14:docId w14:val="16FB9165"/>
  <w15:docId w15:val="{8AAFD548-8D32-4AB5-BDE0-C4B79D7A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251"/>
    <w:pPr>
      <w:suppressAutoHyphens/>
      <w:spacing w:after="0" w:line="360" w:lineRule="auto"/>
      <w:ind w:firstLine="709"/>
      <w:jc w:val="both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173D74"/>
    <w:pPr>
      <w:keepNext/>
      <w:keepLines/>
      <w:numPr>
        <w:numId w:val="1"/>
      </w:numPr>
      <w:spacing w:before="7000"/>
      <w:jc w:val="right"/>
      <w:outlineLvl w:val="0"/>
    </w:pPr>
    <w:rPr>
      <w:rFonts w:eastAsiaTheme="majorEastAsia" w:cstheme="majorBidi"/>
      <w:b/>
      <w:bCs/>
      <w:sz w:val="60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B2E2D"/>
    <w:pPr>
      <w:keepNext/>
      <w:keepLines/>
      <w:numPr>
        <w:ilvl w:val="1"/>
        <w:numId w:val="1"/>
      </w:numPr>
      <w:shd w:val="clear" w:color="auto" w:fill="EEECE1" w:themeFill="background2"/>
      <w:spacing w:before="240" w:after="100" w:afterAutospacing="1" w:line="240" w:lineRule="auto"/>
      <w:ind w:left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4610D"/>
    <w:pPr>
      <w:keepNext/>
      <w:keepLines/>
      <w:numPr>
        <w:ilvl w:val="2"/>
        <w:numId w:val="1"/>
      </w:numPr>
      <w:spacing w:before="200" w:after="240" w:line="288" w:lineRule="auto"/>
      <w:outlineLvl w:val="2"/>
    </w:pPr>
    <w:rPr>
      <w:rFonts w:eastAsiaTheme="majorEastAsia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0F58"/>
    <w:pPr>
      <w:keepNext/>
      <w:keepLines/>
      <w:numPr>
        <w:ilvl w:val="3"/>
        <w:numId w:val="1"/>
      </w:numPr>
      <w:spacing w:before="120"/>
      <w:outlineLvl w:val="3"/>
    </w:pPr>
    <w:rPr>
      <w:rFonts w:eastAsiaTheme="majorEastAsia" w:cstheme="majorBidi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A7A7E"/>
    <w:pPr>
      <w:keepNext/>
      <w:keepLines/>
      <w:numPr>
        <w:ilvl w:val="4"/>
        <w:numId w:val="1"/>
      </w:numPr>
      <w:spacing w:before="60"/>
      <w:ind w:firstLine="426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20F58"/>
    <w:pPr>
      <w:keepNext/>
      <w:keepLines/>
      <w:numPr>
        <w:ilvl w:val="5"/>
        <w:numId w:val="1"/>
      </w:numPr>
      <w:spacing w:line="240" w:lineRule="auto"/>
      <w:outlineLvl w:val="5"/>
    </w:pPr>
    <w:rPr>
      <w:rFonts w:eastAsiaTheme="majorEastAsia" w:cstheme="majorBidi"/>
      <w:i/>
      <w:iCs/>
      <w:sz w:val="24"/>
    </w:rPr>
  </w:style>
  <w:style w:type="paragraph" w:styleId="Nagwek7">
    <w:name w:val="heading 7"/>
    <w:basedOn w:val="Normalny"/>
    <w:next w:val="Normalny"/>
    <w:link w:val="Nagwek7Znak"/>
    <w:qFormat/>
    <w:rsid w:val="00BC754C"/>
    <w:pPr>
      <w:tabs>
        <w:tab w:val="num" w:pos="2005"/>
      </w:tabs>
      <w:suppressAutoHyphens w:val="0"/>
      <w:autoSpaceDN/>
      <w:spacing w:before="240" w:after="60" w:line="240" w:lineRule="auto"/>
      <w:ind w:left="2005" w:hanging="1296"/>
      <w:textAlignment w:val="auto"/>
      <w:outlineLvl w:val="6"/>
    </w:pPr>
    <w:rPr>
      <w:rFonts w:eastAsia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754C"/>
    <w:pPr>
      <w:tabs>
        <w:tab w:val="num" w:pos="2149"/>
      </w:tabs>
      <w:suppressAutoHyphens w:val="0"/>
      <w:autoSpaceDN/>
      <w:spacing w:before="240" w:after="60" w:line="240" w:lineRule="auto"/>
      <w:ind w:left="2149" w:hanging="1440"/>
      <w:textAlignment w:val="auto"/>
      <w:outlineLvl w:val="7"/>
    </w:pPr>
    <w:rPr>
      <w:rFonts w:eastAsia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754C"/>
    <w:pPr>
      <w:tabs>
        <w:tab w:val="num" w:pos="2293"/>
      </w:tabs>
      <w:suppressAutoHyphens w:val="0"/>
      <w:autoSpaceDN/>
      <w:spacing w:before="240" w:after="60" w:line="240" w:lineRule="auto"/>
      <w:ind w:left="2293" w:hanging="1584"/>
      <w:textAlignment w:val="auto"/>
      <w:outlineLvl w:val="8"/>
    </w:pPr>
    <w:rPr>
      <w:rFonts w:eastAsia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3D74"/>
    <w:rPr>
      <w:rFonts w:asciiTheme="minorHAnsi" w:eastAsiaTheme="majorEastAsia" w:hAnsiTheme="minorHAnsi" w:cstheme="majorBidi"/>
      <w:b/>
      <w:bCs/>
      <w:sz w:val="6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E2D"/>
    <w:rPr>
      <w:rFonts w:asciiTheme="minorHAnsi" w:eastAsiaTheme="majorEastAsia" w:hAnsiTheme="minorHAnsi" w:cstheme="majorBidi"/>
      <w:b/>
      <w:bCs/>
      <w:sz w:val="24"/>
      <w:szCs w:val="26"/>
      <w:shd w:val="clear" w:color="auto" w:fill="EEECE1" w:themeFill="background2"/>
    </w:rPr>
  </w:style>
  <w:style w:type="character" w:customStyle="1" w:styleId="Nagwek3Znak">
    <w:name w:val="Nagłówek 3 Znak"/>
    <w:basedOn w:val="Domylnaczcionkaakapitu"/>
    <w:link w:val="Nagwek3"/>
    <w:rsid w:val="00D4610D"/>
    <w:rPr>
      <w:rFonts w:asciiTheme="minorHAnsi" w:eastAsiaTheme="majorEastAsia" w:hAnsiTheme="minorHAnsi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0F58"/>
    <w:rPr>
      <w:rFonts w:asciiTheme="minorHAnsi" w:eastAsiaTheme="majorEastAsia" w:hAnsiTheme="minorHAnsi" w:cstheme="majorBidi"/>
      <w:b/>
      <w:bCs/>
      <w:iCs/>
      <w:sz w:val="24"/>
    </w:rPr>
  </w:style>
  <w:style w:type="paragraph" w:styleId="Bezodstpw">
    <w:name w:val="No Spacing"/>
    <w:link w:val="BezodstpwZnak"/>
    <w:uiPriority w:val="1"/>
    <w:qFormat/>
    <w:rsid w:val="00953B29"/>
    <w:pPr>
      <w:suppressAutoHyphens/>
      <w:spacing w:after="0" w:line="360" w:lineRule="auto"/>
      <w:ind w:firstLine="709"/>
    </w:pPr>
    <w:rPr>
      <w:rFonts w:ascii="Arial" w:hAnsi="Arial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8E3FF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8E3FF9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A613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366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unhideWhenUsed/>
    <w:rsid w:val="00A613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61366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List Paragraph,BulletC,Akapit z listą1"/>
    <w:basedOn w:val="Normalny"/>
    <w:link w:val="AkapitzlistZnak"/>
    <w:uiPriority w:val="99"/>
    <w:qFormat/>
    <w:rsid w:val="00513909"/>
    <w:pPr>
      <w:suppressAutoHyphens w:val="0"/>
      <w:autoSpaceDN/>
      <w:ind w:left="720"/>
      <w:contextualSpacing/>
      <w:textAlignment w:val="auto"/>
    </w:pPr>
    <w:rPr>
      <w:rFonts w:eastAsiaTheme="minorHAnsi" w:cstheme="minorBidi"/>
    </w:rPr>
  </w:style>
  <w:style w:type="character" w:styleId="Hipercze">
    <w:name w:val="Hyperlink"/>
    <w:basedOn w:val="Domylnaczcionkaakapitu"/>
    <w:uiPriority w:val="99"/>
    <w:unhideWhenUsed/>
    <w:rsid w:val="003042E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47BD4"/>
    <w:pPr>
      <w:tabs>
        <w:tab w:val="right" w:leader="dot" w:pos="9356"/>
      </w:tabs>
      <w:ind w:left="567" w:hanging="567"/>
    </w:pPr>
    <w:rPr>
      <w:b/>
      <w:noProof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17AB3"/>
    <w:pPr>
      <w:tabs>
        <w:tab w:val="right" w:leader="dot" w:pos="9356"/>
      </w:tabs>
      <w:ind w:left="567" w:hanging="567"/>
    </w:pPr>
    <w:rPr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42EF4"/>
    <w:pPr>
      <w:tabs>
        <w:tab w:val="left" w:pos="908"/>
        <w:tab w:val="right" w:leader="dot" w:pos="9356"/>
      </w:tabs>
      <w:ind w:left="567" w:hanging="567"/>
    </w:pPr>
    <w:rPr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20F58"/>
    <w:pPr>
      <w:tabs>
        <w:tab w:val="left" w:pos="1100"/>
        <w:tab w:val="right" w:leader="dot" w:pos="9344"/>
      </w:tabs>
      <w:ind w:left="907" w:hanging="680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1F46A4"/>
    <w:pPr>
      <w:suppressAutoHyphens w:val="0"/>
      <w:autoSpaceDN/>
      <w:spacing w:line="240" w:lineRule="auto"/>
      <w:ind w:firstLine="0"/>
      <w:jc w:val="center"/>
      <w:textAlignment w:val="auto"/>
    </w:pPr>
    <w:rPr>
      <w:rFonts w:eastAsia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46A4"/>
    <w:rPr>
      <w:rFonts w:ascii="Arial" w:eastAsia="Times New Roman" w:hAnsi="Arial"/>
      <w:b/>
      <w:sz w:val="32"/>
      <w:szCs w:val="20"/>
      <w:lang w:eastAsia="pl-PL"/>
    </w:rPr>
  </w:style>
  <w:style w:type="character" w:styleId="Tytuksiki">
    <w:name w:val="Book Title"/>
    <w:uiPriority w:val="33"/>
    <w:qFormat/>
    <w:rsid w:val="0075770D"/>
    <w:rPr>
      <w:b/>
      <w:bCs/>
      <w:smallCaps/>
      <w:spacing w:val="5"/>
    </w:rPr>
  </w:style>
  <w:style w:type="character" w:customStyle="1" w:styleId="Nagwek6Znak">
    <w:name w:val="Nagłówek 6 Znak"/>
    <w:basedOn w:val="Domylnaczcionkaakapitu"/>
    <w:link w:val="Nagwek6"/>
    <w:uiPriority w:val="9"/>
    <w:rsid w:val="00C20F58"/>
    <w:rPr>
      <w:rFonts w:asciiTheme="minorHAnsi" w:eastAsiaTheme="majorEastAsia" w:hAnsiTheme="minorHAnsi" w:cstheme="majorBidi"/>
      <w:i/>
      <w:iCs/>
      <w:sz w:val="24"/>
    </w:rPr>
  </w:style>
  <w:style w:type="numbering" w:customStyle="1" w:styleId="Mgd">
    <w:name w:val="Mgd"/>
    <w:uiPriority w:val="99"/>
    <w:rsid w:val="007B4304"/>
    <w:pPr>
      <w:numPr>
        <w:numId w:val="2"/>
      </w:numPr>
    </w:pPr>
  </w:style>
  <w:style w:type="character" w:customStyle="1" w:styleId="Nagwek5Znak">
    <w:name w:val="Nagłówek 5 Znak"/>
    <w:basedOn w:val="Domylnaczcionkaakapitu"/>
    <w:link w:val="Nagwek5"/>
    <w:uiPriority w:val="9"/>
    <w:rsid w:val="00BA7A7E"/>
    <w:rPr>
      <w:rFonts w:asciiTheme="minorHAnsi" w:eastAsiaTheme="majorEastAsia" w:hAnsiTheme="minorHAnsi" w:cstheme="majorBidi"/>
      <w:sz w:val="24"/>
    </w:rPr>
  </w:style>
  <w:style w:type="paragraph" w:styleId="Spistreci5">
    <w:name w:val="toc 5"/>
    <w:basedOn w:val="Normalny"/>
    <w:next w:val="Normalny"/>
    <w:autoRedefine/>
    <w:uiPriority w:val="39"/>
    <w:unhideWhenUsed/>
    <w:rsid w:val="00F85564"/>
    <w:pPr>
      <w:tabs>
        <w:tab w:val="right" w:leader="dot" w:pos="9356"/>
      </w:tabs>
      <w:ind w:left="1191" w:hanging="794"/>
    </w:pPr>
    <w:rPr>
      <w:sz w:val="24"/>
    </w:rPr>
  </w:style>
  <w:style w:type="table" w:styleId="Tabela-Siatka">
    <w:name w:val="Table Grid"/>
    <w:basedOn w:val="Standardowy"/>
    <w:uiPriority w:val="99"/>
    <w:rsid w:val="0019222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6">
    <w:name w:val="toc 6"/>
    <w:basedOn w:val="Normalny"/>
    <w:next w:val="Normalny"/>
    <w:autoRedefine/>
    <w:uiPriority w:val="39"/>
    <w:unhideWhenUsed/>
    <w:rsid w:val="007E1A0D"/>
    <w:pPr>
      <w:tabs>
        <w:tab w:val="right" w:pos="11907"/>
      </w:tabs>
      <w:ind w:left="567" w:firstLine="0"/>
    </w:pPr>
    <w:rPr>
      <w:i/>
      <w:sz w:val="24"/>
    </w:rPr>
  </w:style>
  <w:style w:type="paragraph" w:styleId="Tytu">
    <w:name w:val="Title"/>
    <w:aliases w:val="Tytuł_1"/>
    <w:basedOn w:val="Normalny"/>
    <w:next w:val="Normalny"/>
    <w:link w:val="TytuZnak"/>
    <w:qFormat/>
    <w:rsid w:val="00180637"/>
    <w:pPr>
      <w:numPr>
        <w:numId w:val="3"/>
      </w:numPr>
      <w:tabs>
        <w:tab w:val="left" w:pos="113"/>
        <w:tab w:val="left" w:pos="1134"/>
      </w:tabs>
      <w:suppressAutoHyphens w:val="0"/>
      <w:autoSpaceDN/>
      <w:spacing w:after="120" w:line="240" w:lineRule="auto"/>
      <w:contextualSpacing/>
      <w:textAlignment w:val="auto"/>
    </w:pPr>
    <w:rPr>
      <w:rFonts w:ascii="Calibri" w:eastAsiaTheme="majorEastAsia" w:hAnsi="Calibri" w:cstheme="majorBidi"/>
      <w:i/>
      <w:spacing w:val="5"/>
      <w:kern w:val="28"/>
      <w:sz w:val="24"/>
      <w:szCs w:val="52"/>
    </w:rPr>
  </w:style>
  <w:style w:type="character" w:customStyle="1" w:styleId="TytuZnak">
    <w:name w:val="Tytuł Znak"/>
    <w:aliases w:val="Tytuł_1 Znak"/>
    <w:basedOn w:val="Domylnaczcionkaakapitu"/>
    <w:link w:val="Tytu"/>
    <w:rsid w:val="00180637"/>
    <w:rPr>
      <w:rFonts w:eastAsiaTheme="majorEastAsia" w:cstheme="majorBidi"/>
      <w:i/>
      <w:spacing w:val="5"/>
      <w:kern w:val="28"/>
      <w:sz w:val="24"/>
      <w:szCs w:val="52"/>
    </w:rPr>
  </w:style>
  <w:style w:type="character" w:styleId="Pogrubienie">
    <w:name w:val="Strong"/>
    <w:uiPriority w:val="99"/>
    <w:qFormat/>
    <w:rsid w:val="006532EE"/>
    <w:rPr>
      <w:rFonts w:asciiTheme="minorHAnsi" w:hAnsiTheme="minorHAnsi" w:cs="Times New Roman"/>
      <w:b/>
      <w:bCs/>
      <w:sz w:val="24"/>
    </w:rPr>
  </w:style>
  <w:style w:type="paragraph" w:customStyle="1" w:styleId="Bibliografialista">
    <w:name w:val="Bibliografia lista"/>
    <w:basedOn w:val="Normalny"/>
    <w:rsid w:val="00B863C2"/>
    <w:pPr>
      <w:numPr>
        <w:numId w:val="4"/>
      </w:numPr>
      <w:suppressAutoHyphens w:val="0"/>
      <w:autoSpaceDN/>
      <w:spacing w:line="240" w:lineRule="auto"/>
      <w:ind w:left="340" w:hanging="340"/>
      <w:textAlignment w:val="auto"/>
    </w:pPr>
    <w:rPr>
      <w:rFonts w:ascii="Times New Roman" w:hAnsi="Times New Roman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2A15"/>
    <w:pPr>
      <w:numPr>
        <w:ilvl w:val="1"/>
      </w:numPr>
      <w:pBdr>
        <w:bottom w:val="single" w:sz="2" w:space="1" w:color="595959" w:themeColor="text1" w:themeTint="A6"/>
      </w:pBdr>
      <w:suppressAutoHyphens w:val="0"/>
      <w:autoSpaceDN/>
      <w:spacing w:line="240" w:lineRule="auto"/>
      <w:ind w:firstLine="709"/>
      <w:jc w:val="right"/>
      <w:textAlignment w:val="auto"/>
    </w:pPr>
    <w:rPr>
      <w:rFonts w:eastAsiaTheme="majorEastAsia" w:cstheme="majorBidi"/>
      <w:b/>
      <w:iCs/>
      <w:color w:val="595959" w:themeColor="text1" w:themeTint="A6"/>
      <w:spacing w:val="15"/>
      <w:sz w:val="2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E2A15"/>
    <w:rPr>
      <w:rFonts w:ascii="Arial" w:eastAsiaTheme="majorEastAsia" w:hAnsi="Arial" w:cstheme="majorBidi"/>
      <w:b/>
      <w:iCs/>
      <w:color w:val="595959" w:themeColor="text1" w:themeTint="A6"/>
      <w:spacing w:val="15"/>
      <w:sz w:val="20"/>
      <w:szCs w:val="24"/>
    </w:rPr>
  </w:style>
  <w:style w:type="character" w:styleId="Numerstrony">
    <w:name w:val="page number"/>
    <w:uiPriority w:val="99"/>
    <w:rsid w:val="001E2A15"/>
    <w:rPr>
      <w:rFonts w:cs="Times New Roman"/>
    </w:rPr>
  </w:style>
  <w:style w:type="paragraph" w:styleId="NormalnyWeb">
    <w:name w:val="Normal (Web)"/>
    <w:basedOn w:val="Normalny"/>
    <w:uiPriority w:val="99"/>
    <w:rsid w:val="001E2A1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eastAsia="Times New Roman" w:hAnsi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E2A15"/>
    <w:pPr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2A15"/>
    <w:rPr>
      <w:rFonts w:ascii="Times New Roman" w:eastAsia="Times New Roman" w:hAnsi="Times New Roman"/>
      <w:szCs w:val="24"/>
    </w:rPr>
  </w:style>
  <w:style w:type="character" w:styleId="Odwoaniedokomentarza">
    <w:name w:val="annotation reference"/>
    <w:uiPriority w:val="99"/>
    <w:semiHidden/>
    <w:unhideWhenUsed/>
    <w:rsid w:val="001E2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A15"/>
    <w:pPr>
      <w:suppressAutoHyphens w:val="0"/>
      <w:autoSpaceDN/>
      <w:spacing w:line="240" w:lineRule="auto"/>
      <w:ind w:firstLine="0"/>
      <w:jc w:val="left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A1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A15"/>
    <w:rPr>
      <w:rFonts w:ascii="Times New Roman" w:eastAsia="Times New Roman" w:hAnsi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E2A15"/>
    <w:pPr>
      <w:suppressAutoHyphens w:val="0"/>
      <w:autoSpaceDN/>
      <w:spacing w:after="120" w:line="48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E2A15"/>
    <w:rPr>
      <w:rFonts w:ascii="Times New Roman" w:eastAsia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1E2A15"/>
    <w:pPr>
      <w:widowControl w:val="0"/>
      <w:suppressAutoHyphens w:val="0"/>
      <w:autoSpaceDN/>
      <w:spacing w:line="240" w:lineRule="auto"/>
      <w:ind w:firstLine="0"/>
      <w:jc w:val="left"/>
      <w:textAlignment w:val="auto"/>
    </w:pPr>
    <w:rPr>
      <w:rFonts w:ascii="Courier New" w:eastAsia="Times New Roman" w:hAnsi="Courier New"/>
      <w:snapToGrid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E2A15"/>
    <w:rPr>
      <w:rFonts w:ascii="Courier New" w:eastAsia="Times New Roman" w:hAnsi="Courier New"/>
      <w:snapToGrid w:val="0"/>
      <w:szCs w:val="20"/>
    </w:rPr>
  </w:style>
  <w:style w:type="paragraph" w:customStyle="1" w:styleId="Styl11ptWyjustowanyZlewej124cmInterlinia15wiers">
    <w:name w:val="Styl 11 pt Wyjustowany Z lewej:  124 cm Interlinia:  15 wiers..."/>
    <w:basedOn w:val="Normalny"/>
    <w:next w:val="Normalny"/>
    <w:rsid w:val="001E2A15"/>
    <w:pPr>
      <w:autoSpaceDN/>
      <w:ind w:left="705" w:firstLine="0"/>
      <w:textAlignment w:val="auto"/>
    </w:pPr>
    <w:rPr>
      <w:rFonts w:ascii="Times New Roman" w:eastAsia="Times New Roman" w:hAnsi="Times New Roman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2A1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2A15"/>
    <w:pPr>
      <w:numPr>
        <w:numId w:val="0"/>
      </w:numPr>
      <w:suppressAutoHyphens w:val="0"/>
      <w:autoSpaceDN/>
      <w:spacing w:line="276" w:lineRule="auto"/>
      <w:jc w:val="left"/>
      <w:textAlignment w:val="auto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2A15"/>
    <w:pPr>
      <w:suppressAutoHyphens w:val="0"/>
      <w:autoSpaceDN/>
      <w:ind w:firstLine="0"/>
      <w:textAlignment w:val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2A15"/>
    <w:rPr>
      <w:rFonts w:ascii="Arial" w:eastAsia="Times New Roman" w:hAnsi="Arial"/>
      <w:sz w:val="20"/>
      <w:szCs w:val="20"/>
      <w:lang w:eastAsia="pl-PL"/>
    </w:rPr>
  </w:style>
  <w:style w:type="paragraph" w:customStyle="1" w:styleId="Wyliczanie">
    <w:name w:val="Wyliczanie"/>
    <w:basedOn w:val="Normalny"/>
    <w:rsid w:val="00C42EF4"/>
    <w:pPr>
      <w:numPr>
        <w:numId w:val="5"/>
      </w:numPr>
      <w:suppressAutoHyphens w:val="0"/>
      <w:autoSpaceDN/>
      <w:spacing w:line="240" w:lineRule="auto"/>
      <w:ind w:left="284" w:hanging="284"/>
      <w:textAlignment w:val="auto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E2A15"/>
    <w:rPr>
      <w:color w:val="800080"/>
      <w:u w:val="single"/>
    </w:rPr>
  </w:style>
  <w:style w:type="paragraph" w:customStyle="1" w:styleId="xl63">
    <w:name w:val="xl63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1E2A15"/>
    <w:pPr>
      <w:pBdr>
        <w:left w:val="double" w:sz="6" w:space="0" w:color="auto"/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E2A15"/>
    <w:pPr>
      <w:pBdr>
        <w:bottom w:val="single" w:sz="12" w:space="0" w:color="auto"/>
        <w:right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1E2A15"/>
    <w:pPr>
      <w:pBdr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1E2A15"/>
    <w:pPr>
      <w:pBdr>
        <w:bottom w:val="single" w:sz="12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0">
    <w:name w:val="xl70"/>
    <w:basedOn w:val="Normalny"/>
    <w:rsid w:val="001E2A15"/>
    <w:pPr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2">
    <w:name w:val="xl72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3">
    <w:name w:val="xl73"/>
    <w:basedOn w:val="Normalny"/>
    <w:rsid w:val="001E2A15"/>
    <w:pPr>
      <w:pBdr>
        <w:top w:val="single" w:sz="12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4">
    <w:name w:val="xl7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1E2A15"/>
    <w:pPr>
      <w:pBdr>
        <w:top w:val="single" w:sz="8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7">
    <w:name w:val="xl77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1E2A15"/>
    <w:pPr>
      <w:pBdr>
        <w:top w:val="double" w:sz="6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1E2A15"/>
    <w:pPr>
      <w:pBdr>
        <w:top w:val="double" w:sz="6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1E2A15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1E2A15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TimesCE">
    <w:name w:val="Times CE"/>
    <w:basedOn w:val="Normalny"/>
    <w:rsid w:val="00862EE3"/>
    <w:pPr>
      <w:suppressAutoHyphens w:val="0"/>
      <w:autoSpaceDN/>
      <w:spacing w:line="360" w:lineRule="atLeast"/>
      <w:ind w:firstLine="0"/>
      <w:jc w:val="left"/>
      <w:textAlignment w:val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Tekst">
    <w:name w:val="Tekst"/>
    <w:basedOn w:val="Normalny"/>
    <w:link w:val="TekstZnak"/>
    <w:rsid w:val="00C04AD1"/>
    <w:pPr>
      <w:suppressAutoHyphens w:val="0"/>
      <w:autoSpaceDN/>
      <w:spacing w:before="60"/>
      <w:ind w:firstLine="851"/>
      <w:textAlignment w:val="auto"/>
    </w:pPr>
    <w:rPr>
      <w:rFonts w:eastAsia="Times New Roman"/>
      <w:sz w:val="20"/>
      <w:szCs w:val="20"/>
      <w:lang w:eastAsia="pl-PL"/>
    </w:rPr>
  </w:style>
  <w:style w:type="paragraph" w:customStyle="1" w:styleId="PABNagwek1">
    <w:name w:val="PAB Nagłówek 1"/>
    <w:basedOn w:val="Nagwek1"/>
    <w:rsid w:val="00C04AD1"/>
    <w:pPr>
      <w:keepLines w:val="0"/>
      <w:numPr>
        <w:numId w:val="6"/>
      </w:numPr>
      <w:suppressAutoHyphens w:val="0"/>
      <w:autoSpaceDN/>
      <w:spacing w:before="240"/>
      <w:jc w:val="left"/>
      <w:textAlignment w:val="auto"/>
    </w:pPr>
    <w:rPr>
      <w:rFonts w:ascii="Arial" w:eastAsia="Times New Roman" w:hAnsi="Arial" w:cs="Times New Roman"/>
      <w:bCs w:val="0"/>
      <w:caps/>
      <w:kern w:val="28"/>
      <w:sz w:val="24"/>
      <w:szCs w:val="20"/>
      <w:lang w:eastAsia="pl-PL"/>
    </w:rPr>
  </w:style>
  <w:style w:type="paragraph" w:customStyle="1" w:styleId="PABnaglowek4">
    <w:name w:val="PAB naglowek 4"/>
    <w:basedOn w:val="Tekst"/>
    <w:next w:val="Tekst"/>
    <w:rsid w:val="00C04AD1"/>
    <w:pPr>
      <w:numPr>
        <w:ilvl w:val="3"/>
        <w:numId w:val="6"/>
      </w:numPr>
      <w:tabs>
        <w:tab w:val="clear" w:pos="851"/>
      </w:tabs>
      <w:spacing w:before="120"/>
      <w:ind w:left="3589" w:hanging="360"/>
    </w:pPr>
    <w:rPr>
      <w:b/>
    </w:rPr>
  </w:style>
  <w:style w:type="paragraph" w:customStyle="1" w:styleId="PABNagwek2">
    <w:name w:val="PAB Nagłówek 2"/>
    <w:basedOn w:val="Nagwek3"/>
    <w:next w:val="Tekst"/>
    <w:rsid w:val="00C04AD1"/>
    <w:pPr>
      <w:keepLines w:val="0"/>
      <w:numPr>
        <w:ilvl w:val="1"/>
        <w:numId w:val="6"/>
      </w:numPr>
      <w:suppressAutoHyphens w:val="0"/>
      <w:autoSpaceDN/>
      <w:spacing w:before="12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paragraph" w:customStyle="1" w:styleId="PABNagwek3">
    <w:name w:val="PAB Nagłówek 3"/>
    <w:basedOn w:val="Nagwek3"/>
    <w:next w:val="Tekst"/>
    <w:rsid w:val="00C04AD1"/>
    <w:pPr>
      <w:keepLines w:val="0"/>
      <w:widowControl w:val="0"/>
      <w:numPr>
        <w:numId w:val="6"/>
      </w:numPr>
      <w:suppressAutoHyphens w:val="0"/>
      <w:autoSpaceDN/>
      <w:spacing w:before="18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character" w:customStyle="1" w:styleId="TekstZnak">
    <w:name w:val="Tekst Znak"/>
    <w:link w:val="Tekst"/>
    <w:rsid w:val="00C04AD1"/>
    <w:rPr>
      <w:rFonts w:ascii="Arial" w:eastAsia="Times New Roman" w:hAnsi="Arial"/>
      <w:sz w:val="20"/>
      <w:szCs w:val="20"/>
      <w:lang w:eastAsia="pl-PL"/>
    </w:rPr>
  </w:style>
  <w:style w:type="paragraph" w:customStyle="1" w:styleId="Default">
    <w:name w:val="Default"/>
    <w:link w:val="DefaultZnak"/>
    <w:rsid w:val="0096467B"/>
    <w:pPr>
      <w:widowControl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96467B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zwaczci">
    <w:name w:val="Nazwa części"/>
    <w:basedOn w:val="Normalny"/>
    <w:rsid w:val="00235CEE"/>
    <w:pPr>
      <w:keepNext/>
      <w:numPr>
        <w:numId w:val="7"/>
      </w:numPr>
      <w:suppressAutoHyphens w:val="0"/>
      <w:autoSpaceDN/>
      <w:spacing w:line="240" w:lineRule="auto"/>
      <w:jc w:val="center"/>
      <w:textAlignment w:val="auto"/>
      <w:outlineLvl w:val="0"/>
    </w:pPr>
    <w:rPr>
      <w:rFonts w:ascii="Times New Roman" w:eastAsia="Times New Roman" w:hAnsi="Times New Roman"/>
      <w:b/>
      <w:caps/>
      <w:sz w:val="40"/>
      <w:szCs w:val="20"/>
      <w:u w:val="single"/>
      <w:lang w:eastAsia="pl-PL"/>
    </w:rPr>
  </w:style>
  <w:style w:type="paragraph" w:customStyle="1" w:styleId="CM26">
    <w:name w:val="CM26"/>
    <w:basedOn w:val="Default"/>
    <w:next w:val="Default"/>
    <w:rsid w:val="00C620BB"/>
    <w:pPr>
      <w:spacing w:after="240"/>
    </w:pPr>
    <w:rPr>
      <w:color w:val="auto"/>
    </w:rPr>
  </w:style>
  <w:style w:type="character" w:customStyle="1" w:styleId="Nagwek7Znak">
    <w:name w:val="Nagłówek 7 Znak"/>
    <w:basedOn w:val="Domylnaczcionkaakapitu"/>
    <w:link w:val="Nagwek7"/>
    <w:rsid w:val="00BC754C"/>
    <w:rPr>
      <w:rFonts w:ascii="Arial" w:eastAsia="Times New Roman" w:hAnsi="Arial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C754C"/>
    <w:rPr>
      <w:rFonts w:ascii="Arial" w:eastAsia="Times New Roman" w:hAnsi="Arial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BC754C"/>
    <w:rPr>
      <w:rFonts w:ascii="Arial" w:eastAsia="Times New Roman" w:hAnsi="Arial"/>
      <w:b/>
      <w:i/>
      <w:sz w:val="18"/>
      <w:szCs w:val="20"/>
      <w:lang w:eastAsia="pl-PL"/>
    </w:rPr>
  </w:style>
  <w:style w:type="paragraph" w:customStyle="1" w:styleId="StylNagwek1Dolewej">
    <w:name w:val="Styl Nagłówek 1 + Do lewej"/>
    <w:basedOn w:val="Nagwek1"/>
    <w:rsid w:val="00BC754C"/>
    <w:pPr>
      <w:keepLines w:val="0"/>
      <w:tabs>
        <w:tab w:val="left" w:pos="380"/>
        <w:tab w:val="num" w:pos="2134"/>
      </w:tabs>
      <w:suppressAutoHyphens w:val="0"/>
      <w:autoSpaceDN/>
      <w:spacing w:before="0" w:line="240" w:lineRule="auto"/>
      <w:ind w:left="2134" w:hanging="432"/>
      <w:jc w:val="left"/>
      <w:textAlignment w:val="auto"/>
    </w:pPr>
    <w:rPr>
      <w:rFonts w:ascii="Times New Roman" w:eastAsia="Times New Roman" w:hAnsi="Times New Roman" w:cs="Times New Roman"/>
      <w:caps/>
      <w:sz w:val="28"/>
      <w:lang w:eastAsia="pl-PL"/>
    </w:rPr>
  </w:style>
  <w:style w:type="paragraph" w:customStyle="1" w:styleId="NagwekA">
    <w:name w:val="Nagłówek A"/>
    <w:basedOn w:val="Nagwek1"/>
    <w:link w:val="NagwekAZnak"/>
    <w:qFormat/>
    <w:rsid w:val="0094162E"/>
    <w:pPr>
      <w:numPr>
        <w:numId w:val="9"/>
      </w:numPr>
      <w:shd w:val="clear" w:color="auto" w:fill="EEECE1" w:themeFill="background2"/>
      <w:spacing w:before="6000" w:line="240" w:lineRule="auto"/>
      <w:ind w:left="426" w:firstLine="0"/>
      <w:jc w:val="center"/>
    </w:pPr>
    <w:rPr>
      <w:color w:val="0075B0"/>
      <w:u w:val="single"/>
    </w:rPr>
  </w:style>
  <w:style w:type="paragraph" w:customStyle="1" w:styleId="StylStylNagwek1DolewejInterlinia15wiersza1">
    <w:name w:val="Styl Styl Nagłówek 1 + Do lewej + Interlinia:  15 wiersza1"/>
    <w:basedOn w:val="StylNagwek1Dolewej"/>
    <w:rsid w:val="00DA21D0"/>
    <w:pPr>
      <w:tabs>
        <w:tab w:val="clear" w:pos="380"/>
        <w:tab w:val="clear" w:pos="2134"/>
        <w:tab w:val="num" w:pos="360"/>
      </w:tabs>
      <w:spacing w:before="240" w:after="240" w:line="360" w:lineRule="auto"/>
      <w:ind w:left="360" w:hanging="360"/>
    </w:pPr>
    <w:rPr>
      <w:szCs w:val="20"/>
    </w:rPr>
  </w:style>
  <w:style w:type="character" w:customStyle="1" w:styleId="NagwekAZnak">
    <w:name w:val="Nagłówek A Znak"/>
    <w:basedOn w:val="Nagwek1Znak"/>
    <w:link w:val="NagwekA"/>
    <w:rsid w:val="0094162E"/>
    <w:rPr>
      <w:rFonts w:asciiTheme="minorHAnsi" w:eastAsiaTheme="majorEastAsia" w:hAnsiTheme="minorHAnsi" w:cstheme="majorBidi"/>
      <w:b/>
      <w:bCs/>
      <w:color w:val="0075B0"/>
      <w:sz w:val="60"/>
      <w:szCs w:val="28"/>
      <w:u w:val="single"/>
      <w:shd w:val="clear" w:color="auto" w:fill="EEECE1" w:themeFill="background2"/>
    </w:rPr>
  </w:style>
  <w:style w:type="paragraph" w:customStyle="1" w:styleId="Rysunki">
    <w:name w:val="Rysunki"/>
    <w:basedOn w:val="Nagwek5"/>
    <w:link w:val="RysunkiZnak"/>
    <w:qFormat/>
    <w:rsid w:val="00E46F45"/>
    <w:pPr>
      <w:numPr>
        <w:ilvl w:val="0"/>
        <w:numId w:val="0"/>
      </w:numPr>
      <w:shd w:val="clear" w:color="auto" w:fill="EEECE1" w:themeFill="background2"/>
      <w:spacing w:line="240" w:lineRule="auto"/>
    </w:pPr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70A0"/>
    <w:pPr>
      <w:spacing w:after="120"/>
    </w:pPr>
    <w:rPr>
      <w:sz w:val="16"/>
      <w:szCs w:val="16"/>
    </w:rPr>
  </w:style>
  <w:style w:type="character" w:customStyle="1" w:styleId="RysunkiZnak">
    <w:name w:val="Rysunki Znak"/>
    <w:basedOn w:val="Nagwek2Znak"/>
    <w:link w:val="Rysunki"/>
    <w:rsid w:val="00E46F45"/>
    <w:rPr>
      <w:rFonts w:asciiTheme="minorHAnsi" w:eastAsiaTheme="majorEastAsia" w:hAnsiTheme="minorHAnsi" w:cstheme="majorBidi"/>
      <w:b w:val="0"/>
      <w:bCs w:val="0"/>
      <w:sz w:val="24"/>
      <w:szCs w:val="26"/>
      <w:shd w:val="clear" w:color="auto" w:fill="EEECE1" w:themeFill="background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70A0"/>
    <w:rPr>
      <w:rFonts w:ascii="Arial" w:hAnsi="Arial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D7879"/>
    <w:rPr>
      <w:i/>
      <w:iCs/>
      <w:sz w:val="20"/>
      <w:szCs w:val="20"/>
    </w:rPr>
  </w:style>
  <w:style w:type="paragraph" w:customStyle="1" w:styleId="Nagwek0">
    <w:name w:val="Nagłówek 0"/>
    <w:basedOn w:val="Nagwek2"/>
    <w:link w:val="Nagwek0Znak"/>
    <w:qFormat/>
    <w:rsid w:val="0038171F"/>
    <w:pPr>
      <w:numPr>
        <w:ilvl w:val="0"/>
        <w:numId w:val="0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352C67"/>
    <w:rPr>
      <w:rFonts w:ascii="Arial" w:hAnsi="Arial"/>
    </w:rPr>
  </w:style>
  <w:style w:type="character" w:customStyle="1" w:styleId="Nagwek0Znak">
    <w:name w:val="Nagłówek 0 Znak"/>
    <w:basedOn w:val="Nagwek2Znak"/>
    <w:link w:val="Nagwek0"/>
    <w:rsid w:val="0038171F"/>
    <w:rPr>
      <w:rFonts w:asciiTheme="minorHAnsi" w:eastAsiaTheme="majorEastAsia" w:hAnsiTheme="minorHAnsi" w:cstheme="majorBidi"/>
      <w:b/>
      <w:bCs/>
      <w:sz w:val="24"/>
      <w:szCs w:val="26"/>
      <w:shd w:val="clear" w:color="auto" w:fill="EEECE1" w:themeFill="background2"/>
    </w:rPr>
  </w:style>
  <w:style w:type="paragraph" w:customStyle="1" w:styleId="wypunktowanie">
    <w:name w:val="wypunktowanie"/>
    <w:basedOn w:val="Normalny"/>
    <w:rsid w:val="000B37C5"/>
    <w:pPr>
      <w:widowControl w:val="0"/>
      <w:numPr>
        <w:numId w:val="13"/>
      </w:numPr>
      <w:tabs>
        <w:tab w:val="clear" w:pos="908"/>
        <w:tab w:val="num" w:pos="624"/>
      </w:tabs>
      <w:suppressAutoHyphens w:val="0"/>
      <w:autoSpaceDN/>
      <w:spacing w:line="240" w:lineRule="auto"/>
      <w:ind w:left="624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7A7E"/>
    <w:pPr>
      <w:suppressAutoHyphens w:val="0"/>
      <w:autoSpaceDN/>
      <w:spacing w:after="120" w:line="480" w:lineRule="auto"/>
      <w:ind w:firstLine="0"/>
      <w:jc w:val="left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7A7E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0pt">
    <w:name w:val="Styl 10 pt"/>
    <w:rsid w:val="00BA7A7E"/>
    <w:rPr>
      <w:sz w:val="20"/>
    </w:rPr>
  </w:style>
  <w:style w:type="character" w:customStyle="1" w:styleId="ListaZnakZnakZnakZnakZnakZnakZnakZnakZnakZnakZnakZnakZnak">
    <w:name w:val="Lista Znak Znak Znak Znak Znak Znak Znak Znak Znak Znak Znak Znak Znak"/>
    <w:basedOn w:val="Domylnaczcionkaakapitu"/>
    <w:rsid w:val="00151F47"/>
    <w:rPr>
      <w:sz w:val="24"/>
      <w:lang w:val="pl-PL" w:eastAsia="pl-PL" w:bidi="ar-SA"/>
    </w:rPr>
  </w:style>
  <w:style w:type="paragraph" w:styleId="Listanumerowana2">
    <w:name w:val="List Number 2"/>
    <w:basedOn w:val="Normalny"/>
    <w:rsid w:val="00B85772"/>
    <w:pPr>
      <w:numPr>
        <w:numId w:val="14"/>
      </w:num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1">
    <w:name w:val="Normalny1"/>
    <w:basedOn w:val="Normalny"/>
    <w:link w:val="normalZnak"/>
    <w:rsid w:val="00911943"/>
    <w:pPr>
      <w:widowControl w:val="0"/>
      <w:suppressAutoHyphens w:val="0"/>
      <w:autoSpaceDN/>
      <w:spacing w:line="240" w:lineRule="auto"/>
      <w:ind w:firstLine="0"/>
      <w:textAlignment w:val="auto"/>
    </w:pPr>
    <w:rPr>
      <w:rFonts w:ascii="Times New Roman" w:eastAsia="Times New Roman" w:hAnsi="Times New Roman"/>
      <w:sz w:val="24"/>
      <w:szCs w:val="20"/>
    </w:rPr>
  </w:style>
  <w:style w:type="character" w:customStyle="1" w:styleId="normalZnak">
    <w:name w:val="normal Znak"/>
    <w:link w:val="Normalny1"/>
    <w:rsid w:val="00911943"/>
    <w:rPr>
      <w:rFonts w:ascii="Times New Roman" w:eastAsia="Times New Roman" w:hAnsi="Times New Roman"/>
      <w:sz w:val="24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6F58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spacing w:line="240" w:lineRule="auto"/>
      <w:ind w:firstLine="0"/>
      <w:jc w:val="left"/>
      <w:textAlignment w:val="auto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F58D8"/>
    <w:rPr>
      <w:rFonts w:ascii="Courier New" w:eastAsia="Times New Roman" w:hAnsi="Courier New"/>
      <w:sz w:val="20"/>
      <w:szCs w:val="20"/>
      <w:lang w:eastAsia="zh-CN"/>
    </w:rPr>
  </w:style>
  <w:style w:type="paragraph" w:customStyle="1" w:styleId="wcicieOPISDROMOS">
    <w:name w:val="wcięcie OPIS DROMOS"/>
    <w:basedOn w:val="Tekstpodstawowywcity"/>
    <w:rsid w:val="00F440E5"/>
    <w:pPr>
      <w:suppressAutoHyphens/>
      <w:spacing w:after="0" w:line="360" w:lineRule="auto"/>
      <w:ind w:left="0" w:firstLine="426"/>
      <w:jc w:val="both"/>
    </w:pPr>
    <w:rPr>
      <w:lang w:eastAsia="ar-SA"/>
    </w:rPr>
  </w:style>
  <w:style w:type="character" w:customStyle="1" w:styleId="AkapitzlistZnak">
    <w:name w:val="Akapit z listą Znak"/>
    <w:aliases w:val="Obiekt Znak,List Paragraph1 Znak,List Paragraph Znak,BulletC Znak,Akapit z listą1 Znak"/>
    <w:link w:val="Akapitzlist"/>
    <w:uiPriority w:val="99"/>
    <w:rsid w:val="00B30942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footer" Target="footer6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TEK\16.%20DW%20762%20MA&#321;OGOSZCZ%20-%20CH&#280;CINY\2.%20MA&#321;OGOSZCZ\6.%20KANALIZACJA\PROJEKT%20BUDOWLANY\PAB%20-%20BRAN&#379;A%20SANITARNA%20-%20BUDOWA%20KANALIZACJI%20DESZCZOWEJ_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F6405-09F7-4B62-BD79-220AAB44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PAB - BRANŻA SANITARNA - BUDOWA KANALIZACJI DESZCZOWEJ_1</Template>
  <TotalTime>350</TotalTime>
  <Pages>4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Łukasz Lebioda</cp:lastModifiedBy>
  <cp:revision>122</cp:revision>
  <cp:lastPrinted>2020-06-15T08:40:00Z</cp:lastPrinted>
  <dcterms:created xsi:type="dcterms:W3CDTF">2018-08-06T12:26:00Z</dcterms:created>
  <dcterms:modified xsi:type="dcterms:W3CDTF">2021-03-02T12:03:00Z</dcterms:modified>
</cp:coreProperties>
</file>