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1"/>
        <w:gridCol w:w="518"/>
        <w:gridCol w:w="2530"/>
        <w:gridCol w:w="430"/>
        <w:gridCol w:w="1860"/>
        <w:gridCol w:w="1100"/>
      </w:tblGrid>
      <w:tr w:rsidR="0097331F" w:rsidRPr="00A40DC3" w14:paraId="35584A93" w14:textId="77777777" w:rsidTr="00197CCD">
        <w:trPr>
          <w:trHeight w:val="907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5DDCE2" w14:textId="77777777" w:rsidR="0097331F" w:rsidRPr="008C64E8" w:rsidRDefault="0097331F" w:rsidP="00197CCD">
            <w:pPr>
              <w:spacing w:before="40" w:after="40" w:line="276" w:lineRule="auto"/>
              <w:ind w:firstLine="215"/>
              <w:jc w:val="left"/>
              <w:rPr>
                <w:rFonts w:ascii="Calibri" w:hAnsi="Calibri" w:cs="Calibri"/>
              </w:rPr>
            </w:pPr>
            <w:bookmarkStart w:id="0" w:name="_Toc508962151"/>
            <w:r w:rsidRPr="008A76FB">
              <w:rPr>
                <w:rFonts w:ascii="Calibri" w:hAnsi="Calibri" w:cs="Calibri"/>
                <w:sz w:val="24"/>
                <w:szCs w:val="24"/>
              </w:rPr>
              <w:t>INWESTOR</w:t>
            </w:r>
            <w:r w:rsidRPr="008C64E8">
              <w:rPr>
                <w:rFonts w:ascii="Calibri" w:hAnsi="Calibri" w:cs="Calibri"/>
              </w:rPr>
              <w:t>:</w:t>
            </w:r>
          </w:p>
          <w:p w14:paraId="0EEF9748" w14:textId="77777777" w:rsidR="0097331F" w:rsidRPr="00BE5579" w:rsidRDefault="0097331F" w:rsidP="00197CCD">
            <w:pPr>
              <w:spacing w:line="240" w:lineRule="auto"/>
              <w:ind w:right="38"/>
              <w:jc w:val="left"/>
              <w:rPr>
                <w:rFonts w:ascii="Calibri" w:hAnsi="Calibri" w:cs="Calibri"/>
                <w:b/>
                <w:sz w:val="28"/>
                <w:szCs w:val="28"/>
              </w:rPr>
            </w:pPr>
            <w:r w:rsidRPr="00BE5579">
              <w:rPr>
                <w:rFonts w:ascii="Calibri" w:hAnsi="Calibri" w:cs="Calibri"/>
                <w:b/>
                <w:sz w:val="28"/>
                <w:szCs w:val="28"/>
              </w:rPr>
              <w:t xml:space="preserve">Powiat Stalowowolski </w:t>
            </w:r>
          </w:p>
          <w:p w14:paraId="188B5C15" w14:textId="77777777" w:rsidR="0097331F" w:rsidRPr="00A40DC3" w:rsidRDefault="0097331F" w:rsidP="00197CCD">
            <w:pPr>
              <w:spacing w:line="276" w:lineRule="auto"/>
              <w:ind w:left="709" w:right="38" w:hanging="232"/>
              <w:jc w:val="left"/>
              <w:rPr>
                <w:rFonts w:cs="Calibri"/>
              </w:rPr>
            </w:pPr>
            <w:r>
              <w:rPr>
                <w:rFonts w:ascii="Calibri" w:hAnsi="Calibri" w:cs="Calibri"/>
                <w:szCs w:val="24"/>
              </w:rPr>
              <w:t xml:space="preserve">     </w:t>
            </w:r>
            <w:r w:rsidRPr="00BE5579">
              <w:rPr>
                <w:rFonts w:ascii="Calibri" w:hAnsi="Calibri" w:cs="Calibri"/>
                <w:szCs w:val="24"/>
              </w:rPr>
              <w:t>ul. Podleśna 15 37-450 Stalowa Wola</w:t>
            </w:r>
          </w:p>
        </w:tc>
      </w:tr>
      <w:tr w:rsidR="0097331F" w:rsidRPr="00A40DC3" w14:paraId="6B60F017" w14:textId="77777777" w:rsidTr="00197CCD">
        <w:trPr>
          <w:trHeight w:val="208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731C50B" w14:textId="77777777" w:rsidR="0097331F" w:rsidRPr="00A40DC3" w:rsidRDefault="0097331F" w:rsidP="00197CCD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97331F" w:rsidRPr="00A40DC3" w14:paraId="409B226E" w14:textId="77777777" w:rsidTr="00197CCD">
        <w:trPr>
          <w:trHeight w:val="1475"/>
          <w:jc w:val="center"/>
        </w:trPr>
        <w:tc>
          <w:tcPr>
            <w:tcW w:w="403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00E78BEF" w14:textId="77777777" w:rsidR="0097331F" w:rsidRPr="008A76FB" w:rsidRDefault="0097331F" w:rsidP="00197CCD">
            <w:pPr>
              <w:spacing w:before="40" w:after="40" w:line="276" w:lineRule="auto"/>
              <w:ind w:firstLine="21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A76FB">
              <w:rPr>
                <w:rFonts w:ascii="Calibri" w:hAnsi="Calibri" w:cs="Calibri"/>
                <w:sz w:val="24"/>
                <w:szCs w:val="24"/>
              </w:rPr>
              <w:t xml:space="preserve">JEDNOSTKA PROJEKTOWA:      </w:t>
            </w:r>
          </w:p>
          <w:p w14:paraId="4DF000C0" w14:textId="3C093C7C" w:rsidR="0097331F" w:rsidRPr="00A40DC3" w:rsidRDefault="0097331F" w:rsidP="00197CCD">
            <w:pPr>
              <w:spacing w:line="240" w:lineRule="auto"/>
              <w:ind w:left="1843" w:right="-79" w:firstLine="0"/>
              <w:jc w:val="left"/>
              <w:rPr>
                <w:rFonts w:cs="Calibri"/>
                <w:b/>
              </w:rPr>
            </w:pPr>
            <w:r w:rsidRPr="008C64E8"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62336" behindDoc="1" locked="0" layoutInCell="1" allowOverlap="1" wp14:anchorId="30FEF085" wp14:editId="4686CA3C">
                  <wp:simplePos x="0" y="0"/>
                  <wp:positionH relativeFrom="column">
                    <wp:posOffset>470535</wp:posOffset>
                  </wp:positionH>
                  <wp:positionV relativeFrom="paragraph">
                    <wp:posOffset>30480</wp:posOffset>
                  </wp:positionV>
                  <wp:extent cx="595630" cy="504190"/>
                  <wp:effectExtent l="0" t="0" r="0" b="0"/>
                  <wp:wrapNone/>
                  <wp:docPr id="3" name="Obraz 3" descr="mostek_logo-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mostek_logo-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64E8">
              <w:rPr>
                <w:rFonts w:ascii="Calibri" w:hAnsi="Calibri" w:cs="Calibri"/>
                <w:b/>
                <w:sz w:val="28"/>
              </w:rPr>
              <w:t xml:space="preserve">MOSTEK </w:t>
            </w:r>
            <w:r w:rsidRPr="008C64E8">
              <w:rPr>
                <w:rFonts w:ascii="Calibri" w:hAnsi="Calibri" w:cs="Calibri"/>
              </w:rPr>
              <w:br/>
              <w:t>ul. Dukielska 13/16a</w:t>
            </w:r>
            <w:r w:rsidRPr="008C64E8">
              <w:rPr>
                <w:rFonts w:ascii="Calibri" w:hAnsi="Calibri" w:cs="Calibri"/>
              </w:rPr>
              <w:br/>
              <w:t xml:space="preserve">35-505 Rzeszów            </w:t>
            </w:r>
          </w:p>
        </w:tc>
        <w:tc>
          <w:tcPr>
            <w:tcW w:w="2960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B59B70C" w14:textId="77777777" w:rsidR="0097331F" w:rsidRPr="008C64E8" w:rsidRDefault="0097331F" w:rsidP="00197CCD">
            <w:pPr>
              <w:tabs>
                <w:tab w:val="left" w:pos="2341"/>
              </w:tabs>
              <w:ind w:left="2410" w:right="-637"/>
              <w:jc w:val="left"/>
              <w:rPr>
                <w:rFonts w:ascii="Calibri" w:hAnsi="Calibri" w:cs="Calibri"/>
              </w:rPr>
            </w:pPr>
          </w:p>
          <w:p w14:paraId="0BCFF884" w14:textId="77777777" w:rsidR="0097331F" w:rsidRPr="008C64E8" w:rsidRDefault="0097331F" w:rsidP="00197CCD">
            <w:pPr>
              <w:tabs>
                <w:tab w:val="left" w:pos="2341"/>
              </w:tabs>
              <w:spacing w:line="276" w:lineRule="auto"/>
              <w:ind w:left="352" w:firstLine="0"/>
              <w:jc w:val="left"/>
              <w:rPr>
                <w:rFonts w:ascii="Calibri" w:hAnsi="Calibri" w:cs="Calibri"/>
              </w:rPr>
            </w:pPr>
            <w:r w:rsidRPr="008C64E8">
              <w:rPr>
                <w:rFonts w:ascii="Calibri" w:hAnsi="Calibri" w:cs="Calibri"/>
              </w:rPr>
              <w:t xml:space="preserve">biuro@mostek.pro                         </w:t>
            </w:r>
            <w:r w:rsidRPr="008C64E8">
              <w:rPr>
                <w:rFonts w:ascii="Calibri" w:hAnsi="Calibri" w:cs="Calibri"/>
              </w:rPr>
              <w:br/>
              <w:t xml:space="preserve">www.mostek.pro </w:t>
            </w:r>
          </w:p>
          <w:p w14:paraId="447D996C" w14:textId="77777777" w:rsidR="0097331F" w:rsidRPr="00A40DC3" w:rsidRDefault="0097331F" w:rsidP="00197CCD">
            <w:pPr>
              <w:tabs>
                <w:tab w:val="left" w:pos="2341"/>
              </w:tabs>
              <w:spacing w:line="276" w:lineRule="auto"/>
              <w:ind w:left="496" w:hanging="144"/>
              <w:jc w:val="left"/>
              <w:rPr>
                <w:rFonts w:cs="Calibri"/>
              </w:rPr>
            </w:pPr>
            <w:r w:rsidRPr="008C64E8">
              <w:rPr>
                <w:rFonts w:ascii="Calibri" w:hAnsi="Calibri" w:cs="Calibri"/>
              </w:rPr>
              <w:t>tel.: 17 200 00 44</w:t>
            </w:r>
          </w:p>
        </w:tc>
        <w:tc>
          <w:tcPr>
            <w:tcW w:w="296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2173AA4A" w14:textId="77777777" w:rsidR="0097331F" w:rsidRPr="008C64E8" w:rsidRDefault="0097331F" w:rsidP="00197CCD">
            <w:pPr>
              <w:tabs>
                <w:tab w:val="left" w:pos="2341"/>
              </w:tabs>
              <w:ind w:left="2410" w:right="-637"/>
              <w:jc w:val="left"/>
              <w:rPr>
                <w:rFonts w:ascii="Calibri" w:hAnsi="Calibri" w:cs="Calibri"/>
              </w:rPr>
            </w:pPr>
          </w:p>
          <w:p w14:paraId="6D589B7E" w14:textId="77777777" w:rsidR="0097331F" w:rsidRPr="008C64E8" w:rsidRDefault="0097331F" w:rsidP="00197CCD">
            <w:pPr>
              <w:spacing w:line="276" w:lineRule="auto"/>
              <w:ind w:firstLine="0"/>
              <w:jc w:val="left"/>
              <w:rPr>
                <w:rFonts w:ascii="Calibri" w:hAnsi="Calibri" w:cs="Calibri"/>
                <w:b/>
              </w:rPr>
            </w:pPr>
            <w:r w:rsidRPr="008C64E8">
              <w:rPr>
                <w:rFonts w:ascii="Calibri" w:hAnsi="Calibri" w:cs="Calibri"/>
                <w:b/>
              </w:rPr>
              <w:t>ADRES DO KORESPONDENCJI:</w:t>
            </w:r>
          </w:p>
          <w:p w14:paraId="7B521CF7" w14:textId="77777777" w:rsidR="0097331F" w:rsidRPr="008C64E8" w:rsidRDefault="0097331F" w:rsidP="00197CCD">
            <w:pPr>
              <w:spacing w:line="276" w:lineRule="auto"/>
              <w:ind w:firstLine="0"/>
              <w:jc w:val="left"/>
              <w:rPr>
                <w:rFonts w:ascii="Calibri" w:hAnsi="Calibri" w:cs="Calibri"/>
              </w:rPr>
            </w:pPr>
            <w:r w:rsidRPr="008C64E8">
              <w:rPr>
                <w:rFonts w:ascii="Calibri" w:hAnsi="Calibri" w:cs="Calibri"/>
              </w:rPr>
              <w:t>MOSTEK Patrycjusz Mostek</w:t>
            </w:r>
          </w:p>
          <w:p w14:paraId="182E3B06" w14:textId="77777777" w:rsidR="0097331F" w:rsidRPr="00A40DC3" w:rsidRDefault="0097331F" w:rsidP="00197CCD">
            <w:pPr>
              <w:spacing w:line="276" w:lineRule="auto"/>
              <w:ind w:firstLine="0"/>
              <w:jc w:val="left"/>
              <w:rPr>
                <w:rFonts w:cs="Calibri"/>
              </w:rPr>
            </w:pPr>
            <w:r w:rsidRPr="008C64E8">
              <w:rPr>
                <w:rFonts w:ascii="Calibri" w:hAnsi="Calibri" w:cs="Calibri"/>
              </w:rPr>
              <w:t>ul. Lisa-Kuli 3, pok. 210</w:t>
            </w:r>
            <w:r w:rsidRPr="008C64E8">
              <w:rPr>
                <w:rFonts w:ascii="Calibri" w:hAnsi="Calibri" w:cs="Calibri"/>
              </w:rPr>
              <w:br/>
              <w:t>35-032 Rzeszów</w:t>
            </w:r>
          </w:p>
        </w:tc>
      </w:tr>
      <w:tr w:rsidR="0097331F" w:rsidRPr="00A40DC3" w14:paraId="70E8AB2A" w14:textId="77777777" w:rsidTr="00197CCD">
        <w:trPr>
          <w:trHeight w:val="85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A84BA38" w14:textId="77777777" w:rsidR="0097331F" w:rsidRPr="00A40DC3" w:rsidRDefault="0097331F" w:rsidP="00197CCD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97331F" w:rsidRPr="00A40DC3" w14:paraId="5AD8405A" w14:textId="77777777" w:rsidTr="00197CCD">
        <w:trPr>
          <w:trHeight w:val="1010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FB6CA3" w14:textId="77777777" w:rsidR="0097331F" w:rsidRDefault="0097331F" w:rsidP="00197CCD">
            <w:pPr>
              <w:spacing w:before="40" w:after="40" w:line="276" w:lineRule="auto"/>
              <w:ind w:firstLine="215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OBIEKT</w:t>
            </w:r>
            <w:r w:rsidRPr="008A76FB">
              <w:rPr>
                <w:rFonts w:ascii="Calibri" w:hAnsi="Calibri" w:cs="Calibri"/>
                <w:sz w:val="24"/>
                <w:szCs w:val="24"/>
              </w:rPr>
              <w:t xml:space="preserve">:      </w:t>
            </w:r>
          </w:p>
          <w:p w14:paraId="50835ECA" w14:textId="77777777" w:rsidR="0097331F" w:rsidRPr="00EE4E38" w:rsidRDefault="0097331F" w:rsidP="00197CCD">
            <w:pPr>
              <w:spacing w:before="40" w:after="40" w:line="276" w:lineRule="auto"/>
              <w:ind w:firstLine="215"/>
              <w:jc w:val="center"/>
              <w:rPr>
                <w:b/>
                <w:bCs/>
                <w:sz w:val="30"/>
                <w:szCs w:val="30"/>
              </w:rPr>
            </w:pPr>
            <w:r w:rsidRPr="008C64E8">
              <w:rPr>
                <w:rFonts w:ascii="Calibri" w:hAnsi="Calibri" w:cs="Calibri"/>
                <w:b/>
                <w:sz w:val="28"/>
                <w:szCs w:val="28"/>
              </w:rPr>
              <w:t>Droga powiatowa DP 1024R (ul. Czarnieckiego), most w km 2+443 przez rz. San</w:t>
            </w:r>
          </w:p>
        </w:tc>
      </w:tr>
      <w:tr w:rsidR="0097331F" w:rsidRPr="00A40DC3" w14:paraId="176418BD" w14:textId="77777777" w:rsidTr="00197CCD">
        <w:trPr>
          <w:trHeight w:val="208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52995C9" w14:textId="77777777" w:rsidR="0097331F" w:rsidRPr="00A40DC3" w:rsidRDefault="0097331F" w:rsidP="00197CCD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97331F" w:rsidRPr="00A40DC3" w14:paraId="658E1083" w14:textId="77777777" w:rsidTr="00197CCD">
        <w:trPr>
          <w:trHeight w:val="1113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7615C088" w14:textId="77777777" w:rsidR="0097331F" w:rsidRPr="008A76FB" w:rsidRDefault="0097331F" w:rsidP="00197CCD">
            <w:pPr>
              <w:spacing w:before="40" w:after="40" w:line="276" w:lineRule="auto"/>
              <w:ind w:firstLine="215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ADRES OBIEKTU</w:t>
            </w:r>
            <w:r w:rsidRPr="008A76FB">
              <w:rPr>
                <w:rFonts w:ascii="Calibri" w:hAnsi="Calibri" w:cs="Calibri"/>
                <w:sz w:val="24"/>
                <w:szCs w:val="24"/>
              </w:rPr>
              <w:t xml:space="preserve">:      </w:t>
            </w:r>
          </w:p>
          <w:p w14:paraId="3B881240" w14:textId="77777777" w:rsidR="0097331F" w:rsidRPr="00D571EE" w:rsidRDefault="0097331F" w:rsidP="00197CCD">
            <w:pPr>
              <w:spacing w:line="240" w:lineRule="auto"/>
              <w:ind w:left="709" w:right="38" w:hanging="232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D571EE">
              <w:rPr>
                <w:rFonts w:ascii="Calibri" w:hAnsi="Calibri" w:cs="Calibri"/>
                <w:b/>
                <w:sz w:val="24"/>
                <w:szCs w:val="24"/>
              </w:rPr>
              <w:t>WOJEWÓDZTWO PODKARPACKIE, POWIAT STALOWOWOLSKI, STALOWA WOLA</w:t>
            </w:r>
          </w:p>
          <w:p w14:paraId="6E30EA01" w14:textId="77777777" w:rsidR="0097331F" w:rsidRPr="00D571EE" w:rsidRDefault="0097331F" w:rsidP="00197CCD">
            <w:pPr>
              <w:spacing w:line="276" w:lineRule="auto"/>
              <w:ind w:firstLine="0"/>
              <w:jc w:val="left"/>
              <w:rPr>
                <w:rFonts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          </w:t>
            </w:r>
            <w:r w:rsidRPr="00D571EE">
              <w:rPr>
                <w:rFonts w:ascii="Calibri" w:hAnsi="Calibri" w:cs="Calibri"/>
                <w:sz w:val="24"/>
                <w:szCs w:val="24"/>
              </w:rPr>
              <w:t xml:space="preserve">Dz. ew. nr 365 obręb 0004 </w:t>
            </w:r>
            <w:proofErr w:type="spellStart"/>
            <w:r w:rsidRPr="00D571EE">
              <w:rPr>
                <w:rFonts w:ascii="Calibri" w:hAnsi="Calibri" w:cs="Calibri"/>
                <w:sz w:val="24"/>
                <w:szCs w:val="24"/>
              </w:rPr>
              <w:t>Zasanie</w:t>
            </w:r>
            <w:proofErr w:type="spellEnd"/>
          </w:p>
        </w:tc>
      </w:tr>
      <w:tr w:rsidR="0097331F" w:rsidRPr="00A40DC3" w14:paraId="594F6C8F" w14:textId="77777777" w:rsidTr="00197CCD">
        <w:trPr>
          <w:trHeight w:val="85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61C5E04" w14:textId="77777777" w:rsidR="0097331F" w:rsidRPr="00A40DC3" w:rsidRDefault="0097331F" w:rsidP="00197CCD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97331F" w:rsidRPr="00EE4E38" w14:paraId="7057C903" w14:textId="77777777" w:rsidTr="00197CCD">
        <w:trPr>
          <w:trHeight w:val="1010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049120" w14:textId="77777777" w:rsidR="0097331F" w:rsidRDefault="0097331F" w:rsidP="00197CCD">
            <w:pPr>
              <w:spacing w:before="40" w:after="40" w:line="276" w:lineRule="auto"/>
              <w:ind w:firstLine="215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ZADANIA</w:t>
            </w:r>
            <w:r w:rsidRPr="008A76FB">
              <w:rPr>
                <w:rFonts w:ascii="Calibri" w:hAnsi="Calibri" w:cs="Calibri"/>
                <w:sz w:val="24"/>
                <w:szCs w:val="24"/>
              </w:rPr>
              <w:t xml:space="preserve">:      </w:t>
            </w:r>
          </w:p>
          <w:p w14:paraId="65405708" w14:textId="77777777" w:rsidR="0097331F" w:rsidRPr="00EE4E38" w:rsidRDefault="0097331F" w:rsidP="00197CCD">
            <w:pPr>
              <w:spacing w:before="40" w:after="40" w:line="276" w:lineRule="auto"/>
              <w:ind w:firstLine="215"/>
              <w:jc w:val="center"/>
              <w:rPr>
                <w:b/>
                <w:bCs/>
                <w:sz w:val="30"/>
                <w:szCs w:val="30"/>
              </w:rPr>
            </w:pPr>
            <w:r w:rsidRPr="00047452">
              <w:rPr>
                <w:rFonts w:ascii="Calibri" w:hAnsi="Calibri" w:cs="Calibri"/>
                <w:b/>
                <w:sz w:val="32"/>
                <w:szCs w:val="28"/>
              </w:rPr>
              <w:t xml:space="preserve">Przebudowa drogi powiatowej nr 1024R ul. Czarnieckiego </w:t>
            </w:r>
            <w:r w:rsidRPr="00047452">
              <w:rPr>
                <w:rFonts w:ascii="Calibri" w:hAnsi="Calibri" w:cs="Calibri"/>
                <w:b/>
                <w:sz w:val="32"/>
                <w:szCs w:val="28"/>
              </w:rPr>
              <w:br/>
              <w:t>w Stalowej Woli</w:t>
            </w:r>
          </w:p>
        </w:tc>
      </w:tr>
      <w:tr w:rsidR="0097331F" w:rsidRPr="00A40DC3" w14:paraId="661FEC71" w14:textId="77777777" w:rsidTr="00197CCD">
        <w:trPr>
          <w:trHeight w:val="85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2C762A3" w14:textId="77777777" w:rsidR="0097331F" w:rsidRPr="00A40DC3" w:rsidRDefault="0097331F" w:rsidP="00197CCD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97331F" w:rsidRPr="00A40DC3" w14:paraId="6FA610C1" w14:textId="77777777" w:rsidTr="00197CCD">
        <w:trPr>
          <w:trHeight w:val="698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F2E08" w14:textId="77777777" w:rsidR="0097331F" w:rsidRDefault="0097331F" w:rsidP="00197CCD">
            <w:pPr>
              <w:spacing w:line="240" w:lineRule="auto"/>
              <w:ind w:left="709" w:firstLine="0"/>
              <w:jc w:val="center"/>
              <w:rPr>
                <w:rFonts w:cs="Calibri"/>
                <w:b/>
                <w:caps/>
                <w:sz w:val="52"/>
                <w:szCs w:val="52"/>
              </w:rPr>
            </w:pPr>
          </w:p>
          <w:p w14:paraId="62E80207" w14:textId="77777777" w:rsidR="0097331F" w:rsidRDefault="0097331F" w:rsidP="00197CCD">
            <w:pPr>
              <w:spacing w:line="240" w:lineRule="auto"/>
              <w:ind w:left="709" w:firstLine="0"/>
              <w:jc w:val="center"/>
              <w:rPr>
                <w:rFonts w:cs="Calibri"/>
                <w:b/>
                <w:caps/>
                <w:sz w:val="52"/>
                <w:szCs w:val="52"/>
              </w:rPr>
            </w:pPr>
            <w:r>
              <w:rPr>
                <w:rFonts w:cs="Calibri"/>
                <w:b/>
                <w:caps/>
                <w:sz w:val="52"/>
                <w:szCs w:val="52"/>
              </w:rPr>
              <w:t xml:space="preserve">PRZEDMIAR ROBÓT </w:t>
            </w:r>
          </w:p>
          <w:p w14:paraId="3F799D29" w14:textId="4742A606" w:rsidR="0097331F" w:rsidRDefault="0097331F" w:rsidP="00197CCD">
            <w:pPr>
              <w:spacing w:line="240" w:lineRule="auto"/>
              <w:ind w:left="709" w:firstLine="0"/>
              <w:jc w:val="center"/>
              <w:rPr>
                <w:rFonts w:cs="Calibri"/>
                <w:b/>
                <w:caps/>
                <w:sz w:val="52"/>
                <w:szCs w:val="52"/>
              </w:rPr>
            </w:pPr>
            <w:r>
              <w:rPr>
                <w:rFonts w:cs="Calibri"/>
                <w:b/>
                <w:caps/>
                <w:sz w:val="52"/>
                <w:szCs w:val="52"/>
              </w:rPr>
              <w:t>BUDOWLANYCH</w:t>
            </w:r>
          </w:p>
          <w:p w14:paraId="71B4FC5E" w14:textId="77777777" w:rsidR="0097331F" w:rsidRPr="003D1A6C" w:rsidRDefault="0097331F" w:rsidP="00197CCD">
            <w:pPr>
              <w:spacing w:line="240" w:lineRule="auto"/>
              <w:ind w:left="709" w:firstLine="0"/>
              <w:jc w:val="center"/>
              <w:rPr>
                <w:b/>
                <w:sz w:val="32"/>
                <w:szCs w:val="32"/>
              </w:rPr>
            </w:pPr>
          </w:p>
          <w:p w14:paraId="378EFBE5" w14:textId="77777777" w:rsidR="0097331F" w:rsidRDefault="0097331F" w:rsidP="00197CCD">
            <w:pPr>
              <w:spacing w:line="240" w:lineRule="auto"/>
              <w:ind w:left="709" w:firstLine="0"/>
              <w:jc w:val="center"/>
              <w:rPr>
                <w:b/>
                <w:color w:val="0075B0"/>
                <w:sz w:val="20"/>
                <w:szCs w:val="20"/>
              </w:rPr>
            </w:pPr>
          </w:p>
          <w:p w14:paraId="03625D68" w14:textId="77777777" w:rsidR="0097331F" w:rsidRPr="00247E06" w:rsidRDefault="0097331F" w:rsidP="00197CCD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8"/>
                <w:szCs w:val="8"/>
              </w:rPr>
            </w:pPr>
          </w:p>
        </w:tc>
      </w:tr>
      <w:tr w:rsidR="0097331F" w:rsidRPr="00771DA1" w14:paraId="659FA908" w14:textId="77777777" w:rsidTr="00197CCD">
        <w:trPr>
          <w:trHeight w:val="1004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9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08"/>
              <w:gridCol w:w="3163"/>
              <w:gridCol w:w="2370"/>
              <w:gridCol w:w="2418"/>
            </w:tblGrid>
            <w:tr w:rsidR="0097331F" w:rsidRPr="00A40DC3" w14:paraId="2524A294" w14:textId="77777777" w:rsidTr="00197CCD">
              <w:trPr>
                <w:trHeight w:val="238"/>
                <w:jc w:val="center"/>
              </w:trPr>
              <w:tc>
                <w:tcPr>
                  <w:tcW w:w="2008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6" w:space="0" w:color="auto"/>
                  </w:tcBorders>
                  <w:vAlign w:val="center"/>
                </w:tcPr>
                <w:p w14:paraId="50DDC23C" w14:textId="77777777" w:rsidR="0097331F" w:rsidRPr="00A40DC3" w:rsidRDefault="0097331F" w:rsidP="00197CCD">
                  <w:pPr>
                    <w:spacing w:line="240" w:lineRule="auto"/>
                    <w:ind w:right="-10" w:firstLine="0"/>
                    <w:jc w:val="center"/>
                    <w:rPr>
                      <w:rFonts w:cs="Calibri"/>
                      <w:szCs w:val="24"/>
                    </w:rPr>
                  </w:pPr>
                  <w:r w:rsidRPr="00A40DC3">
                    <w:rPr>
                      <w:rFonts w:cs="Calibri"/>
                      <w:szCs w:val="24"/>
                    </w:rPr>
                    <w:t>BRANŻA</w:t>
                  </w:r>
                </w:p>
              </w:tc>
              <w:tc>
                <w:tcPr>
                  <w:tcW w:w="7951" w:type="dxa"/>
                  <w:gridSpan w:val="3"/>
                  <w:tcBorders>
                    <w:top w:val="single" w:sz="18" w:space="0" w:color="auto"/>
                    <w:left w:val="single" w:sz="6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66715707" w14:textId="77777777" w:rsidR="0097331F" w:rsidRPr="00A40DC3" w:rsidRDefault="0097331F" w:rsidP="00197CCD">
                  <w:pPr>
                    <w:spacing w:line="240" w:lineRule="auto"/>
                    <w:ind w:firstLine="0"/>
                    <w:jc w:val="center"/>
                    <w:rPr>
                      <w:rFonts w:cs="Calibri"/>
                      <w:b/>
                    </w:rPr>
                  </w:pPr>
                  <w:r>
                    <w:rPr>
                      <w:rFonts w:cs="Calibri"/>
                      <w:b/>
                    </w:rPr>
                    <w:t>ZESPÓŁ PROJEKTOWY</w:t>
                  </w:r>
                </w:p>
              </w:tc>
            </w:tr>
            <w:tr w:rsidR="0097331F" w:rsidRPr="00A40DC3" w14:paraId="2ABD7C49" w14:textId="77777777" w:rsidTr="00197CCD">
              <w:trPr>
                <w:trHeight w:val="473"/>
                <w:jc w:val="center"/>
              </w:trPr>
              <w:tc>
                <w:tcPr>
                  <w:tcW w:w="2008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7DC4FC" w14:textId="77777777" w:rsidR="0097331F" w:rsidRPr="00A40DC3" w:rsidRDefault="0097331F" w:rsidP="00197CCD">
                  <w:pPr>
                    <w:spacing w:line="240" w:lineRule="auto"/>
                    <w:ind w:firstLine="0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FUNKCJA</w:t>
                  </w:r>
                </w:p>
              </w:tc>
              <w:tc>
                <w:tcPr>
                  <w:tcW w:w="3163" w:type="dxa"/>
                  <w:tcBorders>
                    <w:top w:val="single" w:sz="1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8FABA62" w14:textId="77777777" w:rsidR="0097331F" w:rsidRPr="00A40DC3" w:rsidRDefault="0097331F" w:rsidP="00197CCD">
                  <w:pPr>
                    <w:spacing w:line="240" w:lineRule="auto"/>
                    <w:ind w:firstLine="0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IMIĘ I NAZWISKO</w:t>
                  </w:r>
                </w:p>
              </w:tc>
              <w:tc>
                <w:tcPr>
                  <w:tcW w:w="2370" w:type="dxa"/>
                  <w:tcBorders>
                    <w:top w:val="single" w:sz="1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5CD1C58" w14:textId="77777777" w:rsidR="0097331F" w:rsidRPr="00A40DC3" w:rsidRDefault="0097331F" w:rsidP="00197CCD">
                  <w:pPr>
                    <w:spacing w:line="240" w:lineRule="auto"/>
                    <w:ind w:firstLine="0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UPRAWNIENIA</w:t>
                  </w:r>
                </w:p>
              </w:tc>
              <w:tc>
                <w:tcPr>
                  <w:tcW w:w="2418" w:type="dxa"/>
                  <w:tcBorders>
                    <w:top w:val="single" w:sz="18" w:space="0" w:color="auto"/>
                    <w:left w:val="single" w:sz="6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</w:tcPr>
                <w:p w14:paraId="28C50E2C" w14:textId="77777777" w:rsidR="0097331F" w:rsidRPr="00A40DC3" w:rsidRDefault="0097331F" w:rsidP="00197CCD">
                  <w:pPr>
                    <w:spacing w:line="240" w:lineRule="auto"/>
                    <w:ind w:firstLine="0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PODPIS</w:t>
                  </w:r>
                </w:p>
              </w:tc>
            </w:tr>
            <w:tr w:rsidR="0097331F" w:rsidRPr="00A40DC3" w14:paraId="757D277E" w14:textId="77777777" w:rsidTr="00197CCD">
              <w:trPr>
                <w:trHeight w:val="480"/>
                <w:jc w:val="center"/>
              </w:trPr>
              <w:tc>
                <w:tcPr>
                  <w:tcW w:w="2008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255CF3E" w14:textId="77777777" w:rsidR="0097331F" w:rsidRPr="00A40DC3" w:rsidRDefault="0097331F" w:rsidP="00197CCD">
                  <w:pPr>
                    <w:spacing w:line="240" w:lineRule="auto"/>
                    <w:ind w:right="213" w:firstLine="0"/>
                    <w:jc w:val="left"/>
                    <w:rPr>
                      <w:rFonts w:cstheme="minorHAnsi"/>
                      <w:szCs w:val="24"/>
                    </w:rPr>
                  </w:pPr>
                  <w:r w:rsidRPr="00A40DC3">
                    <w:rPr>
                      <w:rFonts w:cstheme="minorHAnsi"/>
                      <w:szCs w:val="24"/>
                    </w:rPr>
                    <w:t>PROJEKTANT</w:t>
                  </w:r>
                </w:p>
              </w:tc>
              <w:tc>
                <w:tcPr>
                  <w:tcW w:w="31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0FC4561" w14:textId="77777777" w:rsidR="0097331F" w:rsidRPr="00A40DC3" w:rsidRDefault="0097331F" w:rsidP="00197CCD">
                  <w:pPr>
                    <w:spacing w:line="240" w:lineRule="auto"/>
                    <w:ind w:left="2070" w:hanging="1928"/>
                    <w:jc w:val="left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mgr inż. Patrycjusz MOSTEK</w:t>
                  </w:r>
                </w:p>
              </w:tc>
              <w:tc>
                <w:tcPr>
                  <w:tcW w:w="23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8FE7B7F" w14:textId="77777777" w:rsidR="0097331F" w:rsidRPr="00A40DC3" w:rsidRDefault="0097331F" w:rsidP="00197CCD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PDK/0124/POOM/06</w:t>
                  </w:r>
                </w:p>
              </w:tc>
              <w:tc>
                <w:tcPr>
                  <w:tcW w:w="2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</w:tcPr>
                <w:p w14:paraId="75D48848" w14:textId="77777777" w:rsidR="0097331F" w:rsidRPr="00A40DC3" w:rsidRDefault="0097331F" w:rsidP="00197CCD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0288" behindDoc="1" locked="0" layoutInCell="1" allowOverlap="1" wp14:anchorId="3C1087D0" wp14:editId="6137078F">
                        <wp:simplePos x="0" y="0"/>
                        <wp:positionH relativeFrom="column">
                          <wp:posOffset>367030</wp:posOffset>
                        </wp:positionH>
                        <wp:positionV relativeFrom="paragraph">
                          <wp:posOffset>-78740</wp:posOffset>
                        </wp:positionV>
                        <wp:extent cx="809625" cy="391795"/>
                        <wp:effectExtent l="0" t="0" r="0" b="0"/>
                        <wp:wrapNone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9625" cy="3917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97331F" w:rsidRPr="00A40DC3" w14:paraId="386EFD6D" w14:textId="77777777" w:rsidTr="00197CCD">
              <w:trPr>
                <w:trHeight w:val="422"/>
                <w:jc w:val="center"/>
              </w:trPr>
              <w:tc>
                <w:tcPr>
                  <w:tcW w:w="2008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D60F7FF" w14:textId="77777777" w:rsidR="0097331F" w:rsidRPr="00A40DC3" w:rsidRDefault="0097331F" w:rsidP="00197CCD">
                  <w:pPr>
                    <w:spacing w:line="240" w:lineRule="auto"/>
                    <w:ind w:right="213" w:firstLine="0"/>
                    <w:jc w:val="left"/>
                    <w:rPr>
                      <w:rFonts w:cstheme="minorHAnsi"/>
                      <w:szCs w:val="24"/>
                    </w:rPr>
                  </w:pPr>
                  <w:r w:rsidRPr="00A40DC3">
                    <w:rPr>
                      <w:rFonts w:cstheme="minorHAnsi"/>
                      <w:szCs w:val="24"/>
                    </w:rPr>
                    <w:t>OPRACOWUJĄCY</w:t>
                  </w:r>
                </w:p>
              </w:tc>
              <w:tc>
                <w:tcPr>
                  <w:tcW w:w="31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16C8C7" w14:textId="77777777" w:rsidR="0097331F" w:rsidRPr="00A40DC3" w:rsidRDefault="0097331F" w:rsidP="00197CCD">
                  <w:pPr>
                    <w:spacing w:line="240" w:lineRule="auto"/>
                    <w:ind w:firstLine="148"/>
                    <w:jc w:val="left"/>
                    <w:rPr>
                      <w:rFonts w:cstheme="minorHAnsi"/>
                    </w:rPr>
                  </w:pPr>
                  <w:r>
                    <w:rPr>
                      <w:rFonts w:cs="Arial"/>
                      <w:szCs w:val="16"/>
                      <w:lang w:eastAsia="pl-PL"/>
                    </w:rPr>
                    <w:t xml:space="preserve">mgr </w:t>
                  </w:r>
                  <w:r w:rsidRPr="00A40DC3">
                    <w:rPr>
                      <w:rFonts w:cs="Arial"/>
                      <w:szCs w:val="16"/>
                      <w:lang w:eastAsia="pl-PL"/>
                    </w:rPr>
                    <w:t>inż. Adrian SZYSZKA</w:t>
                  </w:r>
                </w:p>
              </w:tc>
              <w:tc>
                <w:tcPr>
                  <w:tcW w:w="23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1215DA6" w14:textId="77777777" w:rsidR="0097331F" w:rsidRPr="00A40DC3" w:rsidRDefault="0097331F" w:rsidP="00197CCD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---</w:t>
                  </w:r>
                </w:p>
              </w:tc>
              <w:tc>
                <w:tcPr>
                  <w:tcW w:w="2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</w:tcPr>
                <w:p w14:paraId="38127DC0" w14:textId="77777777" w:rsidR="0097331F" w:rsidRPr="00A40DC3" w:rsidRDefault="0097331F" w:rsidP="00197CCD">
                  <w:pPr>
                    <w:spacing w:line="240" w:lineRule="auto"/>
                    <w:ind w:right="213" w:firstLine="0"/>
                    <w:jc w:val="center"/>
                    <w:rPr>
                      <w:rFonts w:cstheme="minorHAnsi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1" locked="0" layoutInCell="1" allowOverlap="1" wp14:anchorId="1729E05A" wp14:editId="3C90A9A6">
                        <wp:simplePos x="0" y="0"/>
                        <wp:positionH relativeFrom="column">
                          <wp:posOffset>189230</wp:posOffset>
                        </wp:positionH>
                        <wp:positionV relativeFrom="paragraph">
                          <wp:posOffset>-33020</wp:posOffset>
                        </wp:positionV>
                        <wp:extent cx="991870" cy="297180"/>
                        <wp:effectExtent l="0" t="0" r="0" b="0"/>
                        <wp:wrapNone/>
                        <wp:docPr id="5" name="Obraz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1112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991870" cy="2971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97331F" w:rsidRPr="00A40DC3" w14:paraId="3092DBE4" w14:textId="77777777" w:rsidTr="00197CCD">
              <w:trPr>
                <w:trHeight w:val="475"/>
                <w:jc w:val="center"/>
              </w:trPr>
              <w:tc>
                <w:tcPr>
                  <w:tcW w:w="2008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6" w:space="0" w:color="auto"/>
                  </w:tcBorders>
                  <w:vAlign w:val="center"/>
                </w:tcPr>
                <w:p w14:paraId="14FD0DCD" w14:textId="77777777" w:rsidR="0097331F" w:rsidRPr="00A40DC3" w:rsidRDefault="0097331F" w:rsidP="00197CCD">
                  <w:pPr>
                    <w:spacing w:line="240" w:lineRule="auto"/>
                    <w:ind w:right="213" w:firstLine="0"/>
                    <w:jc w:val="left"/>
                    <w:rPr>
                      <w:rFonts w:cstheme="minorHAnsi"/>
                      <w:szCs w:val="24"/>
                    </w:rPr>
                  </w:pPr>
                  <w:r w:rsidRPr="00A40DC3">
                    <w:rPr>
                      <w:rFonts w:cstheme="minorHAnsi"/>
                      <w:szCs w:val="24"/>
                    </w:rPr>
                    <w:t>SPRAWDZAJĄCY</w:t>
                  </w:r>
                </w:p>
              </w:tc>
              <w:tc>
                <w:tcPr>
                  <w:tcW w:w="3163" w:type="dxa"/>
                  <w:tcBorders>
                    <w:top w:val="single" w:sz="6" w:space="0" w:color="auto"/>
                    <w:left w:val="single" w:sz="6" w:space="0" w:color="auto"/>
                    <w:bottom w:val="single" w:sz="18" w:space="0" w:color="auto"/>
                    <w:right w:val="single" w:sz="6" w:space="0" w:color="auto"/>
                  </w:tcBorders>
                  <w:vAlign w:val="center"/>
                </w:tcPr>
                <w:p w14:paraId="4B0724B9" w14:textId="77777777" w:rsidR="0097331F" w:rsidRPr="00A40DC3" w:rsidRDefault="0097331F" w:rsidP="00197CCD">
                  <w:pPr>
                    <w:spacing w:line="240" w:lineRule="auto"/>
                    <w:ind w:firstLine="148"/>
                    <w:jc w:val="left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mgr inż. Marcin ARENDARCZYK</w:t>
                  </w:r>
                </w:p>
              </w:tc>
              <w:tc>
                <w:tcPr>
                  <w:tcW w:w="2370" w:type="dxa"/>
                  <w:tcBorders>
                    <w:top w:val="single" w:sz="6" w:space="0" w:color="auto"/>
                    <w:left w:val="single" w:sz="6" w:space="0" w:color="auto"/>
                    <w:bottom w:val="single" w:sz="18" w:space="0" w:color="auto"/>
                    <w:right w:val="single" w:sz="6" w:space="0" w:color="auto"/>
                  </w:tcBorders>
                  <w:vAlign w:val="center"/>
                </w:tcPr>
                <w:p w14:paraId="6C18B056" w14:textId="77777777" w:rsidR="0097331F" w:rsidRPr="00A40DC3" w:rsidRDefault="0097331F" w:rsidP="00197CCD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 w:rsidRPr="00A40DC3">
                    <w:rPr>
                      <w:rFonts w:cstheme="minorHAnsi"/>
                    </w:rPr>
                    <w:t>PDK/0083/POOM/11</w:t>
                  </w:r>
                </w:p>
              </w:tc>
              <w:tc>
                <w:tcPr>
                  <w:tcW w:w="2418" w:type="dxa"/>
                  <w:tcBorders>
                    <w:top w:val="single" w:sz="6" w:space="0" w:color="auto"/>
                    <w:left w:val="single" w:sz="6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0A31B900" w14:textId="77777777" w:rsidR="0097331F" w:rsidRPr="00A40DC3" w:rsidRDefault="0097331F" w:rsidP="00197CCD">
                  <w:pPr>
                    <w:spacing w:line="240" w:lineRule="auto"/>
                    <w:ind w:left="2070" w:hanging="1928"/>
                    <w:jc w:val="center"/>
                    <w:rPr>
                      <w:rFonts w:cstheme="minorHAnsi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1" locked="0" layoutInCell="1" allowOverlap="1" wp14:anchorId="14C90DB0" wp14:editId="001EDE40">
                        <wp:simplePos x="0" y="0"/>
                        <wp:positionH relativeFrom="column">
                          <wp:posOffset>159385</wp:posOffset>
                        </wp:positionH>
                        <wp:positionV relativeFrom="paragraph">
                          <wp:posOffset>-59055</wp:posOffset>
                        </wp:positionV>
                        <wp:extent cx="1254760" cy="457200"/>
                        <wp:effectExtent l="0" t="0" r="0" b="0"/>
                        <wp:wrapNone/>
                        <wp:docPr id="6" name="Obraz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4760" cy="457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0D0A77B9" w14:textId="77777777" w:rsidR="0097331F" w:rsidRPr="00771DA1" w:rsidRDefault="0097331F" w:rsidP="00197CCD">
            <w:pPr>
              <w:spacing w:before="40" w:after="40" w:line="276" w:lineRule="auto"/>
              <w:ind w:firstLine="0"/>
              <w:jc w:val="left"/>
              <w:rPr>
                <w:rFonts w:cs="Calibri"/>
                <w:b/>
                <w:caps/>
                <w:color w:val="0075B0"/>
                <w:sz w:val="40"/>
                <w:szCs w:val="40"/>
              </w:rPr>
            </w:pPr>
          </w:p>
        </w:tc>
      </w:tr>
      <w:tr w:rsidR="0097331F" w:rsidRPr="00A40DC3" w14:paraId="467FDA4F" w14:textId="77777777" w:rsidTr="00197CCD">
        <w:trPr>
          <w:trHeight w:hRule="exact" w:val="306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92473EB" w14:textId="77777777" w:rsidR="0097331F" w:rsidRPr="00A40DC3" w:rsidRDefault="0097331F" w:rsidP="00197CCD">
            <w:pPr>
              <w:rPr>
                <w:rFonts w:cs="Calibri"/>
                <w:b/>
                <w:i/>
                <w:sz w:val="16"/>
                <w:szCs w:val="16"/>
              </w:rPr>
            </w:pPr>
          </w:p>
        </w:tc>
      </w:tr>
      <w:tr w:rsidR="0097331F" w:rsidRPr="00A40DC3" w14:paraId="2C14FBE7" w14:textId="77777777" w:rsidTr="00197CCD">
        <w:trPr>
          <w:trHeight w:val="702"/>
          <w:jc w:val="center"/>
        </w:trPr>
        <w:tc>
          <w:tcPr>
            <w:tcW w:w="35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1E6DDAB" w14:textId="77777777" w:rsidR="0097331F" w:rsidRPr="00A40DC3" w:rsidRDefault="0097331F" w:rsidP="00197CCD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A40DC3">
              <w:rPr>
                <w:rFonts w:cs="Calibri"/>
              </w:rPr>
              <w:t>NR ARCHIWALNY:</w:t>
            </w:r>
          </w:p>
          <w:p w14:paraId="00D2C237" w14:textId="77777777" w:rsidR="0097331F" w:rsidRPr="00A40DC3" w:rsidRDefault="0097331F" w:rsidP="00197CCD">
            <w:pPr>
              <w:ind w:left="214" w:hanging="72"/>
              <w:jc w:val="center"/>
              <w:rPr>
                <w:b/>
                <w:sz w:val="32"/>
                <w:szCs w:val="28"/>
              </w:rPr>
            </w:pPr>
            <w:r w:rsidRPr="00CA6F98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21_009_DP1024R</w:t>
            </w:r>
          </w:p>
        </w:tc>
        <w:tc>
          <w:tcPr>
            <w:tcW w:w="3048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30716A55" w14:textId="77777777" w:rsidR="0097331F" w:rsidRPr="00A40DC3" w:rsidRDefault="0097331F" w:rsidP="00197CCD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A40DC3">
              <w:rPr>
                <w:rFonts w:cs="Calibri"/>
              </w:rPr>
              <w:t>DATA OPRACOWANIA:</w:t>
            </w:r>
          </w:p>
          <w:p w14:paraId="0A091B1F" w14:textId="77777777" w:rsidR="0097331F" w:rsidRPr="00A40DC3" w:rsidRDefault="0097331F" w:rsidP="00197CCD">
            <w:pPr>
              <w:ind w:firstLine="0"/>
              <w:jc w:val="center"/>
              <w:rPr>
                <w:rFonts w:cs="Calibri"/>
                <w:b/>
                <w:sz w:val="18"/>
              </w:rPr>
            </w:pPr>
            <w:r>
              <w:rPr>
                <w:b/>
                <w:sz w:val="28"/>
                <w:szCs w:val="28"/>
              </w:rPr>
              <w:t>LIPIEC 2021</w:t>
            </w:r>
          </w:p>
        </w:tc>
        <w:tc>
          <w:tcPr>
            <w:tcW w:w="229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14:paraId="1A6223E2" w14:textId="77777777" w:rsidR="0097331F" w:rsidRPr="00A40DC3" w:rsidRDefault="0097331F" w:rsidP="00197CCD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A40DC3">
              <w:rPr>
                <w:rFonts w:cs="Calibri"/>
              </w:rPr>
              <w:t>NR EGZEMPLARZA:</w:t>
            </w:r>
          </w:p>
        </w:tc>
        <w:tc>
          <w:tcPr>
            <w:tcW w:w="11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20745FE" w14:textId="50F59B71" w:rsidR="0097331F" w:rsidRPr="00A40DC3" w:rsidRDefault="0070514F" w:rsidP="00197CCD">
            <w:pPr>
              <w:tabs>
                <w:tab w:val="left" w:pos="2481"/>
              </w:tabs>
              <w:spacing w:line="240" w:lineRule="auto"/>
              <w:ind w:right="-104" w:firstLine="0"/>
              <w:jc w:val="center"/>
              <w:rPr>
                <w:rFonts w:cs="Calibri"/>
                <w:b/>
                <w:color w:val="0075B0"/>
                <w:sz w:val="64"/>
                <w:szCs w:val="64"/>
              </w:rPr>
            </w:pPr>
            <w:r>
              <w:rPr>
                <w:rFonts w:cs="Calibri"/>
                <w:b/>
                <w:color w:val="0075B0"/>
                <w:sz w:val="64"/>
                <w:szCs w:val="64"/>
              </w:rPr>
              <w:t>3</w:t>
            </w:r>
          </w:p>
        </w:tc>
      </w:tr>
    </w:tbl>
    <w:p w14:paraId="5884D23B" w14:textId="77777777" w:rsidR="00B6125C" w:rsidRPr="00C3343B" w:rsidRDefault="00B6125C" w:rsidP="001033EA">
      <w:pPr>
        <w:suppressAutoHyphens w:val="0"/>
        <w:spacing w:after="200" w:line="276" w:lineRule="auto"/>
        <w:ind w:left="-284" w:right="-427" w:firstLine="0"/>
        <w:jc w:val="left"/>
        <w:rPr>
          <w:rFonts w:cs="Arial"/>
          <w:sz w:val="15"/>
          <w:szCs w:val="15"/>
        </w:rPr>
      </w:pPr>
      <w:r w:rsidRPr="00C3343B">
        <w:rPr>
          <w:rFonts w:cs="Arial"/>
          <w:sz w:val="15"/>
          <w:szCs w:val="15"/>
        </w:rPr>
        <w:t>Prawa autorskie zastrzeżone, łącznie z prawem reprodukcji lub udostępniania osobom trzecim niniejszego opracowania lub jego części bez upoważnienia inwestora</w:t>
      </w:r>
    </w:p>
    <w:p w14:paraId="7A820D41" w14:textId="77777777" w:rsidR="00507751" w:rsidRDefault="00507751" w:rsidP="00507751">
      <w:pPr>
        <w:spacing w:before="240" w:after="240" w:line="240" w:lineRule="auto"/>
        <w:ind w:left="228" w:right="45" w:firstLine="0"/>
        <w:jc w:val="left"/>
        <w:rPr>
          <w:rFonts w:eastAsia="Times New Roman" w:cs="Arial"/>
          <w:b/>
          <w:bCs/>
          <w:sz w:val="28"/>
          <w:szCs w:val="28"/>
          <w:highlight w:val="lightGray"/>
          <w:lang w:eastAsia="pl-PL"/>
        </w:rPr>
        <w:sectPr w:rsidR="00507751" w:rsidSect="00CC233A"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134" w:right="851" w:bottom="1134" w:left="1701" w:header="510" w:footer="286" w:gutter="0"/>
          <w:cols w:space="708"/>
          <w:titlePg/>
          <w:docGrid w:linePitch="299"/>
        </w:sectPr>
      </w:pPr>
    </w:p>
    <w:p w14:paraId="6A435F10" w14:textId="77777777" w:rsidR="007534FF" w:rsidRPr="00507751" w:rsidRDefault="00507751" w:rsidP="0051336F">
      <w:pPr>
        <w:pStyle w:val="Akapitzlist"/>
        <w:numPr>
          <w:ilvl w:val="0"/>
          <w:numId w:val="20"/>
        </w:numPr>
        <w:spacing w:before="240"/>
        <w:ind w:left="0" w:right="45" w:firstLine="0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  <w:r>
        <w:rPr>
          <w:rFonts w:eastAsia="Times New Roman" w:cs="Arial"/>
          <w:b/>
          <w:bCs/>
          <w:sz w:val="28"/>
          <w:szCs w:val="28"/>
          <w:lang w:eastAsia="pl-PL"/>
        </w:rPr>
        <w:lastRenderedPageBreak/>
        <w:t xml:space="preserve">WYKAZ KODÓW CPV </w:t>
      </w:r>
    </w:p>
    <w:p w14:paraId="01B876C8" w14:textId="6D7EF0A3" w:rsidR="00504917" w:rsidRDefault="00504917" w:rsidP="00504917">
      <w:pPr>
        <w:tabs>
          <w:tab w:val="left" w:pos="7584"/>
        </w:tabs>
        <w:ind w:firstLine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45 22 32 00 – 8 Roboty konstrukcyjne</w:t>
      </w:r>
    </w:p>
    <w:p w14:paraId="1CB19706" w14:textId="77777777" w:rsidR="00504917" w:rsidRDefault="00504917" w:rsidP="00504917">
      <w:pPr>
        <w:tabs>
          <w:tab w:val="left" w:pos="7584"/>
        </w:tabs>
        <w:ind w:firstLine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45 22 35 00 – 1 Konstrukcje z betonu zbrojonego</w:t>
      </w:r>
    </w:p>
    <w:p w14:paraId="63FB75C8" w14:textId="77777777" w:rsidR="00504917" w:rsidRDefault="00504917" w:rsidP="00504917">
      <w:pPr>
        <w:tabs>
          <w:tab w:val="left" w:pos="7584"/>
        </w:tabs>
        <w:ind w:firstLine="0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45 23 31 20 </w:t>
      </w:r>
      <w:r w:rsidRPr="00EC02CA">
        <w:rPr>
          <w:rFonts w:cs="Arial"/>
          <w:sz w:val="24"/>
          <w:szCs w:val="24"/>
        </w:rPr>
        <w:t xml:space="preserve">– </w:t>
      </w:r>
      <w:r>
        <w:rPr>
          <w:rFonts w:cs="Arial"/>
          <w:sz w:val="24"/>
          <w:szCs w:val="24"/>
        </w:rPr>
        <w:t>6 Roboty w zakresie budowy dróg</w:t>
      </w:r>
    </w:p>
    <w:bookmarkEnd w:id="0"/>
    <w:p w14:paraId="4F5B877C" w14:textId="587848BA" w:rsidR="00027AB6" w:rsidRPr="00E54726" w:rsidRDefault="00027AB6" w:rsidP="00027AB6">
      <w:pPr>
        <w:pStyle w:val="Akapitzlist"/>
        <w:numPr>
          <w:ilvl w:val="0"/>
          <w:numId w:val="20"/>
        </w:numPr>
        <w:spacing w:before="240"/>
        <w:ind w:left="0" w:right="45" w:firstLine="0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  <w:r w:rsidRPr="00EC02CA">
        <w:rPr>
          <w:rFonts w:eastAsia="Times New Roman" w:cs="Arial"/>
          <w:b/>
          <w:bCs/>
          <w:sz w:val="28"/>
          <w:szCs w:val="28"/>
          <w:lang w:eastAsia="pl-PL"/>
        </w:rPr>
        <w:t>SPIS DZIAŁÓW PRZEDMIARU ROBÓT</w:t>
      </w:r>
      <w:r>
        <w:rPr>
          <w:rFonts w:eastAsia="Times New Roman" w:cs="Arial"/>
          <w:b/>
          <w:bCs/>
          <w:sz w:val="28"/>
          <w:szCs w:val="28"/>
          <w:lang w:eastAsia="pl-PL"/>
        </w:rPr>
        <w:t xml:space="preserve"> </w:t>
      </w:r>
    </w:p>
    <w:tbl>
      <w:tblPr>
        <w:tblW w:w="965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8571"/>
      </w:tblGrid>
      <w:tr w:rsidR="00027AB6" w:rsidRPr="00DA169B" w14:paraId="6335F79D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98F78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1A5E4" w14:textId="77777777" w:rsidR="00027AB6" w:rsidRPr="00EE4E38" w:rsidRDefault="00027AB6" w:rsidP="005C32E2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EE4E38">
              <w:rPr>
                <w:rFonts w:eastAsia="Times New Roman"/>
                <w:sz w:val="24"/>
                <w:szCs w:val="24"/>
                <w:lang w:eastAsia="pl-PL"/>
              </w:rPr>
              <w:t xml:space="preserve">00.00.00.00 WYMAGANIA OGÓLNE  </w:t>
            </w:r>
          </w:p>
        </w:tc>
      </w:tr>
      <w:tr w:rsidR="00027AB6" w:rsidRPr="00DA169B" w14:paraId="43D9C536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92F6F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D704A" w14:textId="77777777" w:rsidR="00027AB6" w:rsidRPr="00EE4E38" w:rsidRDefault="00027AB6" w:rsidP="005C32E2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EE4E38">
              <w:rPr>
                <w:rFonts w:eastAsia="Times New Roman"/>
                <w:sz w:val="24"/>
                <w:szCs w:val="24"/>
                <w:lang w:eastAsia="pl-PL"/>
              </w:rPr>
              <w:t>D-01.00.00.00 ROBOTY PRZYGOTOWAWCZE  I ROZBIÓRKOWE</w:t>
            </w:r>
          </w:p>
        </w:tc>
      </w:tr>
      <w:tr w:rsidR="00027AB6" w:rsidRPr="00DA169B" w14:paraId="19A579F7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F8BE6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6C3E2" w14:textId="77777777" w:rsidR="00027AB6" w:rsidRPr="00EE4E38" w:rsidRDefault="00027AB6" w:rsidP="005C32E2">
            <w:pPr>
              <w:ind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EE4E38">
              <w:rPr>
                <w:rFonts w:eastAsia="Times New Roman"/>
                <w:sz w:val="24"/>
                <w:szCs w:val="24"/>
                <w:lang w:eastAsia="pl-PL"/>
              </w:rPr>
              <w:t>D-0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3</w:t>
            </w:r>
            <w:r w:rsidRPr="00EE4E38">
              <w:rPr>
                <w:rFonts w:eastAsia="Times New Roman"/>
                <w:sz w:val="24"/>
                <w:szCs w:val="24"/>
                <w:lang w:eastAsia="pl-PL"/>
              </w:rPr>
              <w:t xml:space="preserve">.00.00.00 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ODWODNIENIE</w:t>
            </w:r>
          </w:p>
        </w:tc>
      </w:tr>
      <w:tr w:rsidR="00027AB6" w:rsidRPr="00DA169B" w14:paraId="2F40959C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4A96E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4E3B5" w14:textId="77777777" w:rsidR="00027AB6" w:rsidRPr="00EE4E38" w:rsidRDefault="00027AB6" w:rsidP="005C32E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EE4E38">
              <w:rPr>
                <w:rFonts w:eastAsia="Times New Roman"/>
                <w:sz w:val="24"/>
                <w:szCs w:val="24"/>
                <w:lang w:eastAsia="pl-PL"/>
              </w:rPr>
              <w:t>D-0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5</w:t>
            </w:r>
            <w:r w:rsidRPr="00EE4E38">
              <w:rPr>
                <w:rFonts w:eastAsia="Times New Roman"/>
                <w:sz w:val="24"/>
                <w:szCs w:val="24"/>
                <w:lang w:eastAsia="pl-PL"/>
              </w:rPr>
              <w:t xml:space="preserve">.00.00.00 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NAWIERZCHNIE</w:t>
            </w:r>
          </w:p>
        </w:tc>
      </w:tr>
      <w:tr w:rsidR="00027AB6" w:rsidRPr="00DA169B" w14:paraId="53375CA0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84914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86213" w14:textId="77777777" w:rsidR="00027AB6" w:rsidRPr="00EE4E38" w:rsidRDefault="00027AB6" w:rsidP="005C32E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 w:rsidRPr="00EE4E38">
              <w:rPr>
                <w:rFonts w:eastAsia="Times New Roman"/>
                <w:sz w:val="24"/>
                <w:szCs w:val="24"/>
                <w:lang w:eastAsia="pl-PL"/>
              </w:rPr>
              <w:t>D-0</w:t>
            </w:r>
            <w:r>
              <w:rPr>
                <w:rFonts w:eastAsia="Times New Roman"/>
                <w:sz w:val="24"/>
                <w:szCs w:val="24"/>
                <w:lang w:eastAsia="pl-PL"/>
              </w:rPr>
              <w:t>7</w:t>
            </w:r>
            <w:r w:rsidRPr="00EE4E38">
              <w:rPr>
                <w:rFonts w:eastAsia="Times New Roman"/>
                <w:sz w:val="24"/>
                <w:szCs w:val="24"/>
                <w:lang w:eastAsia="pl-PL"/>
              </w:rPr>
              <w:t>.00.00.00 OZNAKOWANIE DRÓG I URZĄDZENIA BRD</w:t>
            </w:r>
          </w:p>
        </w:tc>
      </w:tr>
      <w:tr w:rsidR="00027AB6" w:rsidRPr="00DA169B" w14:paraId="0E02964D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94B48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9C4E0" w14:textId="77777777" w:rsidR="00027AB6" w:rsidRPr="00EE4E38" w:rsidRDefault="00027AB6" w:rsidP="005C32E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M-12.00.00.00 ZBROJENIE</w:t>
            </w:r>
          </w:p>
        </w:tc>
      </w:tr>
      <w:tr w:rsidR="00027AB6" w:rsidRPr="00DA169B" w14:paraId="6E79078B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CC20C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CF111" w14:textId="77777777" w:rsidR="00027AB6" w:rsidRPr="00EE4E38" w:rsidRDefault="00027AB6" w:rsidP="005C32E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M-13.00.00.00 BETON</w:t>
            </w:r>
          </w:p>
        </w:tc>
      </w:tr>
      <w:tr w:rsidR="00027AB6" w:rsidRPr="00DA169B" w14:paraId="005EF23E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34EB1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EA50E" w14:textId="77777777" w:rsidR="00027AB6" w:rsidRPr="00EE4E38" w:rsidRDefault="00027AB6" w:rsidP="005C32E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M-15.00.00.00 IZOLACJA</w:t>
            </w:r>
          </w:p>
        </w:tc>
      </w:tr>
      <w:tr w:rsidR="00027AB6" w:rsidRPr="00DA169B" w14:paraId="685FBC57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FD411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77C13" w14:textId="77777777" w:rsidR="00027AB6" w:rsidRPr="00EE4E38" w:rsidRDefault="00027AB6" w:rsidP="005C32E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M-18.00.00.00 URZĄDZENIE DYLATACYJNE</w:t>
            </w:r>
          </w:p>
        </w:tc>
      </w:tr>
      <w:tr w:rsidR="00027AB6" w:rsidRPr="00DA169B" w14:paraId="62205ED2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954D6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8598E" w14:textId="77777777" w:rsidR="00027AB6" w:rsidRPr="00EE4E38" w:rsidRDefault="00027AB6" w:rsidP="005C32E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M-19.00.00.00 ELEMENTY ZABEZPIECZENIA</w:t>
            </w:r>
          </w:p>
        </w:tc>
      </w:tr>
      <w:tr w:rsidR="00027AB6" w:rsidRPr="00DA169B" w14:paraId="464503DC" w14:textId="77777777" w:rsidTr="005C32E2">
        <w:trPr>
          <w:trHeight w:val="39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28E03" w14:textId="77777777" w:rsidR="00027AB6" w:rsidRPr="00EE4E38" w:rsidRDefault="00027AB6" w:rsidP="005C32E2">
            <w:pPr>
              <w:numPr>
                <w:ilvl w:val="0"/>
                <w:numId w:val="21"/>
              </w:numPr>
              <w:suppressAutoHyphens w:val="0"/>
              <w:autoSpaceDN/>
              <w:ind w:left="0" w:firstLine="0"/>
              <w:jc w:val="center"/>
              <w:textAlignment w:val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8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EB5E6" w14:textId="77777777" w:rsidR="00027AB6" w:rsidRPr="00EE4E38" w:rsidRDefault="00027AB6" w:rsidP="005C32E2">
            <w:pPr>
              <w:ind w:right="356" w:firstLine="0"/>
              <w:rPr>
                <w:rFonts w:eastAsia="Times New Roman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sz w:val="24"/>
                <w:szCs w:val="24"/>
                <w:lang w:eastAsia="pl-PL"/>
              </w:rPr>
              <w:t>M-20.00.00.00 INNE ROBOTY MOSTOWE</w:t>
            </w:r>
          </w:p>
        </w:tc>
      </w:tr>
    </w:tbl>
    <w:p w14:paraId="60B1D773" w14:textId="77777777" w:rsidR="00027AB6" w:rsidRDefault="00027AB6" w:rsidP="00027AB6">
      <w:pPr>
        <w:pStyle w:val="Akapitzlist"/>
        <w:numPr>
          <w:ilvl w:val="0"/>
          <w:numId w:val="20"/>
        </w:numPr>
        <w:spacing w:before="240"/>
        <w:ind w:left="0" w:right="45" w:firstLine="0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  <w:r>
        <w:rPr>
          <w:rFonts w:eastAsia="Times New Roman" w:cs="Arial"/>
          <w:b/>
          <w:bCs/>
          <w:sz w:val="28"/>
          <w:szCs w:val="28"/>
          <w:lang w:eastAsia="pl-PL"/>
        </w:rPr>
        <w:t>OPIS ROBÓT</w:t>
      </w:r>
    </w:p>
    <w:p w14:paraId="21A35063" w14:textId="77777777" w:rsidR="00027AB6" w:rsidRPr="00C436B0" w:rsidRDefault="00027AB6" w:rsidP="00027AB6">
      <w:pPr>
        <w:pStyle w:val="Akapitzlist"/>
        <w:spacing w:line="312" w:lineRule="auto"/>
        <w:ind w:left="0" w:firstLine="0"/>
      </w:pPr>
      <w:r w:rsidRPr="00C436B0">
        <w:t xml:space="preserve">W ramach </w:t>
      </w:r>
      <w:r>
        <w:t xml:space="preserve">przebudowy drogi powiatowej nr 1024R </w:t>
      </w:r>
      <w:r w:rsidRPr="00C436B0">
        <w:t>, planuje się</w:t>
      </w:r>
      <w:r>
        <w:t xml:space="preserve"> wykonanie następujących robót budowlanych</w:t>
      </w:r>
      <w:r w:rsidRPr="00C436B0">
        <w:t>:</w:t>
      </w:r>
    </w:p>
    <w:p w14:paraId="114FB83D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bookmarkStart w:id="1" w:name="_Hlk73003693"/>
      <w:r w:rsidRPr="00FB43BE">
        <w:t>Roboty przygotowawcze,</w:t>
      </w:r>
    </w:p>
    <w:p w14:paraId="3A5BC092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>Mobilizacja sprzętu oraz przygotowanie niezbędnych materiałów,</w:t>
      </w:r>
    </w:p>
    <w:p w14:paraId="6CF774A8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 xml:space="preserve">Wprowadzenie tymczasowej organizacji ruchu na czas wykonania robót budowlanych, </w:t>
      </w:r>
    </w:p>
    <w:p w14:paraId="6C434624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>Frezowanie nawierzchni jezdni o średniej grubości 8cm,</w:t>
      </w:r>
    </w:p>
    <w:p w14:paraId="6BE6CFAE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>Oczyszczenie i skropienie emulsją asfaltową w-wy bitumicznej po wykonaniu frezowania,</w:t>
      </w:r>
    </w:p>
    <w:p w14:paraId="55939D99" w14:textId="057254BB" w:rsidR="00027AB6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 xml:space="preserve">Ułożenie </w:t>
      </w:r>
      <w:proofErr w:type="spellStart"/>
      <w:r w:rsidRPr="00FB43BE">
        <w:t>geokompozytowej</w:t>
      </w:r>
      <w:proofErr w:type="spellEnd"/>
      <w:r w:rsidRPr="00FB43BE">
        <w:t xml:space="preserve"> siatki wzmacniającej o sztywnych węzłach o wytrzymałości 100/100kN,</w:t>
      </w:r>
    </w:p>
    <w:p w14:paraId="601A0BD2" w14:textId="77777777" w:rsidR="00C60F00" w:rsidRPr="00FB43BE" w:rsidRDefault="00C60F00" w:rsidP="00C60F00">
      <w:pPr>
        <w:pStyle w:val="Akapitzlist"/>
        <w:numPr>
          <w:ilvl w:val="0"/>
          <w:numId w:val="11"/>
        </w:numPr>
        <w:ind w:left="1134"/>
      </w:pPr>
      <w:r w:rsidRPr="00FB43BE">
        <w:t>Ułożenie warstwy wiążącej z batonu asfaltowego AC16W o grubości 4cm,</w:t>
      </w:r>
    </w:p>
    <w:p w14:paraId="1B11DC0A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 xml:space="preserve">Skropienie warstwy wiążącej emulsją asfaltową przed ułożeniem w-wy ścieralnej, </w:t>
      </w:r>
    </w:p>
    <w:p w14:paraId="17331CDD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>Ułożenie w-wy ścieralnej z betonu asfaltowego AC11S o grubości 4cm,</w:t>
      </w:r>
    </w:p>
    <w:p w14:paraId="1EE70ABA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 xml:space="preserve">Remont urządzeń dylatacyjnych (w jezdni i chodnikach), tj. demontaż istniejących </w:t>
      </w:r>
      <w:r w:rsidRPr="00FB43BE">
        <w:br/>
        <w:t xml:space="preserve">i odtworzenie (montaż nowych) urządzeń, </w:t>
      </w:r>
    </w:p>
    <w:p w14:paraId="20933D24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 xml:space="preserve">Remont (naprawa) miejscowego uszkodzenia dźwigara skrajnego (zewnętrznego od strony górnej wody) w przęśle skrajnym od str. m. Pysznica, </w:t>
      </w:r>
    </w:p>
    <w:p w14:paraId="4B9D5110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lastRenderedPageBreak/>
        <w:t>Odtworzenie elementów istniejącej organizacji ruchu (oznakowania poziomego na jezdni),</w:t>
      </w:r>
    </w:p>
    <w:p w14:paraId="6D3BBB7C" w14:textId="77777777" w:rsidR="00027AB6" w:rsidRPr="00FB43BE" w:rsidRDefault="00027AB6" w:rsidP="00027AB6">
      <w:pPr>
        <w:pStyle w:val="Akapitzlist"/>
        <w:numPr>
          <w:ilvl w:val="0"/>
          <w:numId w:val="11"/>
        </w:numPr>
        <w:ind w:left="1134"/>
      </w:pPr>
      <w:r w:rsidRPr="00FB43BE">
        <w:t>Uprzątnięciu terenu robót po zakończeniu prac budowlanych.</w:t>
      </w:r>
      <w:bookmarkEnd w:id="1"/>
    </w:p>
    <w:p w14:paraId="27947ABC" w14:textId="77777777" w:rsidR="00027AB6" w:rsidRDefault="00027AB6" w:rsidP="00027AB6">
      <w:pPr>
        <w:pStyle w:val="Akapitzlist"/>
        <w:ind w:left="1429" w:firstLine="0"/>
      </w:pPr>
    </w:p>
    <w:p w14:paraId="06354D5A" w14:textId="77777777" w:rsidR="00027AB6" w:rsidRPr="009F2280" w:rsidRDefault="00027AB6" w:rsidP="00027AB6">
      <w:pPr>
        <w:pStyle w:val="Akapitzlist"/>
        <w:numPr>
          <w:ilvl w:val="0"/>
          <w:numId w:val="20"/>
        </w:numPr>
        <w:spacing w:before="240" w:after="240" w:line="240" w:lineRule="auto"/>
        <w:ind w:left="0" w:right="45" w:firstLine="0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  <w:r w:rsidRPr="009F2280">
        <w:rPr>
          <w:rFonts w:eastAsia="Times New Roman" w:cs="Arial"/>
          <w:b/>
          <w:bCs/>
          <w:sz w:val="28"/>
          <w:szCs w:val="28"/>
          <w:lang w:eastAsia="pl-PL"/>
        </w:rPr>
        <w:t>ZAŁOŻENIA DO PRZEDMIARU</w:t>
      </w:r>
    </w:p>
    <w:p w14:paraId="45E51B02" w14:textId="77777777" w:rsidR="00027AB6" w:rsidRDefault="00027AB6" w:rsidP="00027AB6">
      <w:pPr>
        <w:pStyle w:val="Nagwek"/>
        <w:tabs>
          <w:tab w:val="clear" w:pos="4536"/>
          <w:tab w:val="clear" w:pos="9072"/>
        </w:tabs>
        <w:suppressAutoHyphens w:val="0"/>
        <w:autoSpaceDN/>
        <w:spacing w:before="100" w:beforeAutospacing="1" w:after="100" w:afterAutospacing="1" w:line="360" w:lineRule="auto"/>
        <w:ind w:firstLine="0"/>
        <w:textAlignment w:val="auto"/>
      </w:pPr>
      <w:r w:rsidRPr="00620332">
        <w:t>Obliczenia ilości robót oraz materiałów w przedmiarze zostały oparte na podstawie rysunków</w:t>
      </w:r>
      <w:r>
        <w:t xml:space="preserve"> </w:t>
      </w:r>
      <w:r w:rsidRPr="00620332">
        <w:t xml:space="preserve">budowlanych i wykonawczych dokumentacji projektowej dotyczącej </w:t>
      </w:r>
      <w:r>
        <w:t>przedmiotowej drogi powiatowej</w:t>
      </w:r>
    </w:p>
    <w:p w14:paraId="15B72C03" w14:textId="77777777" w:rsidR="001B675A" w:rsidRPr="001B675A" w:rsidRDefault="001B675A" w:rsidP="00A3447C">
      <w:pPr>
        <w:spacing w:before="240" w:after="240" w:line="240" w:lineRule="auto"/>
        <w:ind w:right="45" w:firstLine="0"/>
        <w:jc w:val="left"/>
        <w:rPr>
          <w:rFonts w:eastAsia="Times New Roman" w:cs="Arial"/>
          <w:b/>
          <w:bCs/>
          <w:sz w:val="28"/>
          <w:szCs w:val="28"/>
          <w:lang w:eastAsia="pl-PL"/>
        </w:rPr>
      </w:pPr>
    </w:p>
    <w:p w14:paraId="2F2029FC" w14:textId="77777777" w:rsidR="001B675A" w:rsidRDefault="001B675A" w:rsidP="0051336F">
      <w:pPr>
        <w:pStyle w:val="Nagwek"/>
        <w:tabs>
          <w:tab w:val="clear" w:pos="4536"/>
          <w:tab w:val="clear" w:pos="9072"/>
        </w:tabs>
        <w:suppressAutoHyphens w:val="0"/>
        <w:autoSpaceDN/>
        <w:spacing w:before="100" w:beforeAutospacing="1" w:after="100" w:afterAutospacing="1" w:line="288" w:lineRule="auto"/>
        <w:ind w:firstLine="0"/>
        <w:jc w:val="left"/>
        <w:textAlignment w:val="auto"/>
      </w:pPr>
    </w:p>
    <w:p w14:paraId="7FF7798A" w14:textId="77777777" w:rsidR="0028346F" w:rsidRDefault="0028346F" w:rsidP="0051336F">
      <w:pPr>
        <w:pStyle w:val="Nagwek"/>
        <w:tabs>
          <w:tab w:val="clear" w:pos="4536"/>
          <w:tab w:val="clear" w:pos="9072"/>
        </w:tabs>
        <w:suppressAutoHyphens w:val="0"/>
        <w:autoSpaceDN/>
        <w:spacing w:before="100" w:beforeAutospacing="1" w:after="100" w:afterAutospacing="1" w:line="288" w:lineRule="auto"/>
        <w:ind w:firstLine="0"/>
        <w:jc w:val="left"/>
        <w:textAlignment w:val="auto"/>
      </w:pPr>
    </w:p>
    <w:p w14:paraId="53FEB0E5" w14:textId="77777777" w:rsidR="0028346F" w:rsidRDefault="0028346F" w:rsidP="006938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b/>
          <w:sz w:val="52"/>
          <w:szCs w:val="52"/>
        </w:rPr>
        <w:sectPr w:rsidR="0028346F" w:rsidSect="00D153BC">
          <w:headerReference w:type="default" r:id="rId16"/>
          <w:headerReference w:type="first" r:id="rId17"/>
          <w:footerReference w:type="first" r:id="rId18"/>
          <w:pgSz w:w="11906" w:h="16838"/>
          <w:pgMar w:top="567" w:right="851" w:bottom="1134" w:left="1701" w:header="510" w:footer="397" w:gutter="0"/>
          <w:cols w:space="708"/>
          <w:docGrid w:linePitch="299"/>
        </w:sectPr>
      </w:pPr>
    </w:p>
    <w:p w14:paraId="6CD53481" w14:textId="77777777" w:rsidR="00BC74DE" w:rsidRDefault="00BC74DE" w:rsidP="00BC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56"/>
          <w:szCs w:val="56"/>
        </w:rPr>
      </w:pPr>
    </w:p>
    <w:p w14:paraId="4A4C279B" w14:textId="77777777" w:rsidR="00BC74DE" w:rsidRDefault="00BC74DE" w:rsidP="00BC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56"/>
          <w:szCs w:val="56"/>
        </w:rPr>
      </w:pPr>
    </w:p>
    <w:p w14:paraId="66985121" w14:textId="77777777" w:rsidR="00BC74DE" w:rsidRDefault="00BC74DE" w:rsidP="00BC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56"/>
          <w:szCs w:val="56"/>
        </w:rPr>
      </w:pPr>
    </w:p>
    <w:p w14:paraId="7C6D476F" w14:textId="77777777" w:rsidR="00BC74DE" w:rsidRDefault="00BC74DE" w:rsidP="00BC74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56"/>
          <w:szCs w:val="56"/>
        </w:rPr>
      </w:pPr>
    </w:p>
    <w:p w14:paraId="075A7579" w14:textId="77777777" w:rsidR="00B8302B" w:rsidRDefault="00B8302B" w:rsidP="00B830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0"/>
        <w:rPr>
          <w:b/>
          <w:sz w:val="52"/>
          <w:szCs w:val="52"/>
        </w:rPr>
      </w:pPr>
    </w:p>
    <w:p w14:paraId="34595815" w14:textId="77777777" w:rsidR="00B8302B" w:rsidRDefault="00B8302B" w:rsidP="00B8302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firstLine="0"/>
        <w:jc w:val="center"/>
        <w:rPr>
          <w:b/>
          <w:sz w:val="52"/>
          <w:szCs w:val="52"/>
          <w:u w:val="single"/>
        </w:rPr>
      </w:pPr>
      <w:r w:rsidRPr="00015F05">
        <w:rPr>
          <w:b/>
          <w:sz w:val="52"/>
          <w:szCs w:val="52"/>
          <w:u w:val="single"/>
        </w:rPr>
        <w:t>TABELE PRZEDMIAROWE</w:t>
      </w:r>
      <w:r>
        <w:rPr>
          <w:b/>
          <w:sz w:val="52"/>
          <w:szCs w:val="52"/>
          <w:u w:val="single"/>
        </w:rPr>
        <w:t xml:space="preserve"> </w:t>
      </w:r>
    </w:p>
    <w:p w14:paraId="1EF80356" w14:textId="285A365F" w:rsidR="00383622" w:rsidRDefault="00383622">
      <w:pPr>
        <w:suppressAutoHyphens w:val="0"/>
        <w:spacing w:after="200" w:line="276" w:lineRule="auto"/>
        <w:ind w:firstLine="0"/>
        <w:jc w:val="left"/>
        <w:rPr>
          <w:b/>
          <w:sz w:val="52"/>
          <w:szCs w:val="52"/>
          <w:u w:val="single"/>
        </w:rPr>
      </w:pPr>
    </w:p>
    <w:sectPr w:rsidR="00383622" w:rsidSect="00E8240F">
      <w:headerReference w:type="even" r:id="rId19"/>
      <w:footerReference w:type="even" r:id="rId20"/>
      <w:footerReference w:type="default" r:id="rId21"/>
      <w:pgSz w:w="11906" w:h="16838"/>
      <w:pgMar w:top="1134" w:right="851" w:bottom="1134" w:left="1701" w:header="510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9B8B4" w14:textId="77777777" w:rsidR="00D80D84" w:rsidRDefault="00D80D84">
      <w:pPr>
        <w:spacing w:line="240" w:lineRule="auto"/>
      </w:pPr>
      <w:r>
        <w:separator/>
      </w:r>
    </w:p>
  </w:endnote>
  <w:endnote w:type="continuationSeparator" w:id="0">
    <w:p w14:paraId="7F3D18DC" w14:textId="77777777" w:rsidR="00D80D84" w:rsidRDefault="00D80D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8F50" w14:textId="2C8E390E" w:rsidR="0045508A" w:rsidRPr="002E5CC0" w:rsidRDefault="00335003" w:rsidP="0045508A">
    <w:pPr>
      <w:pBdr>
        <w:top w:val="single" w:sz="4" w:space="1" w:color="auto"/>
      </w:pBd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C1E9491" wp14:editId="78B0AA9D">
              <wp:simplePos x="0" y="0"/>
              <wp:positionH relativeFrom="rightMargin">
                <wp:posOffset>-51435</wp:posOffset>
              </wp:positionH>
              <wp:positionV relativeFrom="margin">
                <wp:posOffset>9278620</wp:posOffset>
              </wp:positionV>
              <wp:extent cx="346710" cy="347345"/>
              <wp:effectExtent l="0" t="0" r="0" b="0"/>
              <wp:wrapNone/>
              <wp:docPr id="1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6710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8E88E2" w14:textId="77777777" w:rsidR="0045508A" w:rsidRPr="00C540F9" w:rsidRDefault="0045508A" w:rsidP="0045508A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  <w:r w:rsidRPr="00C540F9">
                            <w:rPr>
                              <w:sz w:val="20"/>
                            </w:rPr>
                            <w:t>-</w:t>
                          </w:r>
                          <w:r w:rsidRPr="00A05B02">
                            <w:fldChar w:fldCharType="begin"/>
                          </w:r>
                          <w:r w:rsidRPr="00A05B02">
                            <w:instrText>PAGE   \* MERGEFORMAT</w:instrText>
                          </w:r>
                          <w:r w:rsidRPr="00A05B02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27</w:t>
                          </w:r>
                          <w:r w:rsidRPr="00A05B02">
                            <w:fldChar w:fldCharType="end"/>
                          </w:r>
                          <w:r w:rsidRPr="00C540F9">
                            <w:rPr>
                              <w:sz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1E9491" id="Prostokąt 3" o:spid="_x0000_s1026" style="position:absolute;left:0;text-align:left;margin-left:-4.05pt;margin-top:730.6pt;width:27.3pt;height:27.3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" o:allowincell="f" filled="f" stroked="f">
              <v:textbox style="mso-fit-shape-to-text:t" inset="0,,0">
                <w:txbxContent>
                  <w:p w14:paraId="388E88E2" w14:textId="77777777" w:rsidR="0045508A" w:rsidRPr="00C540F9" w:rsidRDefault="0045508A" w:rsidP="0045508A">
                    <w:pPr>
                      <w:ind w:firstLine="0"/>
                      <w:jc w:val="left"/>
                      <w:rPr>
                        <w:sz w:val="20"/>
                      </w:rPr>
                    </w:pPr>
                    <w:r w:rsidRPr="00C540F9">
                      <w:rPr>
                        <w:sz w:val="20"/>
                      </w:rPr>
                      <w:t>-</w:t>
                    </w:r>
                    <w:r w:rsidRPr="00A05B02">
                      <w:fldChar w:fldCharType="begin"/>
                    </w:r>
                    <w:r w:rsidRPr="00A05B02">
                      <w:instrText>PAGE   \* MERGEFORMAT</w:instrText>
                    </w:r>
                    <w:r w:rsidRPr="00A05B02">
                      <w:fldChar w:fldCharType="separate"/>
                    </w:r>
                    <w:r>
                      <w:rPr>
                        <w:noProof/>
                      </w:rPr>
                      <w:t>27</w:t>
                    </w:r>
                    <w:r w:rsidRPr="00A05B02">
                      <w:fldChar w:fldCharType="end"/>
                    </w:r>
                    <w:r w:rsidRPr="00C540F9">
                      <w:rPr>
                        <w:sz w:val="20"/>
                      </w:rP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508A" w:rsidRPr="0030213B">
      <w:rPr>
        <w:i/>
        <w:noProof/>
        <w:sz w:val="20"/>
        <w:lang w:eastAsia="pl-PL"/>
      </w:rPr>
      <w:drawing>
        <wp:anchor distT="0" distB="0" distL="114300" distR="114300" simplePos="0" relativeHeight="251654144" behindDoc="0" locked="0" layoutInCell="1" allowOverlap="1" wp14:anchorId="0C363BF8" wp14:editId="17A762E7">
          <wp:simplePos x="0" y="0"/>
          <wp:positionH relativeFrom="column">
            <wp:posOffset>25179</wp:posOffset>
          </wp:positionH>
          <wp:positionV relativeFrom="paragraph">
            <wp:posOffset>59055</wp:posOffset>
          </wp:positionV>
          <wp:extent cx="254442" cy="216086"/>
          <wp:effectExtent l="0" t="0" r="0" b="0"/>
          <wp:wrapNone/>
          <wp:docPr id="2" name="Obraz 2" descr="mostek_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mostek_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442" cy="216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B89E82D" wp14:editId="4EA9DD04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32105"/>
              <wp:effectExtent l="0" t="0" r="0" b="0"/>
              <wp:wrapNone/>
              <wp:docPr id="12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321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CF5049" w14:textId="77777777" w:rsidR="0045508A" w:rsidRDefault="0045508A" w:rsidP="0045508A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89E82D" id="Prostokąt 6" o:spid="_x0000_s1027" style="position:absolute;left:0;text-align:left;margin-left:-1091.5pt;margin-top:717.25pt;width:50.25pt;height:26.1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" o:allowincell="f" filled="f" stroked="f">
              <v:textbox style="mso-fit-shape-to-text:t" inset="0,,0">
                <w:txbxContent>
                  <w:p w14:paraId="04CF5049" w14:textId="77777777" w:rsidR="0045508A" w:rsidRDefault="0045508A" w:rsidP="0045508A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27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5508A">
      <w:rPr>
        <w:rFonts w:cs="Arial"/>
        <w:b/>
        <w:i/>
        <w:iCs/>
        <w:color w:val="7F7F7F" w:themeColor="text1" w:themeTint="80"/>
        <w:sz w:val="16"/>
      </w:rPr>
      <w:tab/>
    </w:r>
    <w:r w:rsidR="0045508A" w:rsidRPr="000546B8">
      <w:rPr>
        <w:rFonts w:cs="Arial"/>
        <w:i/>
        <w:iCs/>
        <w:color w:val="7F7F7F" w:themeColor="text1" w:themeTint="80"/>
        <w:sz w:val="16"/>
      </w:rPr>
      <w:t>„</w:t>
    </w:r>
    <w:r w:rsidR="0045508A">
      <w:rPr>
        <w:rFonts w:cs="Arial"/>
        <w:i/>
        <w:iCs/>
        <w:color w:val="7F7F7F" w:themeColor="text1" w:themeTint="80"/>
        <w:sz w:val="16"/>
      </w:rPr>
      <w:t>Przebudowa drogi wojewódzkiej nr 884 Przemyśl – Dubiecko – Bachórz – Domaradz w związku z budową mostu na potoku Cygański oraz budową niezbędnej infrastruktury w miejscowości Bachórzec”</w:t>
    </w:r>
  </w:p>
  <w:p w14:paraId="1196ACC2" w14:textId="77777777" w:rsidR="00D80D84" w:rsidRPr="00B63E5A" w:rsidRDefault="00D80D84" w:rsidP="0028346F">
    <w:pP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AC63D" w14:textId="7E609F74" w:rsidR="00054272" w:rsidRPr="00EE4E38" w:rsidRDefault="00335003" w:rsidP="00EE4E38">
    <w:pPr>
      <w:pBdr>
        <w:top w:val="single" w:sz="4" w:space="1" w:color="auto"/>
      </w:pBd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A4DC7E2" wp14:editId="138D5B49">
              <wp:simplePos x="0" y="0"/>
              <wp:positionH relativeFrom="rightMargin">
                <wp:posOffset>-133350</wp:posOffset>
              </wp:positionH>
              <wp:positionV relativeFrom="margin">
                <wp:posOffset>9581515</wp:posOffset>
              </wp:positionV>
              <wp:extent cx="638175" cy="347345"/>
              <wp:effectExtent l="0" t="0" r="0" b="0"/>
              <wp:wrapNone/>
              <wp:docPr id="1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3D41EC" w14:textId="77777777" w:rsidR="00EE4E38" w:rsidRPr="00C540F9" w:rsidRDefault="00EE4E38" w:rsidP="00EE4E38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  <w:r w:rsidRPr="00C540F9">
                            <w:rPr>
                              <w:sz w:val="20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4DC7E2" id="_x0000_s1028" style="position:absolute;left:0;text-align:left;margin-left:-10.5pt;margin-top:754.45pt;width:50.25pt;height:27.3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" o:allowincell="f" filled="f" stroked="f">
              <v:textbox style="mso-fit-shape-to-text:t" inset="0,,0">
                <w:txbxContent>
                  <w:p w14:paraId="203D41EC" w14:textId="77777777" w:rsidR="00EE4E38" w:rsidRPr="00C540F9" w:rsidRDefault="00EE4E38" w:rsidP="00EE4E38">
                    <w:pPr>
                      <w:ind w:firstLine="0"/>
                      <w:jc w:val="left"/>
                      <w:rPr>
                        <w:sz w:val="20"/>
                      </w:rPr>
                    </w:pPr>
                    <w:r w:rsidRPr="00C540F9">
                      <w:rPr>
                        <w:sz w:val="20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  <w:r w:rsidRPr="00C540F9">
                      <w:rPr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2C98318D" wp14:editId="59D2BEC5">
              <wp:simplePos x="0" y="0"/>
              <wp:positionH relativeFrom="rightMargin">
                <wp:posOffset>-135890</wp:posOffset>
              </wp:positionH>
              <wp:positionV relativeFrom="margin">
                <wp:posOffset>9295130</wp:posOffset>
              </wp:positionV>
              <wp:extent cx="327025" cy="323850"/>
              <wp:effectExtent l="0" t="0" r="0" b="0"/>
              <wp:wrapNone/>
              <wp:docPr id="10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7025" cy="323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16B8EC" w14:textId="77777777" w:rsidR="00EE4E38" w:rsidRPr="00C540F9" w:rsidRDefault="00EE4E38" w:rsidP="00EE4E38">
                          <w:pPr>
                            <w:ind w:firstLine="0"/>
                            <w:jc w:val="righ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98318D" id="_x0000_s1029" style="position:absolute;left:0;text-align:left;margin-left:-10.7pt;margin-top:731.9pt;width:25.7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" o:allowincell="f" filled="f" stroked="f">
              <v:textbox style="mso-fit-shape-to-text:t" inset="0,,0">
                <w:txbxContent>
                  <w:p w14:paraId="6916B8EC" w14:textId="77777777" w:rsidR="00EE4E38" w:rsidRPr="00C540F9" w:rsidRDefault="00EE4E38" w:rsidP="00EE4E38">
                    <w:pPr>
                      <w:ind w:firstLine="0"/>
                      <w:jc w:val="right"/>
                      <w:rPr>
                        <w:sz w:val="2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="00EE4E38" w:rsidRPr="0030213B">
      <w:rPr>
        <w:i/>
        <w:noProof/>
        <w:sz w:val="20"/>
        <w:lang w:eastAsia="pl-PL"/>
      </w:rPr>
      <w:drawing>
        <wp:anchor distT="0" distB="0" distL="114300" distR="114300" simplePos="0" relativeHeight="251658752" behindDoc="0" locked="0" layoutInCell="1" allowOverlap="1" wp14:anchorId="283AAD07" wp14:editId="6E0CB8DC">
          <wp:simplePos x="0" y="0"/>
          <wp:positionH relativeFrom="column">
            <wp:posOffset>8338</wp:posOffset>
          </wp:positionH>
          <wp:positionV relativeFrom="paragraph">
            <wp:posOffset>54610</wp:posOffset>
          </wp:positionV>
          <wp:extent cx="254442" cy="216086"/>
          <wp:effectExtent l="0" t="0" r="0" b="0"/>
          <wp:wrapNone/>
          <wp:docPr id="4" name="Obraz 4" descr="mostek_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mostek_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442" cy="216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2948615F" wp14:editId="20E6E371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47345"/>
              <wp:effectExtent l="0" t="0" r="0" b="0"/>
              <wp:wrapNone/>
              <wp:docPr id="9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E059A3" w14:textId="77777777" w:rsidR="00EE4E38" w:rsidRDefault="00EE4E38" w:rsidP="00EE4E38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48615F" id="_x0000_s1030" style="position:absolute;left:0;text-align:left;margin-left:-1091.5pt;margin-top:717.25pt;width:50.25pt;height:27.3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" o:allowincell="f" filled="f" stroked="f">
              <v:textbox style="mso-fit-shape-to-text:t" inset="0,,0">
                <w:txbxContent>
                  <w:p w14:paraId="38E059A3" w14:textId="77777777" w:rsidR="00EE4E38" w:rsidRDefault="00EE4E38" w:rsidP="00EE4E38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43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EE4E38">
      <w:rPr>
        <w:rFonts w:cs="Arial"/>
        <w:b/>
        <w:i/>
        <w:iCs/>
        <w:color w:val="7F7F7F" w:themeColor="text1" w:themeTint="80"/>
        <w:sz w:val="16"/>
      </w:rPr>
      <w:tab/>
    </w:r>
    <w:r w:rsidR="00EE4E38" w:rsidRPr="008462D9">
      <w:rPr>
        <w:rFonts w:cstheme="minorHAnsi"/>
        <w:b/>
        <w:i/>
        <w:iCs/>
        <w:color w:val="7F7F7F" w:themeColor="text1" w:themeTint="80"/>
        <w:sz w:val="18"/>
        <w:szCs w:val="18"/>
      </w:rPr>
      <w:t xml:space="preserve">Droga </w:t>
    </w:r>
    <w:r w:rsidR="000E584A">
      <w:rPr>
        <w:rFonts w:cstheme="minorHAnsi"/>
        <w:b/>
        <w:i/>
        <w:iCs/>
        <w:color w:val="7F7F7F" w:themeColor="text1" w:themeTint="80"/>
        <w:sz w:val="18"/>
        <w:szCs w:val="18"/>
      </w:rPr>
      <w:t>powiatowa nr 1024R, ul. Czarnieckiego w Stalowej Woli</w:t>
    </w:r>
    <w:r w:rsidR="00EE4E38" w:rsidRPr="00A629EE">
      <w:rPr>
        <w:noProof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6E13D" w14:textId="77777777" w:rsidR="00CC233A" w:rsidRPr="00C540F9" w:rsidRDefault="00CC233A" w:rsidP="00CC233A">
    <w:pPr>
      <w:ind w:firstLine="0"/>
      <w:jc w:val="right"/>
      <w:rPr>
        <w:sz w:val="20"/>
      </w:rPr>
    </w:pPr>
    <w:r w:rsidRPr="00C540F9">
      <w:rPr>
        <w:sz w:val="20"/>
      </w:rPr>
      <w:t xml:space="preserve">- </w:t>
    </w: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  <w:r w:rsidRPr="00C540F9">
      <w:rPr>
        <w:sz w:val="20"/>
      </w:rPr>
      <w:t xml:space="preserve"> -</w:t>
    </w:r>
  </w:p>
  <w:p w14:paraId="5C1BADBC" w14:textId="77777777" w:rsidR="00D80D84" w:rsidRPr="00507751" w:rsidRDefault="00D80D84" w:rsidP="0050775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F4110" w14:textId="77777777" w:rsidR="00CC233A" w:rsidRPr="00C540F9" w:rsidRDefault="00CC233A" w:rsidP="00D153BC">
    <w:pPr>
      <w:ind w:firstLine="0"/>
      <w:jc w:val="center"/>
      <w:rPr>
        <w:sz w:val="20"/>
      </w:rPr>
    </w:pPr>
  </w:p>
  <w:p w14:paraId="73EFF3BA" w14:textId="0D3F1FD2" w:rsidR="00507751" w:rsidRPr="0045508A" w:rsidRDefault="00335003" w:rsidP="00D153BC">
    <w:pP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689E575" wp14:editId="0C5AAA2C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47345"/>
              <wp:effectExtent l="0" t="0" r="0" b="0"/>
              <wp:wrapNone/>
              <wp:docPr id="8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E86EDD" w14:textId="77777777" w:rsidR="00107970" w:rsidRDefault="00107970" w:rsidP="00107970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89E575" id="_x0000_s1031" style="position:absolute;left:0;text-align:left;margin-left:-1091.5pt;margin-top:717.25pt;width:50.25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" o:allowincell="f" filled="f" stroked="f">
              <v:textbox style="mso-fit-shape-to-text:t" inset="0,,0">
                <w:txbxContent>
                  <w:p w14:paraId="47E86EDD" w14:textId="77777777" w:rsidR="00107970" w:rsidRDefault="00107970" w:rsidP="00107970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27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88E66" w14:textId="77EAB2C4" w:rsidR="00CC233A" w:rsidRPr="00C540F9" w:rsidRDefault="00335003" w:rsidP="00CC233A">
    <w:pPr>
      <w:ind w:firstLine="0"/>
      <w:jc w:val="right"/>
      <w:rPr>
        <w:sz w:val="20"/>
      </w:rPr>
    </w:pP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334B849" wp14:editId="639C22AA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47345"/>
              <wp:effectExtent l="0" t="0" r="0" b="0"/>
              <wp:wrapNone/>
              <wp:docPr id="546" name="Prostokąt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E420CD" w14:textId="77777777" w:rsidR="00CC233A" w:rsidRDefault="00CC233A" w:rsidP="0077616D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>PAGE   \* MERGEFORMAT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34B849" id="_x0000_s1032" style="position:absolute;left:0;text-align:left;margin-left:-1091.5pt;margin-top:717.25pt;width:50.25pt;height:27.35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" o:allowincell="f" filled="f" stroked="f">
              <o:lock v:ext="edit" aspectratio="t"/>
              <v:textbox style="mso-fit-shape-to-text:t" inset="0,,0">
                <w:txbxContent>
                  <w:p w14:paraId="6FE420CD" w14:textId="77777777" w:rsidR="00CC233A" w:rsidRDefault="00CC233A" w:rsidP="0077616D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>PAGE   \* MERGEFORMAT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CC233A">
      <w:rPr>
        <w:rFonts w:cs="Arial"/>
        <w:b/>
        <w:i/>
        <w:iCs/>
        <w:color w:val="7F7F7F" w:themeColor="text1" w:themeTint="80"/>
        <w:sz w:val="16"/>
      </w:rPr>
      <w:tab/>
    </w:r>
  </w:p>
  <w:p w14:paraId="068BDF7C" w14:textId="77777777" w:rsidR="00CC233A" w:rsidRPr="00B63E5A" w:rsidRDefault="00CC233A" w:rsidP="0028346F">
    <w:pP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18F1B" w14:textId="77777777" w:rsidR="004D26EE" w:rsidRDefault="004D26EE" w:rsidP="00054272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55CBF" w14:textId="77777777" w:rsidR="00D80D84" w:rsidRDefault="00D80D84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4BDC7AAB" w14:textId="77777777" w:rsidR="00D80D84" w:rsidRDefault="00D80D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D941" w14:textId="77777777" w:rsidR="00507751" w:rsidRDefault="00CC233A" w:rsidP="00CC233A">
    <w:pPr>
      <w:pStyle w:val="Nagwek"/>
      <w:tabs>
        <w:tab w:val="left" w:pos="1875"/>
        <w:tab w:val="right" w:pos="9354"/>
      </w:tabs>
      <w:jc w:val="left"/>
    </w:pPr>
    <w:r>
      <w:rPr>
        <w:b/>
      </w:rPr>
      <w:tab/>
    </w:r>
    <w:r>
      <w:rPr>
        <w:b/>
      </w:rPr>
      <w:tab/>
    </w:r>
    <w:r>
      <w:rPr>
        <w:b/>
      </w:rPr>
      <w:tab/>
    </w:r>
    <w:r w:rsidR="00507751" w:rsidRPr="00ED1F57">
      <w:rPr>
        <w:b/>
      </w:rPr>
      <w:t xml:space="preserve">STRONA TYTUŁOWA </w:t>
    </w:r>
  </w:p>
  <w:p w14:paraId="0F9E7CC8" w14:textId="77777777" w:rsidR="00EE4E38" w:rsidRDefault="00EE4E38" w:rsidP="00507751">
    <w:pPr>
      <w:pStyle w:val="Nagwek"/>
      <w:rPr>
        <w:noProof/>
        <w:lang w:eastAsia="pl-PL"/>
      </w:rPr>
    </w:pPr>
  </w:p>
  <w:p w14:paraId="5A1373CB" w14:textId="671AF10D" w:rsidR="00D80D84" w:rsidRPr="00507751" w:rsidRDefault="001033EA" w:rsidP="0050775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656" behindDoc="1" locked="0" layoutInCell="1" allowOverlap="1" wp14:anchorId="03BEF24B" wp14:editId="63D7C12E">
          <wp:simplePos x="0" y="0"/>
          <wp:positionH relativeFrom="margin">
            <wp:posOffset>-861060</wp:posOffset>
          </wp:positionH>
          <wp:positionV relativeFrom="paragraph">
            <wp:posOffset>219710</wp:posOffset>
          </wp:positionV>
          <wp:extent cx="7118985" cy="9210675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242"/>
                  <a:stretch/>
                </pic:blipFill>
                <pic:spPr bwMode="auto">
                  <a:xfrm>
                    <a:off x="0" y="0"/>
                    <a:ext cx="7119380" cy="92111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A2939" w14:textId="77777777" w:rsidR="00FC09BE" w:rsidRDefault="00FC09BE" w:rsidP="00054272">
    <w:pPr>
      <w:pBdr>
        <w:bottom w:val="single" w:sz="4" w:space="0" w:color="auto"/>
      </w:pBdr>
      <w:tabs>
        <w:tab w:val="right" w:pos="921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</w:p>
  <w:p w14:paraId="260C6EB6" w14:textId="77777777" w:rsidR="00054272" w:rsidRPr="00C54C90" w:rsidRDefault="004D26EE" w:rsidP="00054272">
    <w:pPr>
      <w:pBdr>
        <w:bottom w:val="single" w:sz="4" w:space="0" w:color="auto"/>
      </w:pBdr>
      <w:tabs>
        <w:tab w:val="right" w:pos="921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color w:val="7F7F7F" w:themeColor="text1" w:themeTint="80"/>
        <w:sz w:val="16"/>
      </w:rPr>
      <w:t>PRZEDMIAR ROBÓT</w:t>
    </w:r>
  </w:p>
  <w:p w14:paraId="46001163" w14:textId="77777777" w:rsidR="00054272" w:rsidRDefault="00054272" w:rsidP="00054272">
    <w:pPr>
      <w:pStyle w:val="Nagwek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6FE8" w14:textId="77777777" w:rsidR="00507751" w:rsidRPr="00C54C90" w:rsidRDefault="00507751" w:rsidP="0028346F">
    <w:pPr>
      <w:tabs>
        <w:tab w:val="right" w:pos="935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</w:p>
  <w:p w14:paraId="1114F505" w14:textId="4F45C4D1" w:rsidR="0028346F" w:rsidRPr="00C54C90" w:rsidRDefault="00283463" w:rsidP="0028346F">
    <w:pPr>
      <w:pBdr>
        <w:bottom w:val="single" w:sz="4" w:space="0" w:color="auto"/>
      </w:pBdr>
      <w:tabs>
        <w:tab w:val="right" w:pos="921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color w:val="7F7F7F" w:themeColor="text1" w:themeTint="80"/>
        <w:sz w:val="16"/>
      </w:rPr>
      <w:t>PRZEDMIAR ROBÓT</w:t>
    </w:r>
  </w:p>
  <w:p w14:paraId="6C087D35" w14:textId="77777777" w:rsidR="0028346F" w:rsidRDefault="0028346F" w:rsidP="0028346F">
    <w:pPr>
      <w:pStyle w:val="Nagwek"/>
    </w:pPr>
  </w:p>
  <w:p w14:paraId="1CB84388" w14:textId="77777777" w:rsidR="00507751" w:rsidRPr="00E70583" w:rsidRDefault="00507751" w:rsidP="00E70583">
    <w:pPr>
      <w:pStyle w:val="Nagwek"/>
      <w:ind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35D45" w14:textId="77777777" w:rsidR="00CC233A" w:rsidRPr="00C54C90" w:rsidRDefault="00CC233A" w:rsidP="00CC233A">
    <w:pPr>
      <w:tabs>
        <w:tab w:val="right" w:pos="9214"/>
      </w:tabs>
      <w:spacing w:line="240" w:lineRule="auto"/>
      <w:ind w:firstLine="0"/>
      <w:jc w:val="right"/>
      <w:rPr>
        <w:rFonts w:cs="Arial"/>
        <w:i/>
        <w:iCs/>
        <w:color w:val="7F7F7F" w:themeColor="text1" w:themeTint="80"/>
        <w:sz w:val="16"/>
      </w:rPr>
    </w:pPr>
  </w:p>
  <w:p w14:paraId="15FDCB14" w14:textId="77777777" w:rsidR="00CC233A" w:rsidRDefault="00CC233A" w:rsidP="0028346F">
    <w:pPr>
      <w:pStyle w:val="Nagwek"/>
    </w:pPr>
  </w:p>
  <w:p w14:paraId="44647BC8" w14:textId="77777777" w:rsidR="00CC233A" w:rsidRDefault="00CC23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A86CD84"/>
    <w:lvl w:ilvl="0">
      <w:start w:val="1"/>
      <w:numFmt w:val="decimal"/>
      <w:pStyle w:val="Listanumerowana2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0987D45"/>
    <w:multiLevelType w:val="hybridMultilevel"/>
    <w:tmpl w:val="17847D1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932D24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20129"/>
    <w:multiLevelType w:val="multilevel"/>
    <w:tmpl w:val="E94805AA"/>
    <w:name w:val="Magda"/>
    <w:lvl w:ilvl="0">
      <w:start w:val="1"/>
      <w:numFmt w:val="upperLetter"/>
      <w:pStyle w:val="Nagwek1"/>
      <w:lvlText w:val="%1."/>
      <w:lvlJc w:val="left"/>
      <w:pPr>
        <w:ind w:left="360" w:hanging="360"/>
      </w:pPr>
      <w:rPr>
        <w:rFonts w:hint="default"/>
        <w:b/>
        <w:i w:val="0"/>
        <w:sz w:val="60"/>
      </w:rPr>
    </w:lvl>
    <w:lvl w:ilvl="1">
      <w:start w:val="1"/>
      <w:numFmt w:val="ordinal"/>
      <w:pStyle w:val="Nagwek2"/>
      <w:lvlText w:val="%2 "/>
      <w:lvlJc w:val="left"/>
      <w:pPr>
        <w:ind w:left="156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2%3. 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3">
      <w:start w:val="1"/>
      <w:numFmt w:val="decimal"/>
      <w:pStyle w:val="Nagwek4"/>
      <w:lvlText w:val="%2%3.%4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4">
      <w:start w:val="1"/>
      <w:numFmt w:val="decimal"/>
      <w:pStyle w:val="Nagwek5"/>
      <w:lvlText w:val="%2%3.%4.%5."/>
      <w:lvlJc w:val="left"/>
      <w:pPr>
        <w:ind w:left="0" w:firstLine="0"/>
      </w:pPr>
      <w:rPr>
        <w:rFonts w:ascii="Calibri" w:hAnsi="Calibri" w:hint="default"/>
        <w:b w:val="0"/>
        <w:i w:val="0"/>
        <w:sz w:val="24"/>
      </w:rPr>
    </w:lvl>
    <w:lvl w:ilvl="5">
      <w:start w:val="1"/>
      <w:numFmt w:val="none"/>
      <w:pStyle w:val="Nagwek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371D81"/>
    <w:multiLevelType w:val="hybridMultilevel"/>
    <w:tmpl w:val="2D4E5B88"/>
    <w:lvl w:ilvl="0" w:tplc="565802FA">
      <w:start w:val="1"/>
      <w:numFmt w:val="bullet"/>
      <w:lvlText w:val=""/>
      <w:lvlJc w:val="left"/>
      <w:pPr>
        <w:ind w:left="9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" w15:restartNumberingAfterBreak="0">
    <w:nsid w:val="105A7083"/>
    <w:multiLevelType w:val="hybridMultilevel"/>
    <w:tmpl w:val="8CEA6A94"/>
    <w:lvl w:ilvl="0" w:tplc="712E62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BB0"/>
    <w:multiLevelType w:val="hybridMultilevel"/>
    <w:tmpl w:val="EEE8FA7A"/>
    <w:lvl w:ilvl="0" w:tplc="45B6C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11A4A"/>
    <w:multiLevelType w:val="hybridMultilevel"/>
    <w:tmpl w:val="6E948D32"/>
    <w:lvl w:ilvl="0" w:tplc="56580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32996"/>
    <w:multiLevelType w:val="hybridMultilevel"/>
    <w:tmpl w:val="47FCED40"/>
    <w:lvl w:ilvl="0" w:tplc="4372D410">
      <w:start w:val="1"/>
      <w:numFmt w:val="decimal"/>
      <w:lvlText w:val="%1."/>
      <w:lvlJc w:val="left"/>
      <w:pPr>
        <w:ind w:left="588" w:hanging="360"/>
      </w:pPr>
      <w:rPr>
        <w:b/>
        <w:bCs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" w15:restartNumberingAfterBreak="0">
    <w:nsid w:val="238313C9"/>
    <w:multiLevelType w:val="hybridMultilevel"/>
    <w:tmpl w:val="9392CFE2"/>
    <w:name w:val="Magda2"/>
    <w:lvl w:ilvl="0" w:tplc="73BA2FE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E13BAC"/>
    <w:multiLevelType w:val="hybridMultilevel"/>
    <w:tmpl w:val="D902DABA"/>
    <w:name w:val="Magda32"/>
    <w:lvl w:ilvl="0" w:tplc="C58E59DA">
      <w:start w:val="1"/>
      <w:numFmt w:val="decimal"/>
      <w:lvlText w:val="[%1]."/>
      <w:lvlJc w:val="righ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039EF"/>
    <w:multiLevelType w:val="hybridMultilevel"/>
    <w:tmpl w:val="8BCA28D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04D1"/>
    <w:multiLevelType w:val="hybridMultilevel"/>
    <w:tmpl w:val="4954A15A"/>
    <w:lvl w:ilvl="0" w:tplc="77EE7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C83473"/>
    <w:multiLevelType w:val="hybridMultilevel"/>
    <w:tmpl w:val="16644226"/>
    <w:lvl w:ilvl="0" w:tplc="10F4B096">
      <w:start w:val="1"/>
      <w:numFmt w:val="decimal"/>
      <w:lvlText w:val="%1."/>
      <w:lvlJc w:val="left"/>
      <w:pPr>
        <w:ind w:left="5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14826"/>
    <w:multiLevelType w:val="hybridMultilevel"/>
    <w:tmpl w:val="3134F3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F96FD6"/>
    <w:multiLevelType w:val="hybridMultilevel"/>
    <w:tmpl w:val="587CE406"/>
    <w:name w:val="Magda22"/>
    <w:lvl w:ilvl="0" w:tplc="136C7CB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3D3612E7"/>
    <w:multiLevelType w:val="hybridMultilevel"/>
    <w:tmpl w:val="D9C05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AF6DCD"/>
    <w:multiLevelType w:val="hybridMultilevel"/>
    <w:tmpl w:val="1C0C3D64"/>
    <w:lvl w:ilvl="0" w:tplc="565802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E251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46559"/>
    <w:multiLevelType w:val="singleLevel"/>
    <w:tmpl w:val="9DE4AED0"/>
    <w:lvl w:ilvl="0">
      <w:start w:val="1"/>
      <w:numFmt w:val="upperLetter"/>
      <w:pStyle w:val="Nazwaczc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2D81818"/>
    <w:multiLevelType w:val="hybridMultilevel"/>
    <w:tmpl w:val="28D83C62"/>
    <w:name w:val="Mgd4"/>
    <w:lvl w:ilvl="0" w:tplc="438E2C9A">
      <w:start w:val="1"/>
      <w:numFmt w:val="decimal"/>
      <w:lvlText w:val="%1)"/>
      <w:lvlJc w:val="left"/>
      <w:pPr>
        <w:ind w:left="1429" w:hanging="360"/>
      </w:pPr>
    </w:lvl>
    <w:lvl w:ilvl="1" w:tplc="64326CB4" w:tentative="1">
      <w:start w:val="1"/>
      <w:numFmt w:val="lowerLetter"/>
      <w:lvlText w:val="%2."/>
      <w:lvlJc w:val="left"/>
      <w:pPr>
        <w:ind w:left="2149" w:hanging="360"/>
      </w:pPr>
    </w:lvl>
    <w:lvl w:ilvl="2" w:tplc="D40202CA" w:tentative="1">
      <w:start w:val="1"/>
      <w:numFmt w:val="lowerRoman"/>
      <w:lvlText w:val="%3."/>
      <w:lvlJc w:val="right"/>
      <w:pPr>
        <w:ind w:left="2869" w:hanging="180"/>
      </w:pPr>
    </w:lvl>
    <w:lvl w:ilvl="3" w:tplc="75747D70" w:tentative="1">
      <w:start w:val="1"/>
      <w:numFmt w:val="decimal"/>
      <w:lvlText w:val="%4."/>
      <w:lvlJc w:val="left"/>
      <w:pPr>
        <w:ind w:left="3589" w:hanging="360"/>
      </w:pPr>
    </w:lvl>
    <w:lvl w:ilvl="4" w:tplc="B720DB4E" w:tentative="1">
      <w:start w:val="1"/>
      <w:numFmt w:val="lowerLetter"/>
      <w:lvlText w:val="%5."/>
      <w:lvlJc w:val="left"/>
      <w:pPr>
        <w:ind w:left="4309" w:hanging="360"/>
      </w:pPr>
    </w:lvl>
    <w:lvl w:ilvl="5" w:tplc="FBE62E42" w:tentative="1">
      <w:start w:val="1"/>
      <w:numFmt w:val="lowerRoman"/>
      <w:lvlText w:val="%6."/>
      <w:lvlJc w:val="right"/>
      <w:pPr>
        <w:ind w:left="5029" w:hanging="180"/>
      </w:pPr>
    </w:lvl>
    <w:lvl w:ilvl="6" w:tplc="29FE570E" w:tentative="1">
      <w:start w:val="1"/>
      <w:numFmt w:val="decimal"/>
      <w:lvlText w:val="%7."/>
      <w:lvlJc w:val="left"/>
      <w:pPr>
        <w:ind w:left="5749" w:hanging="360"/>
      </w:pPr>
    </w:lvl>
    <w:lvl w:ilvl="7" w:tplc="1C10F41A" w:tentative="1">
      <w:start w:val="1"/>
      <w:numFmt w:val="lowerLetter"/>
      <w:lvlText w:val="%8."/>
      <w:lvlJc w:val="left"/>
      <w:pPr>
        <w:ind w:left="6469" w:hanging="360"/>
      </w:pPr>
    </w:lvl>
    <w:lvl w:ilvl="8" w:tplc="1510569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3112E22"/>
    <w:multiLevelType w:val="hybridMultilevel"/>
    <w:tmpl w:val="259EA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275854"/>
    <w:multiLevelType w:val="hybridMultilevel"/>
    <w:tmpl w:val="45448CB2"/>
    <w:name w:val="Magda322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416DE9"/>
    <w:multiLevelType w:val="hybridMultilevel"/>
    <w:tmpl w:val="FCA0282E"/>
    <w:name w:val="Magda222"/>
    <w:lvl w:ilvl="0" w:tplc="04150011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7473857"/>
    <w:multiLevelType w:val="hybridMultilevel"/>
    <w:tmpl w:val="02D87874"/>
    <w:name w:val="Magda3"/>
    <w:lvl w:ilvl="0" w:tplc="A894D79E">
      <w:start w:val="1"/>
      <w:numFmt w:val="upperRoman"/>
      <w:pStyle w:val="NagwekA"/>
      <w:lvlText w:val="%1."/>
      <w:lvlJc w:val="right"/>
      <w:pPr>
        <w:ind w:left="785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5B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B4420C6">
      <w:start w:val="1"/>
      <w:numFmt w:val="decimal"/>
      <w:lvlText w:val="%2)"/>
      <w:lvlJc w:val="left"/>
      <w:pPr>
        <w:ind w:left="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3" w15:restartNumberingAfterBreak="0">
    <w:nsid w:val="4A3D44A3"/>
    <w:multiLevelType w:val="hybridMultilevel"/>
    <w:tmpl w:val="D08E73CE"/>
    <w:lvl w:ilvl="0" w:tplc="56580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40DED"/>
    <w:multiLevelType w:val="hybridMultilevel"/>
    <w:tmpl w:val="E1AAF2B8"/>
    <w:lvl w:ilvl="0" w:tplc="565802FA">
      <w:start w:val="1"/>
      <w:numFmt w:val="bullet"/>
      <w:lvlText w:val=""/>
      <w:lvlJc w:val="left"/>
      <w:pPr>
        <w:ind w:left="588" w:hanging="360"/>
      </w:pPr>
      <w:rPr>
        <w:rFonts w:ascii="Symbol" w:hAnsi="Symbol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5" w15:restartNumberingAfterBreak="0">
    <w:nsid w:val="4D9F1571"/>
    <w:multiLevelType w:val="hybridMultilevel"/>
    <w:tmpl w:val="7736B088"/>
    <w:lvl w:ilvl="0" w:tplc="04150001">
      <w:start w:val="1"/>
      <w:numFmt w:val="bullet"/>
      <w:lvlText w:val=""/>
      <w:lvlJc w:val="left"/>
      <w:pPr>
        <w:ind w:left="588" w:hanging="360"/>
      </w:pPr>
      <w:rPr>
        <w:rFonts w:ascii="Symbol" w:hAnsi="Symbol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6" w15:restartNumberingAfterBreak="0">
    <w:nsid w:val="543703B7"/>
    <w:multiLevelType w:val="hybridMultilevel"/>
    <w:tmpl w:val="8CDA225A"/>
    <w:lvl w:ilvl="0" w:tplc="56580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21C36"/>
    <w:multiLevelType w:val="hybridMultilevel"/>
    <w:tmpl w:val="FD0677A4"/>
    <w:name w:val="Magda322222"/>
    <w:lvl w:ilvl="0" w:tplc="565802F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80B6DDB"/>
    <w:multiLevelType w:val="hybridMultilevel"/>
    <w:tmpl w:val="35067A76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9D32F9E"/>
    <w:multiLevelType w:val="hybridMultilevel"/>
    <w:tmpl w:val="ECBED7AC"/>
    <w:lvl w:ilvl="0" w:tplc="77EE7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40CF2"/>
    <w:multiLevelType w:val="hybridMultilevel"/>
    <w:tmpl w:val="B53AF2B0"/>
    <w:lvl w:ilvl="0" w:tplc="C58E59DA">
      <w:start w:val="1"/>
      <w:numFmt w:val="decimal"/>
      <w:lvlText w:val="[%1]."/>
      <w:lvlJc w:val="right"/>
      <w:pPr>
        <w:ind w:left="1429" w:hanging="36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AD67C7E"/>
    <w:multiLevelType w:val="hybridMultilevel"/>
    <w:tmpl w:val="6FA6C9BE"/>
    <w:lvl w:ilvl="0" w:tplc="77EE7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71049"/>
    <w:multiLevelType w:val="hybridMultilevel"/>
    <w:tmpl w:val="2C74DD7A"/>
    <w:lvl w:ilvl="0" w:tplc="0415000F">
      <w:start w:val="1"/>
      <w:numFmt w:val="bullet"/>
      <w:pStyle w:val="Wyliczanie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451023"/>
    <w:multiLevelType w:val="multilevel"/>
    <w:tmpl w:val="C5D4F240"/>
    <w:lvl w:ilvl="0">
      <w:start w:val="1"/>
      <w:numFmt w:val="decimal"/>
      <w:pStyle w:val="Bibliografia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7AC06C1"/>
    <w:multiLevelType w:val="hybridMultilevel"/>
    <w:tmpl w:val="16DC3522"/>
    <w:lvl w:ilvl="0" w:tplc="D3CCB74E">
      <w:numFmt w:val="decimal"/>
      <w:lvlText w:val="%1."/>
      <w:lvlJc w:val="left"/>
      <w:pPr>
        <w:ind w:left="5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005EB"/>
    <w:multiLevelType w:val="hybridMultilevel"/>
    <w:tmpl w:val="94BC9C5C"/>
    <w:lvl w:ilvl="0" w:tplc="565802FA">
      <w:start w:val="1"/>
      <w:numFmt w:val="bullet"/>
      <w:lvlText w:val=""/>
      <w:lvlJc w:val="left"/>
      <w:pPr>
        <w:ind w:left="588" w:hanging="360"/>
      </w:pPr>
      <w:rPr>
        <w:rFonts w:ascii="Symbol" w:hAnsi="Symbol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6" w15:restartNumberingAfterBreak="0">
    <w:nsid w:val="70682174"/>
    <w:multiLevelType w:val="hybridMultilevel"/>
    <w:tmpl w:val="8842BCA4"/>
    <w:lvl w:ilvl="0" w:tplc="8DAEF364">
      <w:start w:val="1"/>
      <w:numFmt w:val="decimal"/>
      <w:pStyle w:val="Tytu"/>
      <w:lvlText w:val="Tablica %1. "/>
      <w:lvlJc w:val="left"/>
      <w:pPr>
        <w:ind w:left="1211" w:hanging="360"/>
      </w:pPr>
      <w:rPr>
        <w:rFonts w:ascii="Calibri" w:hAnsi="Calibri" w:hint="default"/>
        <w:b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A6369B"/>
    <w:multiLevelType w:val="hybridMultilevel"/>
    <w:tmpl w:val="2B32A036"/>
    <w:lvl w:ilvl="0" w:tplc="56580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542A61"/>
    <w:multiLevelType w:val="hybridMultilevel"/>
    <w:tmpl w:val="D346DC58"/>
    <w:lvl w:ilvl="0" w:tplc="C272048E">
      <w:start w:val="1"/>
      <w:numFmt w:val="decimal"/>
      <w:lvlText w:val="%1."/>
      <w:lvlJc w:val="left"/>
      <w:pPr>
        <w:ind w:left="5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74921"/>
    <w:multiLevelType w:val="multilevel"/>
    <w:tmpl w:val="104445A8"/>
    <w:styleLink w:val="Mgd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Restart w:val="0"/>
      <w:suff w:val="space"/>
      <w:lvlText w:val="Tab. %5."/>
      <w:lvlJc w:val="left"/>
      <w:pPr>
        <w:ind w:left="357" w:hanging="357"/>
      </w:pPr>
      <w:rPr>
        <w:rFonts w:ascii="Calibri" w:hAnsi="Calibri" w:hint="default"/>
        <w:b/>
        <w:i/>
        <w:sz w:val="24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40" w15:restartNumberingAfterBreak="0">
    <w:nsid w:val="7B6F328D"/>
    <w:multiLevelType w:val="hybridMultilevel"/>
    <w:tmpl w:val="F94EAFDA"/>
    <w:name w:val="Magda32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D474E3B"/>
    <w:multiLevelType w:val="hybridMultilevel"/>
    <w:tmpl w:val="A8D6C9E0"/>
    <w:lvl w:ilvl="0" w:tplc="FFFFFFFF">
      <w:start w:val="1"/>
      <w:numFmt w:val="bullet"/>
      <w:pStyle w:val="wypunktowanie"/>
      <w:lvlText w:val=""/>
      <w:lvlJc w:val="left"/>
      <w:pPr>
        <w:tabs>
          <w:tab w:val="num" w:pos="908"/>
        </w:tabs>
        <w:ind w:left="908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10254"/>
    <w:multiLevelType w:val="hybridMultilevel"/>
    <w:tmpl w:val="8CEA6A94"/>
    <w:lvl w:ilvl="0" w:tplc="712E62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41511"/>
    <w:multiLevelType w:val="hybridMultilevel"/>
    <w:tmpl w:val="16DC3522"/>
    <w:lvl w:ilvl="0" w:tplc="D3CCB74E">
      <w:numFmt w:val="decimal"/>
      <w:lvlText w:val="%1."/>
      <w:lvlJc w:val="left"/>
      <w:pPr>
        <w:ind w:left="5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4C4F10"/>
    <w:multiLevelType w:val="hybridMultilevel"/>
    <w:tmpl w:val="BB5E870A"/>
    <w:name w:val="Magda3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FA36684"/>
    <w:multiLevelType w:val="multilevel"/>
    <w:tmpl w:val="9F2A9ECA"/>
    <w:name w:val="Mgd"/>
    <w:lvl w:ilvl="0">
      <w:start w:val="1"/>
      <w:numFmt w:val="decimal"/>
      <w:pStyle w:val="PABNagwek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PABNagwe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ABNagwek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3">
      <w:start w:val="1"/>
      <w:numFmt w:val="decimal"/>
      <w:pStyle w:val="PABnaglo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9"/>
  </w:num>
  <w:num w:numId="3">
    <w:abstractNumId w:val="36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45"/>
  </w:num>
  <w:num w:numId="7">
    <w:abstractNumId w:val="17"/>
  </w:num>
  <w:num w:numId="8">
    <w:abstractNumId w:val="19"/>
  </w:num>
  <w:num w:numId="9">
    <w:abstractNumId w:val="22"/>
  </w:num>
  <w:num w:numId="10">
    <w:abstractNumId w:val="44"/>
  </w:num>
  <w:num w:numId="11">
    <w:abstractNumId w:val="20"/>
  </w:num>
  <w:num w:numId="12">
    <w:abstractNumId w:val="30"/>
  </w:num>
  <w:num w:numId="13">
    <w:abstractNumId w:val="41"/>
  </w:num>
  <w:num w:numId="14">
    <w:abstractNumId w:val="0"/>
  </w:num>
  <w:num w:numId="15">
    <w:abstractNumId w:val="10"/>
  </w:num>
  <w:num w:numId="16">
    <w:abstractNumId w:val="37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"/>
  </w:num>
  <w:num w:numId="20">
    <w:abstractNumId w:val="7"/>
  </w:num>
  <w:num w:numId="21">
    <w:abstractNumId w:val="43"/>
  </w:num>
  <w:num w:numId="22">
    <w:abstractNumId w:val="6"/>
  </w:num>
  <w:num w:numId="23">
    <w:abstractNumId w:val="38"/>
  </w:num>
  <w:num w:numId="24">
    <w:abstractNumId w:val="12"/>
  </w:num>
  <w:num w:numId="25">
    <w:abstractNumId w:val="5"/>
  </w:num>
  <w:num w:numId="26">
    <w:abstractNumId w:val="11"/>
  </w:num>
  <w:num w:numId="27">
    <w:abstractNumId w:val="21"/>
  </w:num>
  <w:num w:numId="28">
    <w:abstractNumId w:val="28"/>
  </w:num>
  <w:num w:numId="29">
    <w:abstractNumId w:val="29"/>
  </w:num>
  <w:num w:numId="30">
    <w:abstractNumId w:val="31"/>
  </w:num>
  <w:num w:numId="31">
    <w:abstractNumId w:val="42"/>
  </w:num>
  <w:num w:numId="32">
    <w:abstractNumId w:val="4"/>
  </w:num>
  <w:num w:numId="33">
    <w:abstractNumId w:val="13"/>
  </w:num>
  <w:num w:numId="34">
    <w:abstractNumId w:val="3"/>
  </w:num>
  <w:num w:numId="35">
    <w:abstractNumId w:val="26"/>
  </w:num>
  <w:num w:numId="36">
    <w:abstractNumId w:val="25"/>
  </w:num>
  <w:num w:numId="37">
    <w:abstractNumId w:val="24"/>
  </w:num>
  <w:num w:numId="38">
    <w:abstractNumId w:val="15"/>
  </w:num>
  <w:num w:numId="39">
    <w:abstractNumId w:val="23"/>
  </w:num>
  <w:num w:numId="40">
    <w:abstractNumId w:val="35"/>
  </w:num>
  <w:num w:numId="41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GrammaticalErrors/>
  <w:proofState w:spelling="clean"/>
  <w:attachedTemplate r:id="rId1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89"/>
    <w:rsid w:val="00000306"/>
    <w:rsid w:val="00005B8F"/>
    <w:rsid w:val="00006A25"/>
    <w:rsid w:val="00006B46"/>
    <w:rsid w:val="000137C8"/>
    <w:rsid w:val="0001471C"/>
    <w:rsid w:val="00014AE7"/>
    <w:rsid w:val="00015F05"/>
    <w:rsid w:val="00020171"/>
    <w:rsid w:val="00020F34"/>
    <w:rsid w:val="00021AC4"/>
    <w:rsid w:val="00022CB2"/>
    <w:rsid w:val="00022DF1"/>
    <w:rsid w:val="00023BBC"/>
    <w:rsid w:val="00024EB5"/>
    <w:rsid w:val="0002569D"/>
    <w:rsid w:val="00027574"/>
    <w:rsid w:val="00027AB6"/>
    <w:rsid w:val="000316A5"/>
    <w:rsid w:val="00031BB9"/>
    <w:rsid w:val="00031EFE"/>
    <w:rsid w:val="00031F6C"/>
    <w:rsid w:val="00032ADE"/>
    <w:rsid w:val="00033ED7"/>
    <w:rsid w:val="000347E6"/>
    <w:rsid w:val="0004082E"/>
    <w:rsid w:val="00040DFB"/>
    <w:rsid w:val="000438D1"/>
    <w:rsid w:val="00044251"/>
    <w:rsid w:val="000455B6"/>
    <w:rsid w:val="00046801"/>
    <w:rsid w:val="0004699B"/>
    <w:rsid w:val="000504C0"/>
    <w:rsid w:val="00052C12"/>
    <w:rsid w:val="00053716"/>
    <w:rsid w:val="00054239"/>
    <w:rsid w:val="00054272"/>
    <w:rsid w:val="000577D2"/>
    <w:rsid w:val="00062DAA"/>
    <w:rsid w:val="00064E04"/>
    <w:rsid w:val="00066889"/>
    <w:rsid w:val="00067C9C"/>
    <w:rsid w:val="0007019C"/>
    <w:rsid w:val="000706CF"/>
    <w:rsid w:val="00070B59"/>
    <w:rsid w:val="000730F4"/>
    <w:rsid w:val="00074022"/>
    <w:rsid w:val="00075052"/>
    <w:rsid w:val="0007707C"/>
    <w:rsid w:val="00083146"/>
    <w:rsid w:val="00083E6C"/>
    <w:rsid w:val="00086097"/>
    <w:rsid w:val="0008794A"/>
    <w:rsid w:val="0009215D"/>
    <w:rsid w:val="00093E32"/>
    <w:rsid w:val="00095043"/>
    <w:rsid w:val="00095B6C"/>
    <w:rsid w:val="00096078"/>
    <w:rsid w:val="00097981"/>
    <w:rsid w:val="000A04F3"/>
    <w:rsid w:val="000A1F00"/>
    <w:rsid w:val="000A4E6F"/>
    <w:rsid w:val="000A592E"/>
    <w:rsid w:val="000B23E5"/>
    <w:rsid w:val="000B37C5"/>
    <w:rsid w:val="000B3A2E"/>
    <w:rsid w:val="000B3BDF"/>
    <w:rsid w:val="000B40D0"/>
    <w:rsid w:val="000B4BDA"/>
    <w:rsid w:val="000B55C3"/>
    <w:rsid w:val="000B5C8D"/>
    <w:rsid w:val="000B5E2C"/>
    <w:rsid w:val="000B7451"/>
    <w:rsid w:val="000C09AE"/>
    <w:rsid w:val="000C293A"/>
    <w:rsid w:val="000C6BE4"/>
    <w:rsid w:val="000D41F9"/>
    <w:rsid w:val="000D4F20"/>
    <w:rsid w:val="000D5625"/>
    <w:rsid w:val="000E1312"/>
    <w:rsid w:val="000E2D38"/>
    <w:rsid w:val="000E383C"/>
    <w:rsid w:val="000E40FF"/>
    <w:rsid w:val="000E584A"/>
    <w:rsid w:val="000E7736"/>
    <w:rsid w:val="000F3693"/>
    <w:rsid w:val="000F4CDB"/>
    <w:rsid w:val="000F6F48"/>
    <w:rsid w:val="0010065F"/>
    <w:rsid w:val="001016C2"/>
    <w:rsid w:val="00102CFB"/>
    <w:rsid w:val="001033EA"/>
    <w:rsid w:val="00103F6B"/>
    <w:rsid w:val="00104C9F"/>
    <w:rsid w:val="00107970"/>
    <w:rsid w:val="0011164C"/>
    <w:rsid w:val="00112D94"/>
    <w:rsid w:val="001144A3"/>
    <w:rsid w:val="00116C0D"/>
    <w:rsid w:val="00117D51"/>
    <w:rsid w:val="001205DC"/>
    <w:rsid w:val="00125761"/>
    <w:rsid w:val="0013017E"/>
    <w:rsid w:val="00130C35"/>
    <w:rsid w:val="001379A5"/>
    <w:rsid w:val="00142AD9"/>
    <w:rsid w:val="001438B2"/>
    <w:rsid w:val="001451C6"/>
    <w:rsid w:val="00147D17"/>
    <w:rsid w:val="00147ECD"/>
    <w:rsid w:val="00151F47"/>
    <w:rsid w:val="00153084"/>
    <w:rsid w:val="00153B3C"/>
    <w:rsid w:val="00161003"/>
    <w:rsid w:val="00162484"/>
    <w:rsid w:val="00163A0D"/>
    <w:rsid w:val="00164FA5"/>
    <w:rsid w:val="00171C4A"/>
    <w:rsid w:val="0017318E"/>
    <w:rsid w:val="001733BB"/>
    <w:rsid w:val="00173D74"/>
    <w:rsid w:val="0017762B"/>
    <w:rsid w:val="00180637"/>
    <w:rsid w:val="001815F7"/>
    <w:rsid w:val="0018228D"/>
    <w:rsid w:val="001832CE"/>
    <w:rsid w:val="00184CA8"/>
    <w:rsid w:val="00184E7A"/>
    <w:rsid w:val="001863E5"/>
    <w:rsid w:val="00186DA7"/>
    <w:rsid w:val="0018723C"/>
    <w:rsid w:val="00190BDF"/>
    <w:rsid w:val="00192226"/>
    <w:rsid w:val="001951E9"/>
    <w:rsid w:val="001973E8"/>
    <w:rsid w:val="001A2960"/>
    <w:rsid w:val="001A332B"/>
    <w:rsid w:val="001A7D1E"/>
    <w:rsid w:val="001B02B0"/>
    <w:rsid w:val="001B11DC"/>
    <w:rsid w:val="001B2C52"/>
    <w:rsid w:val="001B45B6"/>
    <w:rsid w:val="001B675A"/>
    <w:rsid w:val="001C0051"/>
    <w:rsid w:val="001C3050"/>
    <w:rsid w:val="001C3BF6"/>
    <w:rsid w:val="001C5369"/>
    <w:rsid w:val="001C611E"/>
    <w:rsid w:val="001C74F9"/>
    <w:rsid w:val="001C7CD5"/>
    <w:rsid w:val="001D0241"/>
    <w:rsid w:val="001D25EB"/>
    <w:rsid w:val="001D2B56"/>
    <w:rsid w:val="001D2B79"/>
    <w:rsid w:val="001D3122"/>
    <w:rsid w:val="001D398C"/>
    <w:rsid w:val="001E12A5"/>
    <w:rsid w:val="001E2A15"/>
    <w:rsid w:val="001E5544"/>
    <w:rsid w:val="001E6231"/>
    <w:rsid w:val="001E6E56"/>
    <w:rsid w:val="001E714B"/>
    <w:rsid w:val="001E7C22"/>
    <w:rsid w:val="001F1041"/>
    <w:rsid w:val="001F2C78"/>
    <w:rsid w:val="001F46A4"/>
    <w:rsid w:val="001F680E"/>
    <w:rsid w:val="001F6C72"/>
    <w:rsid w:val="00201252"/>
    <w:rsid w:val="002031D8"/>
    <w:rsid w:val="00207B63"/>
    <w:rsid w:val="00207EFB"/>
    <w:rsid w:val="00210857"/>
    <w:rsid w:val="002109D6"/>
    <w:rsid w:val="00212B12"/>
    <w:rsid w:val="0021396C"/>
    <w:rsid w:val="00213E80"/>
    <w:rsid w:val="00214541"/>
    <w:rsid w:val="002167B8"/>
    <w:rsid w:val="0022000E"/>
    <w:rsid w:val="00220F25"/>
    <w:rsid w:val="00224424"/>
    <w:rsid w:val="00224773"/>
    <w:rsid w:val="00227F6C"/>
    <w:rsid w:val="00230363"/>
    <w:rsid w:val="00230BD6"/>
    <w:rsid w:val="002329B8"/>
    <w:rsid w:val="00235CEE"/>
    <w:rsid w:val="00242CF3"/>
    <w:rsid w:val="00243552"/>
    <w:rsid w:val="00245ECE"/>
    <w:rsid w:val="00246754"/>
    <w:rsid w:val="00247DEF"/>
    <w:rsid w:val="00247E06"/>
    <w:rsid w:val="00251D47"/>
    <w:rsid w:val="00252337"/>
    <w:rsid w:val="00252785"/>
    <w:rsid w:val="0025363B"/>
    <w:rsid w:val="00253F5C"/>
    <w:rsid w:val="002611DC"/>
    <w:rsid w:val="00262B2A"/>
    <w:rsid w:val="00262BB7"/>
    <w:rsid w:val="00264DAB"/>
    <w:rsid w:val="0026780F"/>
    <w:rsid w:val="00270FDF"/>
    <w:rsid w:val="00271CDD"/>
    <w:rsid w:val="00273AA5"/>
    <w:rsid w:val="002757F6"/>
    <w:rsid w:val="0027769B"/>
    <w:rsid w:val="00280C09"/>
    <w:rsid w:val="00283463"/>
    <w:rsid w:val="0028346F"/>
    <w:rsid w:val="002845A1"/>
    <w:rsid w:val="00284F3D"/>
    <w:rsid w:val="00285E47"/>
    <w:rsid w:val="00286755"/>
    <w:rsid w:val="00286AF1"/>
    <w:rsid w:val="00286C50"/>
    <w:rsid w:val="00292F35"/>
    <w:rsid w:val="00296FC9"/>
    <w:rsid w:val="002A2F6E"/>
    <w:rsid w:val="002A58F1"/>
    <w:rsid w:val="002A696A"/>
    <w:rsid w:val="002B119B"/>
    <w:rsid w:val="002B2B06"/>
    <w:rsid w:val="002B37D4"/>
    <w:rsid w:val="002B3885"/>
    <w:rsid w:val="002B4A2E"/>
    <w:rsid w:val="002B7390"/>
    <w:rsid w:val="002B7E84"/>
    <w:rsid w:val="002C0D2B"/>
    <w:rsid w:val="002C48FE"/>
    <w:rsid w:val="002C5046"/>
    <w:rsid w:val="002C5407"/>
    <w:rsid w:val="002C5584"/>
    <w:rsid w:val="002C6182"/>
    <w:rsid w:val="002C74CE"/>
    <w:rsid w:val="002D076B"/>
    <w:rsid w:val="002D14D7"/>
    <w:rsid w:val="002D17FF"/>
    <w:rsid w:val="002D1DF4"/>
    <w:rsid w:val="002D3EA9"/>
    <w:rsid w:val="002D4251"/>
    <w:rsid w:val="002D605E"/>
    <w:rsid w:val="002D6161"/>
    <w:rsid w:val="002D6535"/>
    <w:rsid w:val="002E195C"/>
    <w:rsid w:val="002E1FA6"/>
    <w:rsid w:val="002E38F8"/>
    <w:rsid w:val="002E3964"/>
    <w:rsid w:val="002E550B"/>
    <w:rsid w:val="002E7A54"/>
    <w:rsid w:val="002F1B3E"/>
    <w:rsid w:val="002F3D27"/>
    <w:rsid w:val="002F4E51"/>
    <w:rsid w:val="002F5A24"/>
    <w:rsid w:val="002F60EE"/>
    <w:rsid w:val="002F7405"/>
    <w:rsid w:val="00300595"/>
    <w:rsid w:val="00300B5F"/>
    <w:rsid w:val="00302656"/>
    <w:rsid w:val="003042ED"/>
    <w:rsid w:val="0030692D"/>
    <w:rsid w:val="0030761D"/>
    <w:rsid w:val="00307A8F"/>
    <w:rsid w:val="003107CF"/>
    <w:rsid w:val="003129C9"/>
    <w:rsid w:val="00312ABA"/>
    <w:rsid w:val="00321D5A"/>
    <w:rsid w:val="00323318"/>
    <w:rsid w:val="0032337E"/>
    <w:rsid w:val="0032360B"/>
    <w:rsid w:val="00324768"/>
    <w:rsid w:val="00326517"/>
    <w:rsid w:val="0032759D"/>
    <w:rsid w:val="00332E9E"/>
    <w:rsid w:val="00332FE1"/>
    <w:rsid w:val="00335003"/>
    <w:rsid w:val="00340F96"/>
    <w:rsid w:val="003437B3"/>
    <w:rsid w:val="003453D5"/>
    <w:rsid w:val="00350062"/>
    <w:rsid w:val="00352C67"/>
    <w:rsid w:val="003553F7"/>
    <w:rsid w:val="003663DD"/>
    <w:rsid w:val="003725D4"/>
    <w:rsid w:val="00375B24"/>
    <w:rsid w:val="00376F43"/>
    <w:rsid w:val="00377ADC"/>
    <w:rsid w:val="003801DB"/>
    <w:rsid w:val="003803A0"/>
    <w:rsid w:val="00380441"/>
    <w:rsid w:val="00380992"/>
    <w:rsid w:val="003811F9"/>
    <w:rsid w:val="0038171F"/>
    <w:rsid w:val="00383622"/>
    <w:rsid w:val="00383BEF"/>
    <w:rsid w:val="003A0910"/>
    <w:rsid w:val="003A4DF3"/>
    <w:rsid w:val="003A6D9F"/>
    <w:rsid w:val="003A7095"/>
    <w:rsid w:val="003B35EC"/>
    <w:rsid w:val="003B3CB3"/>
    <w:rsid w:val="003B40AF"/>
    <w:rsid w:val="003B4D41"/>
    <w:rsid w:val="003C1F40"/>
    <w:rsid w:val="003C20C6"/>
    <w:rsid w:val="003C6272"/>
    <w:rsid w:val="003C6721"/>
    <w:rsid w:val="003D0215"/>
    <w:rsid w:val="003D0E24"/>
    <w:rsid w:val="003D7879"/>
    <w:rsid w:val="003E0647"/>
    <w:rsid w:val="003E0B62"/>
    <w:rsid w:val="003E118B"/>
    <w:rsid w:val="003E52DE"/>
    <w:rsid w:val="003E6F1A"/>
    <w:rsid w:val="003F2404"/>
    <w:rsid w:val="003F3F6A"/>
    <w:rsid w:val="003F7400"/>
    <w:rsid w:val="003F7802"/>
    <w:rsid w:val="003F78E3"/>
    <w:rsid w:val="004009BB"/>
    <w:rsid w:val="00401217"/>
    <w:rsid w:val="00401FE5"/>
    <w:rsid w:val="00411B02"/>
    <w:rsid w:val="00412554"/>
    <w:rsid w:val="00413AB2"/>
    <w:rsid w:val="004151BB"/>
    <w:rsid w:val="00417B45"/>
    <w:rsid w:val="00423860"/>
    <w:rsid w:val="00430FB8"/>
    <w:rsid w:val="0043249E"/>
    <w:rsid w:val="004335B2"/>
    <w:rsid w:val="00434867"/>
    <w:rsid w:val="004356DA"/>
    <w:rsid w:val="004373F5"/>
    <w:rsid w:val="00441AD3"/>
    <w:rsid w:val="004437B7"/>
    <w:rsid w:val="00445D1B"/>
    <w:rsid w:val="00446FEA"/>
    <w:rsid w:val="0045508A"/>
    <w:rsid w:val="00460583"/>
    <w:rsid w:val="0046282E"/>
    <w:rsid w:val="0046637E"/>
    <w:rsid w:val="0047319C"/>
    <w:rsid w:val="004734C4"/>
    <w:rsid w:val="0047537F"/>
    <w:rsid w:val="00482092"/>
    <w:rsid w:val="004840B5"/>
    <w:rsid w:val="00486BD5"/>
    <w:rsid w:val="00487CF7"/>
    <w:rsid w:val="00491085"/>
    <w:rsid w:val="00494323"/>
    <w:rsid w:val="00495A2E"/>
    <w:rsid w:val="00496929"/>
    <w:rsid w:val="004B16A2"/>
    <w:rsid w:val="004C0A4B"/>
    <w:rsid w:val="004C3D41"/>
    <w:rsid w:val="004D00F0"/>
    <w:rsid w:val="004D10C6"/>
    <w:rsid w:val="004D26EE"/>
    <w:rsid w:val="004D43C2"/>
    <w:rsid w:val="004D5B29"/>
    <w:rsid w:val="004D5EC7"/>
    <w:rsid w:val="004E4209"/>
    <w:rsid w:val="004E4F00"/>
    <w:rsid w:val="004E6C28"/>
    <w:rsid w:val="004E75C1"/>
    <w:rsid w:val="004F0591"/>
    <w:rsid w:val="004F0EEF"/>
    <w:rsid w:val="004F369A"/>
    <w:rsid w:val="004F4413"/>
    <w:rsid w:val="004F7AAD"/>
    <w:rsid w:val="0050063C"/>
    <w:rsid w:val="0050123B"/>
    <w:rsid w:val="00501492"/>
    <w:rsid w:val="00501880"/>
    <w:rsid w:val="005043BA"/>
    <w:rsid w:val="00504917"/>
    <w:rsid w:val="005067CE"/>
    <w:rsid w:val="00507751"/>
    <w:rsid w:val="00510092"/>
    <w:rsid w:val="005114E7"/>
    <w:rsid w:val="00511BDB"/>
    <w:rsid w:val="00512029"/>
    <w:rsid w:val="0051287D"/>
    <w:rsid w:val="0051336F"/>
    <w:rsid w:val="00513909"/>
    <w:rsid w:val="00516A0D"/>
    <w:rsid w:val="00516AB2"/>
    <w:rsid w:val="00520696"/>
    <w:rsid w:val="00520DDE"/>
    <w:rsid w:val="0052269D"/>
    <w:rsid w:val="00524970"/>
    <w:rsid w:val="005254C8"/>
    <w:rsid w:val="00526490"/>
    <w:rsid w:val="0052754E"/>
    <w:rsid w:val="0052784E"/>
    <w:rsid w:val="005300D6"/>
    <w:rsid w:val="005303AC"/>
    <w:rsid w:val="00534D94"/>
    <w:rsid w:val="00536360"/>
    <w:rsid w:val="0054017A"/>
    <w:rsid w:val="0054193F"/>
    <w:rsid w:val="00544D5B"/>
    <w:rsid w:val="00561A60"/>
    <w:rsid w:val="00562256"/>
    <w:rsid w:val="00565600"/>
    <w:rsid w:val="0056564C"/>
    <w:rsid w:val="005674D7"/>
    <w:rsid w:val="0057188D"/>
    <w:rsid w:val="00571B90"/>
    <w:rsid w:val="00572BB7"/>
    <w:rsid w:val="00573FFB"/>
    <w:rsid w:val="0057406E"/>
    <w:rsid w:val="005742D3"/>
    <w:rsid w:val="005759A6"/>
    <w:rsid w:val="00576D10"/>
    <w:rsid w:val="005774CF"/>
    <w:rsid w:val="00582EF0"/>
    <w:rsid w:val="0058314D"/>
    <w:rsid w:val="00585702"/>
    <w:rsid w:val="00587108"/>
    <w:rsid w:val="00587E7D"/>
    <w:rsid w:val="00590D45"/>
    <w:rsid w:val="00590ED9"/>
    <w:rsid w:val="00592142"/>
    <w:rsid w:val="0059234F"/>
    <w:rsid w:val="0059409A"/>
    <w:rsid w:val="005945A4"/>
    <w:rsid w:val="005A0AEA"/>
    <w:rsid w:val="005A1FB9"/>
    <w:rsid w:val="005A2A2C"/>
    <w:rsid w:val="005A2FEE"/>
    <w:rsid w:val="005A3FE7"/>
    <w:rsid w:val="005A67DD"/>
    <w:rsid w:val="005A6CDF"/>
    <w:rsid w:val="005B1C96"/>
    <w:rsid w:val="005B5649"/>
    <w:rsid w:val="005B605A"/>
    <w:rsid w:val="005C0162"/>
    <w:rsid w:val="005C138E"/>
    <w:rsid w:val="005D04C9"/>
    <w:rsid w:val="005D2BDE"/>
    <w:rsid w:val="005D2DD9"/>
    <w:rsid w:val="005D61F8"/>
    <w:rsid w:val="005E3D5C"/>
    <w:rsid w:val="005E4DA0"/>
    <w:rsid w:val="005E4F78"/>
    <w:rsid w:val="005E7B03"/>
    <w:rsid w:val="005F05DC"/>
    <w:rsid w:val="005F4953"/>
    <w:rsid w:val="005F4964"/>
    <w:rsid w:val="005F7900"/>
    <w:rsid w:val="00600A53"/>
    <w:rsid w:val="00601002"/>
    <w:rsid w:val="0060125A"/>
    <w:rsid w:val="00602526"/>
    <w:rsid w:val="00603705"/>
    <w:rsid w:val="006046CD"/>
    <w:rsid w:val="00604F9E"/>
    <w:rsid w:val="00605780"/>
    <w:rsid w:val="0060711A"/>
    <w:rsid w:val="00611CCB"/>
    <w:rsid w:val="00616CEC"/>
    <w:rsid w:val="00620332"/>
    <w:rsid w:val="00620459"/>
    <w:rsid w:val="00621E4E"/>
    <w:rsid w:val="00622424"/>
    <w:rsid w:val="006227AD"/>
    <w:rsid w:val="006247A3"/>
    <w:rsid w:val="00627B80"/>
    <w:rsid w:val="006364AC"/>
    <w:rsid w:val="00637117"/>
    <w:rsid w:val="00640CD3"/>
    <w:rsid w:val="006433E0"/>
    <w:rsid w:val="0064363D"/>
    <w:rsid w:val="006444D1"/>
    <w:rsid w:val="0064478F"/>
    <w:rsid w:val="00645223"/>
    <w:rsid w:val="006457A5"/>
    <w:rsid w:val="006462DD"/>
    <w:rsid w:val="00647858"/>
    <w:rsid w:val="00647AA6"/>
    <w:rsid w:val="00651601"/>
    <w:rsid w:val="00651752"/>
    <w:rsid w:val="006532EE"/>
    <w:rsid w:val="00654A15"/>
    <w:rsid w:val="00660158"/>
    <w:rsid w:val="00662D43"/>
    <w:rsid w:val="00663ED4"/>
    <w:rsid w:val="00663F88"/>
    <w:rsid w:val="006642A2"/>
    <w:rsid w:val="00664ED0"/>
    <w:rsid w:val="00664F8F"/>
    <w:rsid w:val="00666428"/>
    <w:rsid w:val="0066798D"/>
    <w:rsid w:val="0067024F"/>
    <w:rsid w:val="00670A04"/>
    <w:rsid w:val="00674EC1"/>
    <w:rsid w:val="0067596E"/>
    <w:rsid w:val="0067700F"/>
    <w:rsid w:val="0068054F"/>
    <w:rsid w:val="00683E21"/>
    <w:rsid w:val="00684AA1"/>
    <w:rsid w:val="00692BD0"/>
    <w:rsid w:val="0069316B"/>
    <w:rsid w:val="006938AB"/>
    <w:rsid w:val="006953B1"/>
    <w:rsid w:val="006A09B4"/>
    <w:rsid w:val="006A1A51"/>
    <w:rsid w:val="006A2437"/>
    <w:rsid w:val="006A2EEF"/>
    <w:rsid w:val="006A7B5A"/>
    <w:rsid w:val="006B0249"/>
    <w:rsid w:val="006B173D"/>
    <w:rsid w:val="006B2A84"/>
    <w:rsid w:val="006B2F64"/>
    <w:rsid w:val="006B3138"/>
    <w:rsid w:val="006B7E78"/>
    <w:rsid w:val="006C1EEF"/>
    <w:rsid w:val="006C5976"/>
    <w:rsid w:val="006C5B3D"/>
    <w:rsid w:val="006C7E8B"/>
    <w:rsid w:val="006D0DD5"/>
    <w:rsid w:val="006D1C6B"/>
    <w:rsid w:val="006D5C74"/>
    <w:rsid w:val="006E26E9"/>
    <w:rsid w:val="006E2B3E"/>
    <w:rsid w:val="006F1B80"/>
    <w:rsid w:val="006F3F80"/>
    <w:rsid w:val="006F58D8"/>
    <w:rsid w:val="006F614C"/>
    <w:rsid w:val="006F6AED"/>
    <w:rsid w:val="007014BE"/>
    <w:rsid w:val="0070438A"/>
    <w:rsid w:val="0070514F"/>
    <w:rsid w:val="00706F1E"/>
    <w:rsid w:val="0071243B"/>
    <w:rsid w:val="007130F6"/>
    <w:rsid w:val="007147FD"/>
    <w:rsid w:val="00714D86"/>
    <w:rsid w:val="0071664C"/>
    <w:rsid w:val="00717846"/>
    <w:rsid w:val="00720C0B"/>
    <w:rsid w:val="007212AE"/>
    <w:rsid w:val="00721DBD"/>
    <w:rsid w:val="007222EC"/>
    <w:rsid w:val="00724CCB"/>
    <w:rsid w:val="00732B3C"/>
    <w:rsid w:val="00733837"/>
    <w:rsid w:val="00735F6F"/>
    <w:rsid w:val="00741794"/>
    <w:rsid w:val="0074226F"/>
    <w:rsid w:val="007429CA"/>
    <w:rsid w:val="00747F73"/>
    <w:rsid w:val="007534FF"/>
    <w:rsid w:val="00755A56"/>
    <w:rsid w:val="0075770D"/>
    <w:rsid w:val="00757922"/>
    <w:rsid w:val="00757C8E"/>
    <w:rsid w:val="007600E1"/>
    <w:rsid w:val="00765E65"/>
    <w:rsid w:val="00767882"/>
    <w:rsid w:val="00770440"/>
    <w:rsid w:val="00774046"/>
    <w:rsid w:val="0077616D"/>
    <w:rsid w:val="00777158"/>
    <w:rsid w:val="00782EF7"/>
    <w:rsid w:val="007843C4"/>
    <w:rsid w:val="00791078"/>
    <w:rsid w:val="00791818"/>
    <w:rsid w:val="00792317"/>
    <w:rsid w:val="00793313"/>
    <w:rsid w:val="00793D4F"/>
    <w:rsid w:val="0079439E"/>
    <w:rsid w:val="0079486D"/>
    <w:rsid w:val="00794E3D"/>
    <w:rsid w:val="007A0AA2"/>
    <w:rsid w:val="007A1EE0"/>
    <w:rsid w:val="007A2964"/>
    <w:rsid w:val="007A7502"/>
    <w:rsid w:val="007A75A0"/>
    <w:rsid w:val="007B4304"/>
    <w:rsid w:val="007B4B43"/>
    <w:rsid w:val="007C1939"/>
    <w:rsid w:val="007C1B9A"/>
    <w:rsid w:val="007C2137"/>
    <w:rsid w:val="007D23C4"/>
    <w:rsid w:val="007D4455"/>
    <w:rsid w:val="007D5D9F"/>
    <w:rsid w:val="007D60DB"/>
    <w:rsid w:val="007D6598"/>
    <w:rsid w:val="007D6D02"/>
    <w:rsid w:val="007E1768"/>
    <w:rsid w:val="007E1A0D"/>
    <w:rsid w:val="007E2E0B"/>
    <w:rsid w:val="007E566A"/>
    <w:rsid w:val="007F0BD8"/>
    <w:rsid w:val="007F385A"/>
    <w:rsid w:val="007F3AD1"/>
    <w:rsid w:val="00802F3B"/>
    <w:rsid w:val="0080580B"/>
    <w:rsid w:val="0081188E"/>
    <w:rsid w:val="00811980"/>
    <w:rsid w:val="00813AE3"/>
    <w:rsid w:val="00814674"/>
    <w:rsid w:val="00816668"/>
    <w:rsid w:val="00820C60"/>
    <w:rsid w:val="00823465"/>
    <w:rsid w:val="00824503"/>
    <w:rsid w:val="00824BC6"/>
    <w:rsid w:val="00824BE1"/>
    <w:rsid w:val="008268F6"/>
    <w:rsid w:val="00833FEC"/>
    <w:rsid w:val="00844212"/>
    <w:rsid w:val="008466F5"/>
    <w:rsid w:val="00847850"/>
    <w:rsid w:val="0085061A"/>
    <w:rsid w:val="00853243"/>
    <w:rsid w:val="008553E1"/>
    <w:rsid w:val="0086047A"/>
    <w:rsid w:val="00860AAA"/>
    <w:rsid w:val="00862EE3"/>
    <w:rsid w:val="00872ECD"/>
    <w:rsid w:val="00877821"/>
    <w:rsid w:val="00877BD9"/>
    <w:rsid w:val="008801A7"/>
    <w:rsid w:val="00880B42"/>
    <w:rsid w:val="00883432"/>
    <w:rsid w:val="0088424E"/>
    <w:rsid w:val="0088531D"/>
    <w:rsid w:val="008860DE"/>
    <w:rsid w:val="00886B4C"/>
    <w:rsid w:val="0088759E"/>
    <w:rsid w:val="00891EE8"/>
    <w:rsid w:val="00896191"/>
    <w:rsid w:val="0089675E"/>
    <w:rsid w:val="008A0476"/>
    <w:rsid w:val="008A2F16"/>
    <w:rsid w:val="008A4D98"/>
    <w:rsid w:val="008A5A5A"/>
    <w:rsid w:val="008A5D27"/>
    <w:rsid w:val="008A74FF"/>
    <w:rsid w:val="008A7565"/>
    <w:rsid w:val="008B0678"/>
    <w:rsid w:val="008B1802"/>
    <w:rsid w:val="008B22A2"/>
    <w:rsid w:val="008B5253"/>
    <w:rsid w:val="008B74C2"/>
    <w:rsid w:val="008C041B"/>
    <w:rsid w:val="008C38B7"/>
    <w:rsid w:val="008C54BA"/>
    <w:rsid w:val="008C5723"/>
    <w:rsid w:val="008C70F1"/>
    <w:rsid w:val="008D3406"/>
    <w:rsid w:val="008D5971"/>
    <w:rsid w:val="008D7061"/>
    <w:rsid w:val="008E3FF9"/>
    <w:rsid w:val="008E48F6"/>
    <w:rsid w:val="008E5FDF"/>
    <w:rsid w:val="008F0E2A"/>
    <w:rsid w:val="008F2EFE"/>
    <w:rsid w:val="008F3B77"/>
    <w:rsid w:val="008F4964"/>
    <w:rsid w:val="008F4CE8"/>
    <w:rsid w:val="008F6496"/>
    <w:rsid w:val="00900140"/>
    <w:rsid w:val="009041AC"/>
    <w:rsid w:val="00911943"/>
    <w:rsid w:val="009122A6"/>
    <w:rsid w:val="00913A8F"/>
    <w:rsid w:val="00916CFB"/>
    <w:rsid w:val="009170A0"/>
    <w:rsid w:val="00917AB3"/>
    <w:rsid w:val="009236E6"/>
    <w:rsid w:val="00924890"/>
    <w:rsid w:val="00930052"/>
    <w:rsid w:val="00930C22"/>
    <w:rsid w:val="009311BB"/>
    <w:rsid w:val="00940671"/>
    <w:rsid w:val="00940892"/>
    <w:rsid w:val="0094162E"/>
    <w:rsid w:val="00941C38"/>
    <w:rsid w:val="00943CF7"/>
    <w:rsid w:val="00943D1D"/>
    <w:rsid w:val="00947E72"/>
    <w:rsid w:val="00953B29"/>
    <w:rsid w:val="00953D94"/>
    <w:rsid w:val="009542FA"/>
    <w:rsid w:val="00954369"/>
    <w:rsid w:val="00957A5F"/>
    <w:rsid w:val="00957D89"/>
    <w:rsid w:val="00957DD1"/>
    <w:rsid w:val="00960583"/>
    <w:rsid w:val="00960D98"/>
    <w:rsid w:val="00960F5B"/>
    <w:rsid w:val="0096467B"/>
    <w:rsid w:val="0097076F"/>
    <w:rsid w:val="009709B1"/>
    <w:rsid w:val="0097331F"/>
    <w:rsid w:val="009733EE"/>
    <w:rsid w:val="009737FB"/>
    <w:rsid w:val="009739CA"/>
    <w:rsid w:val="00973C2D"/>
    <w:rsid w:val="00973E0E"/>
    <w:rsid w:val="009746FE"/>
    <w:rsid w:val="009750F5"/>
    <w:rsid w:val="00975CD7"/>
    <w:rsid w:val="00976767"/>
    <w:rsid w:val="00976DBC"/>
    <w:rsid w:val="00980A6E"/>
    <w:rsid w:val="009824BD"/>
    <w:rsid w:val="00983983"/>
    <w:rsid w:val="00986AA0"/>
    <w:rsid w:val="00996C37"/>
    <w:rsid w:val="00996CC1"/>
    <w:rsid w:val="0099779A"/>
    <w:rsid w:val="009A210F"/>
    <w:rsid w:val="009A2C46"/>
    <w:rsid w:val="009A3804"/>
    <w:rsid w:val="009A64D2"/>
    <w:rsid w:val="009A6C76"/>
    <w:rsid w:val="009A77CF"/>
    <w:rsid w:val="009B0505"/>
    <w:rsid w:val="009B1A75"/>
    <w:rsid w:val="009B29F6"/>
    <w:rsid w:val="009B5AC6"/>
    <w:rsid w:val="009B5CC3"/>
    <w:rsid w:val="009C2223"/>
    <w:rsid w:val="009C30A4"/>
    <w:rsid w:val="009C3773"/>
    <w:rsid w:val="009C51ED"/>
    <w:rsid w:val="009D05A1"/>
    <w:rsid w:val="009D089B"/>
    <w:rsid w:val="009D0B5D"/>
    <w:rsid w:val="009D2CDE"/>
    <w:rsid w:val="009D3306"/>
    <w:rsid w:val="009D56B4"/>
    <w:rsid w:val="009D5FDA"/>
    <w:rsid w:val="009D7809"/>
    <w:rsid w:val="009E13B9"/>
    <w:rsid w:val="009E21A0"/>
    <w:rsid w:val="009E3DCF"/>
    <w:rsid w:val="009E4D61"/>
    <w:rsid w:val="009E4DD7"/>
    <w:rsid w:val="009E556E"/>
    <w:rsid w:val="009E7E71"/>
    <w:rsid w:val="009F15BF"/>
    <w:rsid w:val="009F3E6B"/>
    <w:rsid w:val="009F569D"/>
    <w:rsid w:val="009F7597"/>
    <w:rsid w:val="009F7EC4"/>
    <w:rsid w:val="00A0088F"/>
    <w:rsid w:val="00A01D7D"/>
    <w:rsid w:val="00A02EC6"/>
    <w:rsid w:val="00A04FD3"/>
    <w:rsid w:val="00A05B02"/>
    <w:rsid w:val="00A07C32"/>
    <w:rsid w:val="00A07E70"/>
    <w:rsid w:val="00A10483"/>
    <w:rsid w:val="00A1741D"/>
    <w:rsid w:val="00A24DBA"/>
    <w:rsid w:val="00A276E1"/>
    <w:rsid w:val="00A3447C"/>
    <w:rsid w:val="00A34CD8"/>
    <w:rsid w:val="00A37961"/>
    <w:rsid w:val="00A405A2"/>
    <w:rsid w:val="00A4160E"/>
    <w:rsid w:val="00A43EC6"/>
    <w:rsid w:val="00A47BD4"/>
    <w:rsid w:val="00A50023"/>
    <w:rsid w:val="00A5485F"/>
    <w:rsid w:val="00A5606C"/>
    <w:rsid w:val="00A57239"/>
    <w:rsid w:val="00A575B4"/>
    <w:rsid w:val="00A5778F"/>
    <w:rsid w:val="00A60AFB"/>
    <w:rsid w:val="00A61366"/>
    <w:rsid w:val="00A62A82"/>
    <w:rsid w:val="00A66F30"/>
    <w:rsid w:val="00A715AA"/>
    <w:rsid w:val="00A745C8"/>
    <w:rsid w:val="00A76DAB"/>
    <w:rsid w:val="00A80CE0"/>
    <w:rsid w:val="00A84D7A"/>
    <w:rsid w:val="00A86C34"/>
    <w:rsid w:val="00A92E7C"/>
    <w:rsid w:val="00A93B09"/>
    <w:rsid w:val="00A93D7E"/>
    <w:rsid w:val="00A94330"/>
    <w:rsid w:val="00A94744"/>
    <w:rsid w:val="00A96125"/>
    <w:rsid w:val="00A96F59"/>
    <w:rsid w:val="00A974AA"/>
    <w:rsid w:val="00AA44FB"/>
    <w:rsid w:val="00AA7080"/>
    <w:rsid w:val="00AA70C9"/>
    <w:rsid w:val="00AA7E4A"/>
    <w:rsid w:val="00AB0F8D"/>
    <w:rsid w:val="00AB2E99"/>
    <w:rsid w:val="00AB525E"/>
    <w:rsid w:val="00AB5BE8"/>
    <w:rsid w:val="00AC151F"/>
    <w:rsid w:val="00AC1ACD"/>
    <w:rsid w:val="00AC6191"/>
    <w:rsid w:val="00AC6E84"/>
    <w:rsid w:val="00AD080D"/>
    <w:rsid w:val="00AD1042"/>
    <w:rsid w:val="00AD3B95"/>
    <w:rsid w:val="00AD3D68"/>
    <w:rsid w:val="00AD49E4"/>
    <w:rsid w:val="00AD78CE"/>
    <w:rsid w:val="00AE0101"/>
    <w:rsid w:val="00AE0B7F"/>
    <w:rsid w:val="00AE173F"/>
    <w:rsid w:val="00AE44E5"/>
    <w:rsid w:val="00AF191C"/>
    <w:rsid w:val="00AF21A1"/>
    <w:rsid w:val="00AF2B4A"/>
    <w:rsid w:val="00AF74EA"/>
    <w:rsid w:val="00AF79FC"/>
    <w:rsid w:val="00B00B7B"/>
    <w:rsid w:val="00B01415"/>
    <w:rsid w:val="00B03742"/>
    <w:rsid w:val="00B046BB"/>
    <w:rsid w:val="00B0489B"/>
    <w:rsid w:val="00B17B0D"/>
    <w:rsid w:val="00B17F73"/>
    <w:rsid w:val="00B20120"/>
    <w:rsid w:val="00B20585"/>
    <w:rsid w:val="00B20AD2"/>
    <w:rsid w:val="00B25821"/>
    <w:rsid w:val="00B25A00"/>
    <w:rsid w:val="00B36A9E"/>
    <w:rsid w:val="00B373A0"/>
    <w:rsid w:val="00B407A7"/>
    <w:rsid w:val="00B414EC"/>
    <w:rsid w:val="00B54989"/>
    <w:rsid w:val="00B56AD2"/>
    <w:rsid w:val="00B6125C"/>
    <w:rsid w:val="00B6230D"/>
    <w:rsid w:val="00B63E5A"/>
    <w:rsid w:val="00B6448A"/>
    <w:rsid w:val="00B64A0D"/>
    <w:rsid w:val="00B64AFB"/>
    <w:rsid w:val="00B664AE"/>
    <w:rsid w:val="00B67559"/>
    <w:rsid w:val="00B7045B"/>
    <w:rsid w:val="00B704C6"/>
    <w:rsid w:val="00B73F9B"/>
    <w:rsid w:val="00B759EE"/>
    <w:rsid w:val="00B804EB"/>
    <w:rsid w:val="00B809C9"/>
    <w:rsid w:val="00B81732"/>
    <w:rsid w:val="00B823D7"/>
    <w:rsid w:val="00B8302B"/>
    <w:rsid w:val="00B83629"/>
    <w:rsid w:val="00B85772"/>
    <w:rsid w:val="00B85A43"/>
    <w:rsid w:val="00B863C2"/>
    <w:rsid w:val="00B93838"/>
    <w:rsid w:val="00B969AB"/>
    <w:rsid w:val="00B96B79"/>
    <w:rsid w:val="00B96DE6"/>
    <w:rsid w:val="00B97A14"/>
    <w:rsid w:val="00BA5EA6"/>
    <w:rsid w:val="00BA7A7E"/>
    <w:rsid w:val="00BA7CAA"/>
    <w:rsid w:val="00BB0E05"/>
    <w:rsid w:val="00BB565A"/>
    <w:rsid w:val="00BB769F"/>
    <w:rsid w:val="00BB7C7C"/>
    <w:rsid w:val="00BB7F28"/>
    <w:rsid w:val="00BC1435"/>
    <w:rsid w:val="00BC157D"/>
    <w:rsid w:val="00BC1AF8"/>
    <w:rsid w:val="00BC1F1F"/>
    <w:rsid w:val="00BC5BF4"/>
    <w:rsid w:val="00BC6063"/>
    <w:rsid w:val="00BC6D86"/>
    <w:rsid w:val="00BC74DE"/>
    <w:rsid w:val="00BC754C"/>
    <w:rsid w:val="00BD01D6"/>
    <w:rsid w:val="00BD087D"/>
    <w:rsid w:val="00BD0F5C"/>
    <w:rsid w:val="00BD2513"/>
    <w:rsid w:val="00BD5023"/>
    <w:rsid w:val="00BD6092"/>
    <w:rsid w:val="00BE4C41"/>
    <w:rsid w:val="00BE6BDC"/>
    <w:rsid w:val="00BE6E6C"/>
    <w:rsid w:val="00BF6354"/>
    <w:rsid w:val="00C00888"/>
    <w:rsid w:val="00C03B3F"/>
    <w:rsid w:val="00C04AD1"/>
    <w:rsid w:val="00C071F6"/>
    <w:rsid w:val="00C16514"/>
    <w:rsid w:val="00C16DBB"/>
    <w:rsid w:val="00C1741C"/>
    <w:rsid w:val="00C20F58"/>
    <w:rsid w:val="00C22D66"/>
    <w:rsid w:val="00C2304B"/>
    <w:rsid w:val="00C244A7"/>
    <w:rsid w:val="00C2558C"/>
    <w:rsid w:val="00C266E0"/>
    <w:rsid w:val="00C2678C"/>
    <w:rsid w:val="00C269B2"/>
    <w:rsid w:val="00C26A04"/>
    <w:rsid w:val="00C26DE5"/>
    <w:rsid w:val="00C27C59"/>
    <w:rsid w:val="00C302B5"/>
    <w:rsid w:val="00C3222F"/>
    <w:rsid w:val="00C328D6"/>
    <w:rsid w:val="00C3449C"/>
    <w:rsid w:val="00C41669"/>
    <w:rsid w:val="00C42EF4"/>
    <w:rsid w:val="00C443CE"/>
    <w:rsid w:val="00C44D2C"/>
    <w:rsid w:val="00C45690"/>
    <w:rsid w:val="00C46ADF"/>
    <w:rsid w:val="00C5212A"/>
    <w:rsid w:val="00C540F9"/>
    <w:rsid w:val="00C55048"/>
    <w:rsid w:val="00C60218"/>
    <w:rsid w:val="00C60F00"/>
    <w:rsid w:val="00C620BB"/>
    <w:rsid w:val="00C62F28"/>
    <w:rsid w:val="00C76011"/>
    <w:rsid w:val="00C7650C"/>
    <w:rsid w:val="00C76DA3"/>
    <w:rsid w:val="00C77407"/>
    <w:rsid w:val="00C809BB"/>
    <w:rsid w:val="00C82178"/>
    <w:rsid w:val="00C83066"/>
    <w:rsid w:val="00C8309B"/>
    <w:rsid w:val="00C83EF5"/>
    <w:rsid w:val="00C87733"/>
    <w:rsid w:val="00C92DFC"/>
    <w:rsid w:val="00CA3170"/>
    <w:rsid w:val="00CA52EB"/>
    <w:rsid w:val="00CB0EB2"/>
    <w:rsid w:val="00CB11F7"/>
    <w:rsid w:val="00CB28C3"/>
    <w:rsid w:val="00CB3049"/>
    <w:rsid w:val="00CB3E2D"/>
    <w:rsid w:val="00CB5542"/>
    <w:rsid w:val="00CB72C9"/>
    <w:rsid w:val="00CC233A"/>
    <w:rsid w:val="00CC37D1"/>
    <w:rsid w:val="00CD0AF5"/>
    <w:rsid w:val="00CD101E"/>
    <w:rsid w:val="00CD244F"/>
    <w:rsid w:val="00CD46C8"/>
    <w:rsid w:val="00CD7D5B"/>
    <w:rsid w:val="00CE06FD"/>
    <w:rsid w:val="00CE11C6"/>
    <w:rsid w:val="00CE2D67"/>
    <w:rsid w:val="00CE543F"/>
    <w:rsid w:val="00CE5A5C"/>
    <w:rsid w:val="00CF1A11"/>
    <w:rsid w:val="00CF38C1"/>
    <w:rsid w:val="00CF3AA0"/>
    <w:rsid w:val="00D031D5"/>
    <w:rsid w:val="00D03CFC"/>
    <w:rsid w:val="00D04EF0"/>
    <w:rsid w:val="00D0629B"/>
    <w:rsid w:val="00D1066E"/>
    <w:rsid w:val="00D11F58"/>
    <w:rsid w:val="00D153BC"/>
    <w:rsid w:val="00D17491"/>
    <w:rsid w:val="00D21BC5"/>
    <w:rsid w:val="00D22E30"/>
    <w:rsid w:val="00D2434B"/>
    <w:rsid w:val="00D257B9"/>
    <w:rsid w:val="00D270D2"/>
    <w:rsid w:val="00D326AF"/>
    <w:rsid w:val="00D33F3C"/>
    <w:rsid w:val="00D370A6"/>
    <w:rsid w:val="00D4120E"/>
    <w:rsid w:val="00D44451"/>
    <w:rsid w:val="00D44A59"/>
    <w:rsid w:val="00D459B2"/>
    <w:rsid w:val="00D45DBC"/>
    <w:rsid w:val="00D4610D"/>
    <w:rsid w:val="00D46D24"/>
    <w:rsid w:val="00D47E8F"/>
    <w:rsid w:val="00D51779"/>
    <w:rsid w:val="00D517ED"/>
    <w:rsid w:val="00D51BB6"/>
    <w:rsid w:val="00D521CF"/>
    <w:rsid w:val="00D532CA"/>
    <w:rsid w:val="00D54568"/>
    <w:rsid w:val="00D5479D"/>
    <w:rsid w:val="00D60725"/>
    <w:rsid w:val="00D63BD8"/>
    <w:rsid w:val="00D645DF"/>
    <w:rsid w:val="00D65E36"/>
    <w:rsid w:val="00D70D1B"/>
    <w:rsid w:val="00D75BB6"/>
    <w:rsid w:val="00D80B6D"/>
    <w:rsid w:val="00D80D84"/>
    <w:rsid w:val="00D814F2"/>
    <w:rsid w:val="00D83EEF"/>
    <w:rsid w:val="00D8509E"/>
    <w:rsid w:val="00D8559C"/>
    <w:rsid w:val="00D8676B"/>
    <w:rsid w:val="00D975AF"/>
    <w:rsid w:val="00D97C95"/>
    <w:rsid w:val="00D97D89"/>
    <w:rsid w:val="00DA0395"/>
    <w:rsid w:val="00DA21D0"/>
    <w:rsid w:val="00DA39B8"/>
    <w:rsid w:val="00DA3C4F"/>
    <w:rsid w:val="00DA7B08"/>
    <w:rsid w:val="00DB0BAA"/>
    <w:rsid w:val="00DB1B1D"/>
    <w:rsid w:val="00DB2E2D"/>
    <w:rsid w:val="00DB33D0"/>
    <w:rsid w:val="00DB3B64"/>
    <w:rsid w:val="00DB7654"/>
    <w:rsid w:val="00DB7BE3"/>
    <w:rsid w:val="00DB7D72"/>
    <w:rsid w:val="00DC0578"/>
    <w:rsid w:val="00DC1788"/>
    <w:rsid w:val="00DC2946"/>
    <w:rsid w:val="00DC76DF"/>
    <w:rsid w:val="00DC7E57"/>
    <w:rsid w:val="00DD47C2"/>
    <w:rsid w:val="00DD6B9C"/>
    <w:rsid w:val="00DD7460"/>
    <w:rsid w:val="00DD7B6E"/>
    <w:rsid w:val="00DD7DB7"/>
    <w:rsid w:val="00DE1A6E"/>
    <w:rsid w:val="00DE38BA"/>
    <w:rsid w:val="00DE6433"/>
    <w:rsid w:val="00DE6933"/>
    <w:rsid w:val="00DE6F63"/>
    <w:rsid w:val="00DE7368"/>
    <w:rsid w:val="00DE7B69"/>
    <w:rsid w:val="00DF7292"/>
    <w:rsid w:val="00E04D1F"/>
    <w:rsid w:val="00E04F58"/>
    <w:rsid w:val="00E05681"/>
    <w:rsid w:val="00E07359"/>
    <w:rsid w:val="00E13889"/>
    <w:rsid w:val="00E176EE"/>
    <w:rsid w:val="00E20609"/>
    <w:rsid w:val="00E223A9"/>
    <w:rsid w:val="00E2324C"/>
    <w:rsid w:val="00E2413A"/>
    <w:rsid w:val="00E27EFB"/>
    <w:rsid w:val="00E33D0C"/>
    <w:rsid w:val="00E34AAF"/>
    <w:rsid w:val="00E34D32"/>
    <w:rsid w:val="00E35BE7"/>
    <w:rsid w:val="00E36882"/>
    <w:rsid w:val="00E37F37"/>
    <w:rsid w:val="00E414C7"/>
    <w:rsid w:val="00E41A23"/>
    <w:rsid w:val="00E43961"/>
    <w:rsid w:val="00E46405"/>
    <w:rsid w:val="00E46F45"/>
    <w:rsid w:val="00E47C1E"/>
    <w:rsid w:val="00E47EAA"/>
    <w:rsid w:val="00E50C6B"/>
    <w:rsid w:val="00E523F5"/>
    <w:rsid w:val="00E52E0F"/>
    <w:rsid w:val="00E54726"/>
    <w:rsid w:val="00E55204"/>
    <w:rsid w:val="00E5600B"/>
    <w:rsid w:val="00E56DE3"/>
    <w:rsid w:val="00E60000"/>
    <w:rsid w:val="00E60C74"/>
    <w:rsid w:val="00E6128D"/>
    <w:rsid w:val="00E61895"/>
    <w:rsid w:val="00E64848"/>
    <w:rsid w:val="00E665B5"/>
    <w:rsid w:val="00E70583"/>
    <w:rsid w:val="00E70785"/>
    <w:rsid w:val="00E728C9"/>
    <w:rsid w:val="00E75E6B"/>
    <w:rsid w:val="00E80DE2"/>
    <w:rsid w:val="00E8240F"/>
    <w:rsid w:val="00E82A1A"/>
    <w:rsid w:val="00E842D1"/>
    <w:rsid w:val="00E85CB1"/>
    <w:rsid w:val="00E87840"/>
    <w:rsid w:val="00E91DD6"/>
    <w:rsid w:val="00E922DE"/>
    <w:rsid w:val="00EA070C"/>
    <w:rsid w:val="00EA08A0"/>
    <w:rsid w:val="00EA1BE9"/>
    <w:rsid w:val="00EA1F14"/>
    <w:rsid w:val="00EA26E4"/>
    <w:rsid w:val="00EA6ABC"/>
    <w:rsid w:val="00EA78F8"/>
    <w:rsid w:val="00EB1AD0"/>
    <w:rsid w:val="00EB7402"/>
    <w:rsid w:val="00EC281C"/>
    <w:rsid w:val="00EC56FD"/>
    <w:rsid w:val="00EC59EB"/>
    <w:rsid w:val="00EC5CFA"/>
    <w:rsid w:val="00ED04C8"/>
    <w:rsid w:val="00ED05B3"/>
    <w:rsid w:val="00ED1789"/>
    <w:rsid w:val="00ED1F57"/>
    <w:rsid w:val="00ED28FD"/>
    <w:rsid w:val="00ED387E"/>
    <w:rsid w:val="00ED4253"/>
    <w:rsid w:val="00ED4851"/>
    <w:rsid w:val="00ED4A0F"/>
    <w:rsid w:val="00ED53A2"/>
    <w:rsid w:val="00ED6D65"/>
    <w:rsid w:val="00ED7636"/>
    <w:rsid w:val="00EE4514"/>
    <w:rsid w:val="00EE4E38"/>
    <w:rsid w:val="00EE6CB5"/>
    <w:rsid w:val="00EF0591"/>
    <w:rsid w:val="00EF3C44"/>
    <w:rsid w:val="00EF406A"/>
    <w:rsid w:val="00EF4CFB"/>
    <w:rsid w:val="00EF5158"/>
    <w:rsid w:val="00F00207"/>
    <w:rsid w:val="00F05647"/>
    <w:rsid w:val="00F05C83"/>
    <w:rsid w:val="00F0636E"/>
    <w:rsid w:val="00F067A4"/>
    <w:rsid w:val="00F12149"/>
    <w:rsid w:val="00F1657F"/>
    <w:rsid w:val="00F16A1E"/>
    <w:rsid w:val="00F216D1"/>
    <w:rsid w:val="00F23178"/>
    <w:rsid w:val="00F24282"/>
    <w:rsid w:val="00F247B5"/>
    <w:rsid w:val="00F25C1A"/>
    <w:rsid w:val="00F27CA1"/>
    <w:rsid w:val="00F27D50"/>
    <w:rsid w:val="00F322A4"/>
    <w:rsid w:val="00F3643F"/>
    <w:rsid w:val="00F36DB2"/>
    <w:rsid w:val="00F40A37"/>
    <w:rsid w:val="00F440E5"/>
    <w:rsid w:val="00F449BF"/>
    <w:rsid w:val="00F45F7D"/>
    <w:rsid w:val="00F463CE"/>
    <w:rsid w:val="00F503F2"/>
    <w:rsid w:val="00F50A86"/>
    <w:rsid w:val="00F510C1"/>
    <w:rsid w:val="00F520D6"/>
    <w:rsid w:val="00F57F7E"/>
    <w:rsid w:val="00F6101F"/>
    <w:rsid w:val="00F62421"/>
    <w:rsid w:val="00F6251C"/>
    <w:rsid w:val="00F638C5"/>
    <w:rsid w:val="00F63C98"/>
    <w:rsid w:val="00F63D1F"/>
    <w:rsid w:val="00F66266"/>
    <w:rsid w:val="00F67371"/>
    <w:rsid w:val="00F76A4D"/>
    <w:rsid w:val="00F7796F"/>
    <w:rsid w:val="00F8060B"/>
    <w:rsid w:val="00F84838"/>
    <w:rsid w:val="00F84BD2"/>
    <w:rsid w:val="00F85564"/>
    <w:rsid w:val="00F86DD7"/>
    <w:rsid w:val="00F9134F"/>
    <w:rsid w:val="00F92490"/>
    <w:rsid w:val="00F924CB"/>
    <w:rsid w:val="00F939CA"/>
    <w:rsid w:val="00F941AE"/>
    <w:rsid w:val="00F96056"/>
    <w:rsid w:val="00F97260"/>
    <w:rsid w:val="00F97CA9"/>
    <w:rsid w:val="00FA0AA6"/>
    <w:rsid w:val="00FA1345"/>
    <w:rsid w:val="00FA32E9"/>
    <w:rsid w:val="00FA351D"/>
    <w:rsid w:val="00FA4156"/>
    <w:rsid w:val="00FA4CB6"/>
    <w:rsid w:val="00FA53B6"/>
    <w:rsid w:val="00FA6DD9"/>
    <w:rsid w:val="00FA7DD1"/>
    <w:rsid w:val="00FB0196"/>
    <w:rsid w:val="00FB0A03"/>
    <w:rsid w:val="00FB1181"/>
    <w:rsid w:val="00FB2184"/>
    <w:rsid w:val="00FB291D"/>
    <w:rsid w:val="00FB3559"/>
    <w:rsid w:val="00FB72F9"/>
    <w:rsid w:val="00FB7B50"/>
    <w:rsid w:val="00FC036E"/>
    <w:rsid w:val="00FC08A9"/>
    <w:rsid w:val="00FC09BE"/>
    <w:rsid w:val="00FC1629"/>
    <w:rsid w:val="00FC2B06"/>
    <w:rsid w:val="00FC5726"/>
    <w:rsid w:val="00FC5744"/>
    <w:rsid w:val="00FC5F94"/>
    <w:rsid w:val="00FC6094"/>
    <w:rsid w:val="00FC670D"/>
    <w:rsid w:val="00FC7163"/>
    <w:rsid w:val="00FD15A7"/>
    <w:rsid w:val="00FD447E"/>
    <w:rsid w:val="00FD4C4F"/>
    <w:rsid w:val="00FD501D"/>
    <w:rsid w:val="00FE1F66"/>
    <w:rsid w:val="00FE53B8"/>
    <w:rsid w:val="00FE631B"/>
    <w:rsid w:val="00FE66CC"/>
    <w:rsid w:val="00FF0E3B"/>
    <w:rsid w:val="00FF32A3"/>
    <w:rsid w:val="00FF33AF"/>
    <w:rsid w:val="00FF363D"/>
    <w:rsid w:val="00FF38FB"/>
    <w:rsid w:val="00FF3C7B"/>
    <w:rsid w:val="00FF4235"/>
    <w:rsid w:val="00FF4E1D"/>
    <w:rsid w:val="00FF6EF1"/>
    <w:rsid w:val="00FF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5144841"/>
  <w15:docId w15:val="{8AAFD548-8D32-4AB5-BDE0-C4B79D7A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51"/>
    <w:pPr>
      <w:suppressAutoHyphens/>
      <w:spacing w:after="0" w:line="360" w:lineRule="auto"/>
      <w:ind w:firstLine="709"/>
      <w:jc w:val="both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173D74"/>
    <w:pPr>
      <w:keepNext/>
      <w:keepLines/>
      <w:numPr>
        <w:numId w:val="1"/>
      </w:numPr>
      <w:spacing w:before="7000"/>
      <w:jc w:val="right"/>
      <w:outlineLvl w:val="0"/>
    </w:pPr>
    <w:rPr>
      <w:rFonts w:eastAsiaTheme="majorEastAsia" w:cstheme="majorBidi"/>
      <w:b/>
      <w:bCs/>
      <w:sz w:val="60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B2E2D"/>
    <w:pPr>
      <w:keepNext/>
      <w:keepLines/>
      <w:numPr>
        <w:ilvl w:val="1"/>
        <w:numId w:val="1"/>
      </w:numPr>
      <w:shd w:val="clear" w:color="auto" w:fill="EEECE1" w:themeFill="background2"/>
      <w:spacing w:before="240" w:after="100" w:afterAutospacing="1" w:line="240" w:lineRule="auto"/>
      <w:ind w:left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D4610D"/>
    <w:pPr>
      <w:keepNext/>
      <w:keepLines/>
      <w:numPr>
        <w:ilvl w:val="2"/>
        <w:numId w:val="1"/>
      </w:numPr>
      <w:spacing w:before="200" w:after="240" w:line="288" w:lineRule="auto"/>
      <w:outlineLvl w:val="2"/>
    </w:pPr>
    <w:rPr>
      <w:rFonts w:eastAsiaTheme="majorEastAsia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0F58"/>
    <w:pPr>
      <w:keepNext/>
      <w:keepLines/>
      <w:numPr>
        <w:ilvl w:val="3"/>
        <w:numId w:val="1"/>
      </w:numPr>
      <w:spacing w:before="120"/>
      <w:outlineLvl w:val="3"/>
    </w:pPr>
    <w:rPr>
      <w:rFonts w:eastAsiaTheme="majorEastAsia" w:cstheme="majorBidi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A7A7E"/>
    <w:pPr>
      <w:keepNext/>
      <w:keepLines/>
      <w:numPr>
        <w:ilvl w:val="4"/>
        <w:numId w:val="1"/>
      </w:numPr>
      <w:spacing w:before="60"/>
      <w:ind w:firstLine="426"/>
      <w:outlineLvl w:val="4"/>
    </w:pPr>
    <w:rPr>
      <w:rFonts w:eastAsiaTheme="majorEastAsia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20F58"/>
    <w:pPr>
      <w:keepNext/>
      <w:keepLines/>
      <w:numPr>
        <w:ilvl w:val="5"/>
        <w:numId w:val="1"/>
      </w:numPr>
      <w:spacing w:line="240" w:lineRule="auto"/>
      <w:outlineLvl w:val="5"/>
    </w:pPr>
    <w:rPr>
      <w:rFonts w:eastAsiaTheme="majorEastAsia" w:cstheme="majorBidi"/>
      <w:i/>
      <w:iCs/>
      <w:sz w:val="24"/>
    </w:rPr>
  </w:style>
  <w:style w:type="paragraph" w:styleId="Nagwek7">
    <w:name w:val="heading 7"/>
    <w:basedOn w:val="Normalny"/>
    <w:next w:val="Normalny"/>
    <w:link w:val="Nagwek7Znak"/>
    <w:qFormat/>
    <w:rsid w:val="00BC754C"/>
    <w:pPr>
      <w:tabs>
        <w:tab w:val="num" w:pos="2005"/>
      </w:tabs>
      <w:suppressAutoHyphens w:val="0"/>
      <w:autoSpaceDN/>
      <w:spacing w:before="240" w:after="60" w:line="240" w:lineRule="auto"/>
      <w:ind w:left="2005" w:hanging="1296"/>
      <w:textAlignment w:val="auto"/>
      <w:outlineLvl w:val="6"/>
    </w:pPr>
    <w:rPr>
      <w:rFonts w:eastAsia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C754C"/>
    <w:pPr>
      <w:tabs>
        <w:tab w:val="num" w:pos="2149"/>
      </w:tabs>
      <w:suppressAutoHyphens w:val="0"/>
      <w:autoSpaceDN/>
      <w:spacing w:before="240" w:after="60" w:line="240" w:lineRule="auto"/>
      <w:ind w:left="2149" w:hanging="1440"/>
      <w:textAlignment w:val="auto"/>
      <w:outlineLvl w:val="7"/>
    </w:pPr>
    <w:rPr>
      <w:rFonts w:eastAsia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C754C"/>
    <w:pPr>
      <w:tabs>
        <w:tab w:val="num" w:pos="2293"/>
      </w:tabs>
      <w:suppressAutoHyphens w:val="0"/>
      <w:autoSpaceDN/>
      <w:spacing w:before="240" w:after="60" w:line="240" w:lineRule="auto"/>
      <w:ind w:left="2293" w:hanging="1584"/>
      <w:textAlignment w:val="auto"/>
      <w:outlineLvl w:val="8"/>
    </w:pPr>
    <w:rPr>
      <w:rFonts w:eastAsia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3D74"/>
    <w:rPr>
      <w:rFonts w:asciiTheme="minorHAnsi" w:eastAsiaTheme="majorEastAsia" w:hAnsiTheme="minorHAnsi" w:cstheme="majorBidi"/>
      <w:b/>
      <w:bCs/>
      <w:sz w:val="6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B2E2D"/>
    <w:rPr>
      <w:rFonts w:asciiTheme="minorHAnsi" w:eastAsiaTheme="majorEastAsia" w:hAnsiTheme="minorHAnsi" w:cstheme="majorBidi"/>
      <w:b/>
      <w:bCs/>
      <w:sz w:val="24"/>
      <w:szCs w:val="26"/>
      <w:shd w:val="clear" w:color="auto" w:fill="EEECE1" w:themeFill="background2"/>
    </w:rPr>
  </w:style>
  <w:style w:type="character" w:customStyle="1" w:styleId="Nagwek3Znak">
    <w:name w:val="Nagłówek 3 Znak"/>
    <w:basedOn w:val="Domylnaczcionkaakapitu"/>
    <w:link w:val="Nagwek3"/>
    <w:rsid w:val="00D4610D"/>
    <w:rPr>
      <w:rFonts w:asciiTheme="minorHAnsi" w:eastAsiaTheme="majorEastAsia" w:hAnsiTheme="minorHAnsi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0F58"/>
    <w:rPr>
      <w:rFonts w:asciiTheme="minorHAnsi" w:eastAsiaTheme="majorEastAsia" w:hAnsiTheme="minorHAnsi" w:cstheme="majorBidi"/>
      <w:b/>
      <w:bCs/>
      <w:iCs/>
      <w:sz w:val="24"/>
    </w:rPr>
  </w:style>
  <w:style w:type="paragraph" w:styleId="Bezodstpw">
    <w:name w:val="No Spacing"/>
    <w:link w:val="BezodstpwZnak"/>
    <w:uiPriority w:val="1"/>
    <w:qFormat/>
    <w:rsid w:val="00953B29"/>
    <w:pPr>
      <w:suppressAutoHyphens/>
      <w:spacing w:after="0" w:line="360" w:lineRule="auto"/>
      <w:ind w:firstLine="709"/>
    </w:pPr>
    <w:rPr>
      <w:rFonts w:ascii="Arial" w:hAnsi="Arial"/>
    </w:rPr>
  </w:style>
  <w:style w:type="paragraph" w:styleId="Nagwek">
    <w:name w:val="header"/>
    <w:aliases w:val="Nagłówek strony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8E3FF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łówek strony nieparzystej Znak,Nagłówek strony nieparzystej1 Znak,Nagłówek strony nieparzystej2 Znak,Nagłówek strony nieparzystej3 Znak,Nagłówek strony nieparzystej4 Znak,Nagłówek strony nieparzystej5 Znak"/>
    <w:basedOn w:val="Domylnaczcionkaakapitu"/>
    <w:link w:val="Nagwek"/>
    <w:rsid w:val="008E3FF9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A613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366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unhideWhenUsed/>
    <w:rsid w:val="00A613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61366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List Paragraph,BulletC,Akapit z listą1"/>
    <w:basedOn w:val="Normalny"/>
    <w:link w:val="AkapitzlistZnak"/>
    <w:uiPriority w:val="34"/>
    <w:qFormat/>
    <w:rsid w:val="00513909"/>
    <w:pPr>
      <w:suppressAutoHyphens w:val="0"/>
      <w:autoSpaceDN/>
      <w:ind w:left="720"/>
      <w:contextualSpacing/>
      <w:textAlignment w:val="auto"/>
    </w:pPr>
    <w:rPr>
      <w:rFonts w:eastAsiaTheme="minorHAnsi" w:cstheme="minorBidi"/>
    </w:rPr>
  </w:style>
  <w:style w:type="character" w:styleId="Hipercze">
    <w:name w:val="Hyperlink"/>
    <w:basedOn w:val="Domylnaczcionkaakapitu"/>
    <w:uiPriority w:val="99"/>
    <w:unhideWhenUsed/>
    <w:rsid w:val="003042ED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47BD4"/>
    <w:pPr>
      <w:tabs>
        <w:tab w:val="right" w:leader="dot" w:pos="9356"/>
      </w:tabs>
      <w:ind w:left="567" w:hanging="567"/>
    </w:pPr>
    <w:rPr>
      <w:b/>
      <w:noProof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17AB3"/>
    <w:pPr>
      <w:tabs>
        <w:tab w:val="right" w:leader="dot" w:pos="9356"/>
      </w:tabs>
      <w:ind w:left="567" w:hanging="567"/>
    </w:pPr>
    <w:rPr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42EF4"/>
    <w:pPr>
      <w:tabs>
        <w:tab w:val="left" w:pos="908"/>
        <w:tab w:val="right" w:leader="dot" w:pos="9356"/>
      </w:tabs>
      <w:ind w:left="567" w:hanging="567"/>
    </w:pPr>
    <w:rPr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20F58"/>
    <w:pPr>
      <w:tabs>
        <w:tab w:val="left" w:pos="1100"/>
        <w:tab w:val="right" w:leader="dot" w:pos="9344"/>
      </w:tabs>
      <w:ind w:left="907" w:hanging="680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1F46A4"/>
    <w:pPr>
      <w:suppressAutoHyphens w:val="0"/>
      <w:autoSpaceDN/>
      <w:spacing w:line="240" w:lineRule="auto"/>
      <w:ind w:firstLine="0"/>
      <w:jc w:val="center"/>
      <w:textAlignment w:val="auto"/>
    </w:pPr>
    <w:rPr>
      <w:rFonts w:eastAsia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46A4"/>
    <w:rPr>
      <w:rFonts w:ascii="Arial" w:eastAsia="Times New Roman" w:hAnsi="Arial"/>
      <w:b/>
      <w:sz w:val="32"/>
      <w:szCs w:val="20"/>
      <w:lang w:eastAsia="pl-PL"/>
    </w:rPr>
  </w:style>
  <w:style w:type="character" w:styleId="Tytuksiki">
    <w:name w:val="Book Title"/>
    <w:uiPriority w:val="33"/>
    <w:qFormat/>
    <w:rsid w:val="0075770D"/>
    <w:rPr>
      <w:b/>
      <w:bCs/>
      <w:smallCaps/>
      <w:spacing w:val="5"/>
    </w:rPr>
  </w:style>
  <w:style w:type="character" w:customStyle="1" w:styleId="Nagwek6Znak">
    <w:name w:val="Nagłówek 6 Znak"/>
    <w:basedOn w:val="Domylnaczcionkaakapitu"/>
    <w:link w:val="Nagwek6"/>
    <w:uiPriority w:val="9"/>
    <w:rsid w:val="00C20F58"/>
    <w:rPr>
      <w:rFonts w:asciiTheme="minorHAnsi" w:eastAsiaTheme="majorEastAsia" w:hAnsiTheme="minorHAnsi" w:cstheme="majorBidi"/>
      <w:i/>
      <w:iCs/>
      <w:sz w:val="24"/>
    </w:rPr>
  </w:style>
  <w:style w:type="numbering" w:customStyle="1" w:styleId="Mgd">
    <w:name w:val="Mgd"/>
    <w:uiPriority w:val="99"/>
    <w:rsid w:val="007B4304"/>
    <w:pPr>
      <w:numPr>
        <w:numId w:val="2"/>
      </w:numPr>
    </w:pPr>
  </w:style>
  <w:style w:type="character" w:customStyle="1" w:styleId="Nagwek5Znak">
    <w:name w:val="Nagłówek 5 Znak"/>
    <w:basedOn w:val="Domylnaczcionkaakapitu"/>
    <w:link w:val="Nagwek5"/>
    <w:uiPriority w:val="9"/>
    <w:rsid w:val="00BA7A7E"/>
    <w:rPr>
      <w:rFonts w:asciiTheme="minorHAnsi" w:eastAsiaTheme="majorEastAsia" w:hAnsiTheme="minorHAnsi" w:cstheme="majorBidi"/>
      <w:sz w:val="24"/>
    </w:rPr>
  </w:style>
  <w:style w:type="paragraph" w:styleId="Spistreci5">
    <w:name w:val="toc 5"/>
    <w:basedOn w:val="Normalny"/>
    <w:next w:val="Normalny"/>
    <w:autoRedefine/>
    <w:uiPriority w:val="39"/>
    <w:unhideWhenUsed/>
    <w:rsid w:val="00F85564"/>
    <w:pPr>
      <w:tabs>
        <w:tab w:val="right" w:leader="dot" w:pos="9356"/>
      </w:tabs>
      <w:ind w:left="1191" w:hanging="794"/>
    </w:pPr>
    <w:rPr>
      <w:sz w:val="24"/>
    </w:rPr>
  </w:style>
  <w:style w:type="table" w:styleId="Tabela-Siatka">
    <w:name w:val="Table Grid"/>
    <w:basedOn w:val="Standardowy"/>
    <w:uiPriority w:val="99"/>
    <w:rsid w:val="0019222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6">
    <w:name w:val="toc 6"/>
    <w:basedOn w:val="Normalny"/>
    <w:next w:val="Normalny"/>
    <w:autoRedefine/>
    <w:uiPriority w:val="39"/>
    <w:unhideWhenUsed/>
    <w:rsid w:val="007E1A0D"/>
    <w:pPr>
      <w:tabs>
        <w:tab w:val="right" w:pos="11907"/>
      </w:tabs>
      <w:ind w:left="567" w:firstLine="0"/>
    </w:pPr>
    <w:rPr>
      <w:i/>
      <w:sz w:val="24"/>
    </w:rPr>
  </w:style>
  <w:style w:type="paragraph" w:styleId="Tytu">
    <w:name w:val="Title"/>
    <w:aliases w:val="Tytuł_1"/>
    <w:basedOn w:val="Normalny"/>
    <w:next w:val="Normalny"/>
    <w:link w:val="TytuZnak"/>
    <w:qFormat/>
    <w:rsid w:val="00180637"/>
    <w:pPr>
      <w:numPr>
        <w:numId w:val="3"/>
      </w:numPr>
      <w:tabs>
        <w:tab w:val="left" w:pos="113"/>
        <w:tab w:val="left" w:pos="1134"/>
      </w:tabs>
      <w:suppressAutoHyphens w:val="0"/>
      <w:autoSpaceDN/>
      <w:spacing w:after="120" w:line="240" w:lineRule="auto"/>
      <w:contextualSpacing/>
      <w:textAlignment w:val="auto"/>
    </w:pPr>
    <w:rPr>
      <w:rFonts w:ascii="Calibri" w:eastAsiaTheme="majorEastAsia" w:hAnsi="Calibri" w:cstheme="majorBidi"/>
      <w:i/>
      <w:spacing w:val="5"/>
      <w:kern w:val="28"/>
      <w:sz w:val="24"/>
      <w:szCs w:val="52"/>
    </w:rPr>
  </w:style>
  <w:style w:type="character" w:customStyle="1" w:styleId="TytuZnak">
    <w:name w:val="Tytuł Znak"/>
    <w:aliases w:val="Tytuł_1 Znak"/>
    <w:basedOn w:val="Domylnaczcionkaakapitu"/>
    <w:link w:val="Tytu"/>
    <w:rsid w:val="00180637"/>
    <w:rPr>
      <w:rFonts w:eastAsiaTheme="majorEastAsia" w:cstheme="majorBidi"/>
      <w:i/>
      <w:spacing w:val="5"/>
      <w:kern w:val="28"/>
      <w:sz w:val="24"/>
      <w:szCs w:val="52"/>
    </w:rPr>
  </w:style>
  <w:style w:type="character" w:styleId="Pogrubienie">
    <w:name w:val="Strong"/>
    <w:uiPriority w:val="99"/>
    <w:qFormat/>
    <w:rsid w:val="006532EE"/>
    <w:rPr>
      <w:rFonts w:asciiTheme="minorHAnsi" w:hAnsiTheme="minorHAnsi" w:cs="Times New Roman"/>
      <w:b/>
      <w:bCs/>
      <w:sz w:val="24"/>
    </w:rPr>
  </w:style>
  <w:style w:type="paragraph" w:customStyle="1" w:styleId="Bibliografialista">
    <w:name w:val="Bibliografia lista"/>
    <w:basedOn w:val="Normalny"/>
    <w:rsid w:val="00B863C2"/>
    <w:pPr>
      <w:numPr>
        <w:numId w:val="4"/>
      </w:numPr>
      <w:suppressAutoHyphens w:val="0"/>
      <w:autoSpaceDN/>
      <w:spacing w:line="240" w:lineRule="auto"/>
      <w:ind w:left="340" w:hanging="340"/>
      <w:textAlignment w:val="auto"/>
    </w:pPr>
    <w:rPr>
      <w:rFonts w:ascii="Times New Roman" w:hAnsi="Times New Roman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2A15"/>
    <w:pPr>
      <w:numPr>
        <w:ilvl w:val="1"/>
      </w:numPr>
      <w:pBdr>
        <w:bottom w:val="single" w:sz="2" w:space="1" w:color="595959" w:themeColor="text1" w:themeTint="A6"/>
      </w:pBdr>
      <w:suppressAutoHyphens w:val="0"/>
      <w:autoSpaceDN/>
      <w:spacing w:line="240" w:lineRule="auto"/>
      <w:ind w:firstLine="709"/>
      <w:jc w:val="right"/>
      <w:textAlignment w:val="auto"/>
    </w:pPr>
    <w:rPr>
      <w:rFonts w:eastAsiaTheme="majorEastAsia" w:cstheme="majorBidi"/>
      <w:b/>
      <w:iCs/>
      <w:color w:val="595959" w:themeColor="text1" w:themeTint="A6"/>
      <w:spacing w:val="15"/>
      <w:sz w:val="2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E2A15"/>
    <w:rPr>
      <w:rFonts w:ascii="Arial" w:eastAsiaTheme="majorEastAsia" w:hAnsi="Arial" w:cstheme="majorBidi"/>
      <w:b/>
      <w:iCs/>
      <w:color w:val="595959" w:themeColor="text1" w:themeTint="A6"/>
      <w:spacing w:val="15"/>
      <w:sz w:val="20"/>
      <w:szCs w:val="24"/>
    </w:rPr>
  </w:style>
  <w:style w:type="character" w:styleId="Numerstrony">
    <w:name w:val="page number"/>
    <w:uiPriority w:val="99"/>
    <w:rsid w:val="001E2A15"/>
    <w:rPr>
      <w:rFonts w:cs="Times New Roman"/>
    </w:rPr>
  </w:style>
  <w:style w:type="paragraph" w:styleId="NormalnyWeb">
    <w:name w:val="Normal (Web)"/>
    <w:basedOn w:val="Normalny"/>
    <w:uiPriority w:val="99"/>
    <w:rsid w:val="001E2A15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eastAsia="Times New Roman" w:hAnsi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E2A15"/>
    <w:pPr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2A15"/>
    <w:rPr>
      <w:rFonts w:ascii="Times New Roman" w:eastAsia="Times New Roman" w:hAnsi="Times New Roman"/>
      <w:szCs w:val="24"/>
    </w:rPr>
  </w:style>
  <w:style w:type="character" w:styleId="Odwoaniedokomentarza">
    <w:name w:val="annotation reference"/>
    <w:uiPriority w:val="99"/>
    <w:semiHidden/>
    <w:unhideWhenUsed/>
    <w:rsid w:val="001E2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A15"/>
    <w:pPr>
      <w:suppressAutoHyphens w:val="0"/>
      <w:autoSpaceDN/>
      <w:spacing w:line="240" w:lineRule="auto"/>
      <w:ind w:firstLine="0"/>
      <w:jc w:val="left"/>
      <w:textAlignment w:val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A1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A15"/>
    <w:rPr>
      <w:rFonts w:ascii="Times New Roman" w:eastAsia="Times New Roman" w:hAnsi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E2A15"/>
    <w:pPr>
      <w:suppressAutoHyphens w:val="0"/>
      <w:autoSpaceDN/>
      <w:spacing w:after="120" w:line="48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E2A15"/>
    <w:rPr>
      <w:rFonts w:ascii="Times New Roman" w:eastAsia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1E2A15"/>
    <w:pPr>
      <w:widowControl w:val="0"/>
      <w:suppressAutoHyphens w:val="0"/>
      <w:autoSpaceDN/>
      <w:spacing w:line="240" w:lineRule="auto"/>
      <w:ind w:firstLine="0"/>
      <w:jc w:val="left"/>
      <w:textAlignment w:val="auto"/>
    </w:pPr>
    <w:rPr>
      <w:rFonts w:ascii="Courier New" w:eastAsia="Times New Roman" w:hAnsi="Courier New"/>
      <w:snapToGrid w:val="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E2A15"/>
    <w:rPr>
      <w:rFonts w:ascii="Courier New" w:eastAsia="Times New Roman" w:hAnsi="Courier New"/>
      <w:snapToGrid w:val="0"/>
      <w:szCs w:val="20"/>
    </w:rPr>
  </w:style>
  <w:style w:type="paragraph" w:customStyle="1" w:styleId="Styl11ptWyjustowanyZlewej124cmInterlinia15wiers">
    <w:name w:val="Styl 11 pt Wyjustowany Z lewej:  124 cm Interlinia:  15 wiers..."/>
    <w:basedOn w:val="Normalny"/>
    <w:next w:val="Normalny"/>
    <w:rsid w:val="001E2A15"/>
    <w:pPr>
      <w:autoSpaceDN/>
      <w:ind w:left="705" w:firstLine="0"/>
      <w:textAlignment w:val="auto"/>
    </w:pPr>
    <w:rPr>
      <w:rFonts w:ascii="Times New Roman" w:eastAsia="Times New Roman" w:hAnsi="Times New Roman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2A1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2A15"/>
    <w:pPr>
      <w:numPr>
        <w:numId w:val="0"/>
      </w:numPr>
      <w:suppressAutoHyphens w:val="0"/>
      <w:autoSpaceDN/>
      <w:spacing w:line="276" w:lineRule="auto"/>
      <w:jc w:val="left"/>
      <w:textAlignment w:val="auto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2A15"/>
    <w:pPr>
      <w:suppressAutoHyphens w:val="0"/>
      <w:autoSpaceDN/>
      <w:ind w:firstLine="0"/>
      <w:textAlignment w:val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2A15"/>
    <w:rPr>
      <w:rFonts w:ascii="Arial" w:eastAsia="Times New Roman" w:hAnsi="Arial"/>
      <w:sz w:val="20"/>
      <w:szCs w:val="20"/>
      <w:lang w:eastAsia="pl-PL"/>
    </w:rPr>
  </w:style>
  <w:style w:type="paragraph" w:customStyle="1" w:styleId="Wyliczanie">
    <w:name w:val="Wyliczanie"/>
    <w:basedOn w:val="Normalny"/>
    <w:rsid w:val="00C42EF4"/>
    <w:pPr>
      <w:numPr>
        <w:numId w:val="5"/>
      </w:numPr>
      <w:suppressAutoHyphens w:val="0"/>
      <w:autoSpaceDN/>
      <w:spacing w:line="240" w:lineRule="auto"/>
      <w:ind w:left="284" w:hanging="284"/>
      <w:textAlignment w:val="auto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E2A15"/>
    <w:rPr>
      <w:color w:val="800080"/>
      <w:u w:val="single"/>
    </w:rPr>
  </w:style>
  <w:style w:type="paragraph" w:customStyle="1" w:styleId="xl63">
    <w:name w:val="xl63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1E2A15"/>
    <w:pPr>
      <w:pBdr>
        <w:left w:val="double" w:sz="6" w:space="0" w:color="auto"/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E2A15"/>
    <w:pPr>
      <w:pBdr>
        <w:bottom w:val="single" w:sz="12" w:space="0" w:color="auto"/>
        <w:right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1E2A15"/>
    <w:pPr>
      <w:pBdr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1E2A15"/>
    <w:pPr>
      <w:pBdr>
        <w:bottom w:val="single" w:sz="12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0">
    <w:name w:val="xl70"/>
    <w:basedOn w:val="Normalny"/>
    <w:rsid w:val="001E2A15"/>
    <w:pPr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2">
    <w:name w:val="xl72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3">
    <w:name w:val="xl73"/>
    <w:basedOn w:val="Normalny"/>
    <w:rsid w:val="001E2A15"/>
    <w:pPr>
      <w:pBdr>
        <w:top w:val="single" w:sz="12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4">
    <w:name w:val="xl7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1E2A15"/>
    <w:pPr>
      <w:pBdr>
        <w:top w:val="single" w:sz="8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7">
    <w:name w:val="xl77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1E2A15"/>
    <w:pPr>
      <w:pBdr>
        <w:top w:val="double" w:sz="6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1E2A15"/>
    <w:pPr>
      <w:pBdr>
        <w:top w:val="double" w:sz="6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1E2A15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1E2A15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TimesCE">
    <w:name w:val="Times CE"/>
    <w:basedOn w:val="Normalny"/>
    <w:rsid w:val="00862EE3"/>
    <w:pPr>
      <w:suppressAutoHyphens w:val="0"/>
      <w:autoSpaceDN/>
      <w:spacing w:line="360" w:lineRule="atLeast"/>
      <w:ind w:firstLine="0"/>
      <w:jc w:val="left"/>
      <w:textAlignment w:val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Tekst">
    <w:name w:val="Tekst"/>
    <w:basedOn w:val="Normalny"/>
    <w:link w:val="TekstZnak"/>
    <w:rsid w:val="00C04AD1"/>
    <w:pPr>
      <w:suppressAutoHyphens w:val="0"/>
      <w:autoSpaceDN/>
      <w:spacing w:before="60"/>
      <w:ind w:firstLine="851"/>
      <w:textAlignment w:val="auto"/>
    </w:pPr>
    <w:rPr>
      <w:rFonts w:eastAsia="Times New Roman"/>
      <w:sz w:val="20"/>
      <w:szCs w:val="20"/>
      <w:lang w:eastAsia="pl-PL"/>
    </w:rPr>
  </w:style>
  <w:style w:type="paragraph" w:customStyle="1" w:styleId="PABNagwek1">
    <w:name w:val="PAB Nagłówek 1"/>
    <w:basedOn w:val="Nagwek1"/>
    <w:rsid w:val="00C04AD1"/>
    <w:pPr>
      <w:keepLines w:val="0"/>
      <w:numPr>
        <w:numId w:val="6"/>
      </w:numPr>
      <w:suppressAutoHyphens w:val="0"/>
      <w:autoSpaceDN/>
      <w:spacing w:before="240"/>
      <w:jc w:val="left"/>
      <w:textAlignment w:val="auto"/>
    </w:pPr>
    <w:rPr>
      <w:rFonts w:ascii="Arial" w:eastAsia="Times New Roman" w:hAnsi="Arial" w:cs="Times New Roman"/>
      <w:bCs w:val="0"/>
      <w:caps/>
      <w:kern w:val="28"/>
      <w:sz w:val="24"/>
      <w:szCs w:val="20"/>
      <w:lang w:eastAsia="pl-PL"/>
    </w:rPr>
  </w:style>
  <w:style w:type="paragraph" w:customStyle="1" w:styleId="PABnaglowek4">
    <w:name w:val="PAB naglowek 4"/>
    <w:basedOn w:val="Tekst"/>
    <w:next w:val="Tekst"/>
    <w:rsid w:val="00C04AD1"/>
    <w:pPr>
      <w:numPr>
        <w:ilvl w:val="3"/>
        <w:numId w:val="6"/>
      </w:numPr>
      <w:tabs>
        <w:tab w:val="clear" w:pos="851"/>
      </w:tabs>
      <w:spacing w:before="120"/>
      <w:ind w:left="3589" w:hanging="360"/>
    </w:pPr>
    <w:rPr>
      <w:b/>
    </w:rPr>
  </w:style>
  <w:style w:type="paragraph" w:customStyle="1" w:styleId="PABNagwek2">
    <w:name w:val="PAB Nagłówek 2"/>
    <w:basedOn w:val="Nagwek3"/>
    <w:next w:val="Tekst"/>
    <w:rsid w:val="00C04AD1"/>
    <w:pPr>
      <w:keepLines w:val="0"/>
      <w:numPr>
        <w:ilvl w:val="1"/>
        <w:numId w:val="6"/>
      </w:numPr>
      <w:suppressAutoHyphens w:val="0"/>
      <w:autoSpaceDN/>
      <w:spacing w:before="12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paragraph" w:customStyle="1" w:styleId="PABNagwek3">
    <w:name w:val="PAB Nagłówek 3"/>
    <w:basedOn w:val="Nagwek3"/>
    <w:next w:val="Tekst"/>
    <w:rsid w:val="00C04AD1"/>
    <w:pPr>
      <w:keepLines w:val="0"/>
      <w:widowControl w:val="0"/>
      <w:numPr>
        <w:numId w:val="6"/>
      </w:numPr>
      <w:suppressAutoHyphens w:val="0"/>
      <w:autoSpaceDN/>
      <w:spacing w:before="18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character" w:customStyle="1" w:styleId="TekstZnak">
    <w:name w:val="Tekst Znak"/>
    <w:link w:val="Tekst"/>
    <w:rsid w:val="00C04AD1"/>
    <w:rPr>
      <w:rFonts w:ascii="Arial" w:eastAsia="Times New Roman" w:hAnsi="Arial"/>
      <w:sz w:val="20"/>
      <w:szCs w:val="20"/>
      <w:lang w:eastAsia="pl-PL"/>
    </w:rPr>
  </w:style>
  <w:style w:type="paragraph" w:customStyle="1" w:styleId="Default">
    <w:name w:val="Default"/>
    <w:link w:val="DefaultZnak"/>
    <w:rsid w:val="0096467B"/>
    <w:pPr>
      <w:widowControl w:val="0"/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96467B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zwaczci">
    <w:name w:val="Nazwa części"/>
    <w:basedOn w:val="Normalny"/>
    <w:rsid w:val="00235CEE"/>
    <w:pPr>
      <w:keepNext/>
      <w:numPr>
        <w:numId w:val="7"/>
      </w:numPr>
      <w:suppressAutoHyphens w:val="0"/>
      <w:autoSpaceDN/>
      <w:spacing w:line="240" w:lineRule="auto"/>
      <w:jc w:val="center"/>
      <w:textAlignment w:val="auto"/>
      <w:outlineLvl w:val="0"/>
    </w:pPr>
    <w:rPr>
      <w:rFonts w:ascii="Times New Roman" w:eastAsia="Times New Roman" w:hAnsi="Times New Roman"/>
      <w:b/>
      <w:caps/>
      <w:sz w:val="40"/>
      <w:szCs w:val="20"/>
      <w:u w:val="single"/>
      <w:lang w:eastAsia="pl-PL"/>
    </w:rPr>
  </w:style>
  <w:style w:type="paragraph" w:customStyle="1" w:styleId="CM26">
    <w:name w:val="CM26"/>
    <w:basedOn w:val="Default"/>
    <w:next w:val="Default"/>
    <w:rsid w:val="00C620BB"/>
    <w:pPr>
      <w:spacing w:after="240"/>
    </w:pPr>
    <w:rPr>
      <w:color w:val="auto"/>
    </w:rPr>
  </w:style>
  <w:style w:type="character" w:customStyle="1" w:styleId="Nagwek7Znak">
    <w:name w:val="Nagłówek 7 Znak"/>
    <w:basedOn w:val="Domylnaczcionkaakapitu"/>
    <w:link w:val="Nagwek7"/>
    <w:rsid w:val="00BC754C"/>
    <w:rPr>
      <w:rFonts w:ascii="Arial" w:eastAsia="Times New Roman" w:hAnsi="Arial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C754C"/>
    <w:rPr>
      <w:rFonts w:ascii="Arial" w:eastAsia="Times New Roman" w:hAnsi="Arial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BC754C"/>
    <w:rPr>
      <w:rFonts w:ascii="Arial" w:eastAsia="Times New Roman" w:hAnsi="Arial"/>
      <w:b/>
      <w:i/>
      <w:sz w:val="18"/>
      <w:szCs w:val="20"/>
      <w:lang w:eastAsia="pl-PL"/>
    </w:rPr>
  </w:style>
  <w:style w:type="paragraph" w:customStyle="1" w:styleId="StylNagwek1Dolewej">
    <w:name w:val="Styl Nagłówek 1 + Do lewej"/>
    <w:basedOn w:val="Nagwek1"/>
    <w:rsid w:val="00BC754C"/>
    <w:pPr>
      <w:keepLines w:val="0"/>
      <w:tabs>
        <w:tab w:val="left" w:pos="380"/>
        <w:tab w:val="num" w:pos="2134"/>
      </w:tabs>
      <w:suppressAutoHyphens w:val="0"/>
      <w:autoSpaceDN/>
      <w:spacing w:before="0" w:line="240" w:lineRule="auto"/>
      <w:ind w:left="2134" w:hanging="432"/>
      <w:jc w:val="left"/>
      <w:textAlignment w:val="auto"/>
    </w:pPr>
    <w:rPr>
      <w:rFonts w:ascii="Times New Roman" w:eastAsia="Times New Roman" w:hAnsi="Times New Roman" w:cs="Times New Roman"/>
      <w:caps/>
      <w:sz w:val="28"/>
      <w:lang w:eastAsia="pl-PL"/>
    </w:rPr>
  </w:style>
  <w:style w:type="paragraph" w:customStyle="1" w:styleId="NagwekA">
    <w:name w:val="Nagłówek A"/>
    <w:basedOn w:val="Nagwek1"/>
    <w:link w:val="NagwekAZnak"/>
    <w:qFormat/>
    <w:rsid w:val="0094162E"/>
    <w:pPr>
      <w:numPr>
        <w:numId w:val="9"/>
      </w:numPr>
      <w:shd w:val="clear" w:color="auto" w:fill="EEECE1" w:themeFill="background2"/>
      <w:spacing w:before="6000" w:line="240" w:lineRule="auto"/>
      <w:ind w:left="426" w:firstLine="0"/>
      <w:jc w:val="center"/>
    </w:pPr>
    <w:rPr>
      <w:color w:val="0075B0"/>
      <w:u w:val="single"/>
    </w:rPr>
  </w:style>
  <w:style w:type="paragraph" w:customStyle="1" w:styleId="StylStylNagwek1DolewejInterlinia15wiersza1">
    <w:name w:val="Styl Styl Nagłówek 1 + Do lewej + Interlinia:  15 wiersza1"/>
    <w:basedOn w:val="StylNagwek1Dolewej"/>
    <w:rsid w:val="00DA21D0"/>
    <w:pPr>
      <w:tabs>
        <w:tab w:val="clear" w:pos="380"/>
        <w:tab w:val="clear" w:pos="2134"/>
        <w:tab w:val="num" w:pos="360"/>
      </w:tabs>
      <w:spacing w:before="240" w:after="240" w:line="360" w:lineRule="auto"/>
      <w:ind w:left="360" w:hanging="360"/>
    </w:pPr>
    <w:rPr>
      <w:szCs w:val="20"/>
    </w:rPr>
  </w:style>
  <w:style w:type="character" w:customStyle="1" w:styleId="NagwekAZnak">
    <w:name w:val="Nagłówek A Znak"/>
    <w:basedOn w:val="Nagwek1Znak"/>
    <w:link w:val="NagwekA"/>
    <w:rsid w:val="0094162E"/>
    <w:rPr>
      <w:rFonts w:asciiTheme="minorHAnsi" w:eastAsiaTheme="majorEastAsia" w:hAnsiTheme="minorHAnsi" w:cstheme="majorBidi"/>
      <w:b/>
      <w:bCs/>
      <w:color w:val="0075B0"/>
      <w:sz w:val="60"/>
      <w:szCs w:val="28"/>
      <w:u w:val="single"/>
      <w:shd w:val="clear" w:color="auto" w:fill="EEECE1" w:themeFill="background2"/>
    </w:rPr>
  </w:style>
  <w:style w:type="paragraph" w:customStyle="1" w:styleId="Rysunki">
    <w:name w:val="Rysunki"/>
    <w:basedOn w:val="Nagwek5"/>
    <w:link w:val="RysunkiZnak"/>
    <w:qFormat/>
    <w:rsid w:val="00E46F45"/>
    <w:pPr>
      <w:numPr>
        <w:ilvl w:val="0"/>
        <w:numId w:val="0"/>
      </w:numPr>
      <w:shd w:val="clear" w:color="auto" w:fill="EEECE1" w:themeFill="background2"/>
      <w:spacing w:line="240" w:lineRule="auto"/>
    </w:pPr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70A0"/>
    <w:pPr>
      <w:spacing w:after="120"/>
    </w:pPr>
    <w:rPr>
      <w:sz w:val="16"/>
      <w:szCs w:val="16"/>
    </w:rPr>
  </w:style>
  <w:style w:type="character" w:customStyle="1" w:styleId="RysunkiZnak">
    <w:name w:val="Rysunki Znak"/>
    <w:basedOn w:val="Nagwek2Znak"/>
    <w:link w:val="Rysunki"/>
    <w:rsid w:val="00E46F45"/>
    <w:rPr>
      <w:rFonts w:asciiTheme="minorHAnsi" w:eastAsiaTheme="majorEastAsia" w:hAnsiTheme="minorHAnsi" w:cstheme="majorBidi"/>
      <w:b w:val="0"/>
      <w:bCs w:val="0"/>
      <w:sz w:val="24"/>
      <w:szCs w:val="26"/>
      <w:shd w:val="clear" w:color="auto" w:fill="EEECE1" w:themeFill="background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70A0"/>
    <w:rPr>
      <w:rFonts w:ascii="Arial" w:hAnsi="Arial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D7879"/>
    <w:rPr>
      <w:i/>
      <w:iCs/>
      <w:sz w:val="20"/>
      <w:szCs w:val="20"/>
    </w:rPr>
  </w:style>
  <w:style w:type="paragraph" w:customStyle="1" w:styleId="Nagwek0">
    <w:name w:val="Nagłówek 0"/>
    <w:basedOn w:val="Nagwek2"/>
    <w:link w:val="Nagwek0Znak"/>
    <w:qFormat/>
    <w:rsid w:val="0038171F"/>
    <w:pPr>
      <w:numPr>
        <w:ilvl w:val="0"/>
        <w:numId w:val="0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352C67"/>
    <w:rPr>
      <w:rFonts w:ascii="Arial" w:hAnsi="Arial"/>
    </w:rPr>
  </w:style>
  <w:style w:type="character" w:customStyle="1" w:styleId="Nagwek0Znak">
    <w:name w:val="Nagłówek 0 Znak"/>
    <w:basedOn w:val="Nagwek2Znak"/>
    <w:link w:val="Nagwek0"/>
    <w:rsid w:val="0038171F"/>
    <w:rPr>
      <w:rFonts w:asciiTheme="minorHAnsi" w:eastAsiaTheme="majorEastAsia" w:hAnsiTheme="minorHAnsi" w:cstheme="majorBidi"/>
      <w:b/>
      <w:bCs/>
      <w:sz w:val="24"/>
      <w:szCs w:val="26"/>
      <w:shd w:val="clear" w:color="auto" w:fill="EEECE1" w:themeFill="background2"/>
    </w:rPr>
  </w:style>
  <w:style w:type="paragraph" w:customStyle="1" w:styleId="wypunktowanie">
    <w:name w:val="wypunktowanie"/>
    <w:basedOn w:val="Normalny"/>
    <w:rsid w:val="000B37C5"/>
    <w:pPr>
      <w:widowControl w:val="0"/>
      <w:numPr>
        <w:numId w:val="13"/>
      </w:numPr>
      <w:tabs>
        <w:tab w:val="clear" w:pos="908"/>
        <w:tab w:val="num" w:pos="624"/>
      </w:tabs>
      <w:suppressAutoHyphens w:val="0"/>
      <w:autoSpaceDN/>
      <w:spacing w:line="240" w:lineRule="auto"/>
      <w:ind w:left="624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7A7E"/>
    <w:pPr>
      <w:suppressAutoHyphens w:val="0"/>
      <w:autoSpaceDN/>
      <w:spacing w:after="120" w:line="480" w:lineRule="auto"/>
      <w:ind w:firstLine="0"/>
      <w:jc w:val="left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7A7E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0pt">
    <w:name w:val="Styl 10 pt"/>
    <w:rsid w:val="00BA7A7E"/>
    <w:rPr>
      <w:sz w:val="20"/>
    </w:rPr>
  </w:style>
  <w:style w:type="character" w:customStyle="1" w:styleId="ListaZnakZnakZnakZnakZnakZnakZnakZnakZnakZnakZnakZnakZnak">
    <w:name w:val="Lista Znak Znak Znak Znak Znak Znak Znak Znak Znak Znak Znak Znak Znak"/>
    <w:basedOn w:val="Domylnaczcionkaakapitu"/>
    <w:rsid w:val="00151F47"/>
    <w:rPr>
      <w:sz w:val="24"/>
      <w:lang w:val="pl-PL" w:eastAsia="pl-PL" w:bidi="ar-SA"/>
    </w:rPr>
  </w:style>
  <w:style w:type="paragraph" w:styleId="Listanumerowana2">
    <w:name w:val="List Number 2"/>
    <w:basedOn w:val="Normalny"/>
    <w:rsid w:val="00B85772"/>
    <w:pPr>
      <w:numPr>
        <w:numId w:val="14"/>
      </w:num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1">
    <w:name w:val="Normalny1"/>
    <w:basedOn w:val="Normalny"/>
    <w:link w:val="normalZnak"/>
    <w:rsid w:val="00911943"/>
    <w:pPr>
      <w:widowControl w:val="0"/>
      <w:suppressAutoHyphens w:val="0"/>
      <w:autoSpaceDN/>
      <w:spacing w:line="240" w:lineRule="auto"/>
      <w:ind w:firstLine="0"/>
      <w:textAlignment w:val="auto"/>
    </w:pPr>
    <w:rPr>
      <w:rFonts w:ascii="Times New Roman" w:eastAsia="Times New Roman" w:hAnsi="Times New Roman"/>
      <w:sz w:val="24"/>
      <w:szCs w:val="20"/>
    </w:rPr>
  </w:style>
  <w:style w:type="character" w:customStyle="1" w:styleId="normalZnak">
    <w:name w:val="normal Znak"/>
    <w:link w:val="Normalny1"/>
    <w:rsid w:val="00911943"/>
    <w:rPr>
      <w:rFonts w:ascii="Times New Roman" w:eastAsia="Times New Roman" w:hAnsi="Times New Roman"/>
      <w:sz w:val="24"/>
      <w:szCs w:val="20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6F58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/>
      <w:spacing w:line="240" w:lineRule="auto"/>
      <w:ind w:firstLine="0"/>
      <w:jc w:val="left"/>
      <w:textAlignment w:val="auto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F58D8"/>
    <w:rPr>
      <w:rFonts w:ascii="Courier New" w:eastAsia="Times New Roman" w:hAnsi="Courier New"/>
      <w:sz w:val="20"/>
      <w:szCs w:val="20"/>
      <w:lang w:eastAsia="zh-CN"/>
    </w:rPr>
  </w:style>
  <w:style w:type="paragraph" w:customStyle="1" w:styleId="wcicieOPISDROMOS">
    <w:name w:val="wcięcie OPIS DROMOS"/>
    <w:basedOn w:val="Tekstpodstawowywcity"/>
    <w:rsid w:val="00F440E5"/>
    <w:pPr>
      <w:suppressAutoHyphens/>
      <w:spacing w:after="0" w:line="360" w:lineRule="auto"/>
      <w:ind w:left="0" w:firstLine="426"/>
      <w:jc w:val="both"/>
    </w:pPr>
    <w:rPr>
      <w:lang w:eastAsia="ar-SA"/>
    </w:rPr>
  </w:style>
  <w:style w:type="character" w:customStyle="1" w:styleId="AkapitzlistZnak">
    <w:name w:val="Akapit z listą Znak"/>
    <w:aliases w:val="Obiekt Znak,List Paragraph1 Znak,List Paragraph Znak,BulletC Znak,Akapit z listą1 Znak"/>
    <w:link w:val="Akapitzlist"/>
    <w:uiPriority w:val="34"/>
    <w:rsid w:val="00EE4E38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TEK\16.%20DW%20762%20MA&#321;OGOSZCZ%20-%20CH&#280;CINY\2.%20MA&#321;OGOSZCZ\6.%20KANALIZACJA\PROJEKT%20BUDOWLANY\PAB%20-%20BRAN&#379;A%20SANITARNA%20-%20BUDOWA%20KANALIZACJI%20DESZCZOWEJ_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6A02B-9938-4AAB-B286-39B62936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PAB - BRANŻA SANITARNA - BUDOWA KANALIZACJI DESZCZOWEJ_1</Template>
  <TotalTime>1336</TotalTime>
  <Pages>4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Patrycjusz Mostek</cp:lastModifiedBy>
  <cp:revision>61</cp:revision>
  <cp:lastPrinted>2021-08-03T10:20:00Z</cp:lastPrinted>
  <dcterms:created xsi:type="dcterms:W3CDTF">2021-03-17T14:52:00Z</dcterms:created>
  <dcterms:modified xsi:type="dcterms:W3CDTF">2021-08-03T10:20:00Z</dcterms:modified>
</cp:coreProperties>
</file>