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7"/>
        <w:gridCol w:w="1002"/>
        <w:gridCol w:w="2530"/>
        <w:gridCol w:w="430"/>
        <w:gridCol w:w="1860"/>
        <w:gridCol w:w="1100"/>
      </w:tblGrid>
      <w:tr w:rsidR="001F2C78" w:rsidRPr="00CA6F98" w14:paraId="5442DF75" w14:textId="77777777" w:rsidTr="00561A60">
        <w:trPr>
          <w:trHeight w:val="802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9CBC8D3" w14:textId="77777777" w:rsidR="001F2C78" w:rsidRPr="00CA6F98" w:rsidRDefault="00767882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NAZWA OBIEKTU</w:t>
            </w:r>
            <w:r w:rsidR="001F2C78" w:rsidRPr="00CA6F98">
              <w:rPr>
                <w:rFonts w:cs="Calibri"/>
              </w:rPr>
              <w:t>:</w:t>
            </w:r>
          </w:p>
          <w:p w14:paraId="49E43E9D" w14:textId="77777777" w:rsidR="001F2C78" w:rsidRPr="00CA6F98" w:rsidRDefault="00BE3841" w:rsidP="0057135F">
            <w:pPr>
              <w:spacing w:line="240" w:lineRule="auto"/>
              <w:ind w:left="142" w:right="-637" w:firstLine="0"/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  <w:sz w:val="24"/>
                <w:szCs w:val="24"/>
              </w:rPr>
              <w:t>M</w:t>
            </w:r>
            <w:r w:rsidR="00EA11CB">
              <w:rPr>
                <w:rFonts w:cs="Calibri"/>
                <w:b/>
                <w:sz w:val="24"/>
                <w:szCs w:val="24"/>
              </w:rPr>
              <w:t xml:space="preserve">ost drogowy </w:t>
            </w:r>
            <w:r w:rsidR="0057135F">
              <w:rPr>
                <w:rFonts w:cs="Calibri"/>
                <w:b/>
                <w:sz w:val="24"/>
                <w:szCs w:val="24"/>
              </w:rPr>
              <w:t>przez rzekę Sanna</w:t>
            </w:r>
            <w:r>
              <w:rPr>
                <w:rFonts w:cs="Calibri"/>
                <w:b/>
                <w:sz w:val="24"/>
                <w:szCs w:val="24"/>
              </w:rPr>
              <w:t xml:space="preserve"> w ciągu drogi powiatowej nr 1004R Zaklików – Borów</w:t>
            </w:r>
          </w:p>
        </w:tc>
      </w:tr>
      <w:tr w:rsidR="001F2C78" w:rsidRPr="00CA6F98" w14:paraId="43F7B9E7" w14:textId="77777777" w:rsidTr="00561A60">
        <w:trPr>
          <w:trHeight w:hRule="exact" w:val="1258"/>
          <w:jc w:val="center"/>
        </w:trPr>
        <w:tc>
          <w:tcPr>
            <w:tcW w:w="995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4835DDA" w14:textId="77777777" w:rsidR="00767882" w:rsidRPr="00CA6F98" w:rsidRDefault="00767882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ADRES OBIEKTU:</w:t>
            </w:r>
          </w:p>
          <w:p w14:paraId="5EB43F92" w14:textId="418A9B14" w:rsidR="001F2C78" w:rsidRPr="00CA6F98" w:rsidRDefault="00B51F64" w:rsidP="00CC0B1B">
            <w:pPr>
              <w:pStyle w:val="Tekstpodstawowy"/>
              <w:ind w:left="477"/>
              <w:jc w:val="left"/>
              <w:rPr>
                <w:rFonts w:eastAsia="Calibri" w:cs="Calibri"/>
                <w:b w:val="0"/>
                <w:sz w:val="22"/>
                <w:szCs w:val="22"/>
                <w:lang w:eastAsia="en-US"/>
              </w:rPr>
            </w:pPr>
            <w:r>
              <w:rPr>
                <w:rFonts w:eastAsia="Calibri" w:cs="Calibri"/>
                <w:sz w:val="22"/>
                <w:szCs w:val="22"/>
                <w:lang w:eastAsia="en-US"/>
              </w:rPr>
              <w:t>37-470 Zaklików</w:t>
            </w:r>
            <w:r w:rsidR="00BA1949" w:rsidRPr="00CA6F98">
              <w:rPr>
                <w:rFonts w:eastAsia="Calibri" w:cs="Calibri"/>
                <w:sz w:val="22"/>
                <w:szCs w:val="22"/>
                <w:lang w:eastAsia="en-US"/>
              </w:rPr>
              <w:t xml:space="preserve">, </w:t>
            </w:r>
            <w:r w:rsidR="00CC0B1B" w:rsidRPr="00CA6F98">
              <w:rPr>
                <w:rFonts w:eastAsia="Calibri" w:cs="Calibri"/>
                <w:sz w:val="22"/>
                <w:szCs w:val="22"/>
                <w:lang w:eastAsia="en-US"/>
              </w:rPr>
              <w:t xml:space="preserve">Gmina </w:t>
            </w:r>
            <w:r>
              <w:rPr>
                <w:rFonts w:eastAsia="Calibri" w:cs="Calibri"/>
                <w:sz w:val="22"/>
                <w:szCs w:val="22"/>
                <w:lang w:eastAsia="en-US"/>
              </w:rPr>
              <w:t xml:space="preserve">Zaklików, </w:t>
            </w:r>
            <w:r w:rsidR="00CC0B1B" w:rsidRPr="00CA6F98">
              <w:rPr>
                <w:rFonts w:eastAsia="Calibri" w:cs="Calibri"/>
                <w:sz w:val="22"/>
                <w:szCs w:val="22"/>
                <w:lang w:eastAsia="en-US"/>
              </w:rPr>
              <w:t xml:space="preserve">powiat </w:t>
            </w:r>
            <w:r>
              <w:rPr>
                <w:rFonts w:eastAsia="Calibri" w:cs="Calibri"/>
                <w:sz w:val="22"/>
                <w:szCs w:val="22"/>
                <w:lang w:eastAsia="en-US"/>
              </w:rPr>
              <w:t>stalowowolski</w:t>
            </w:r>
            <w:r w:rsidR="00CC0B1B" w:rsidRPr="00CA6F98">
              <w:rPr>
                <w:rFonts w:eastAsia="Calibri" w:cs="Calibri"/>
                <w:sz w:val="22"/>
                <w:szCs w:val="22"/>
                <w:lang w:eastAsia="en-US"/>
              </w:rPr>
              <w:t>, województwo podkarpackie</w:t>
            </w:r>
            <w:r w:rsidR="00735F6F" w:rsidRPr="00CA6F98">
              <w:rPr>
                <w:rFonts w:eastAsia="Calibri" w:cs="Calibri"/>
                <w:b w:val="0"/>
                <w:sz w:val="22"/>
                <w:szCs w:val="22"/>
                <w:lang w:eastAsia="en-US"/>
              </w:rPr>
              <w:br/>
            </w:r>
            <w:r w:rsidR="00735F6F" w:rsidRPr="00CA6F98">
              <w:rPr>
                <w:rFonts w:cs="Calibri"/>
                <w:b w:val="0"/>
                <w:sz w:val="22"/>
                <w:szCs w:val="22"/>
              </w:rPr>
              <w:t xml:space="preserve">numery </w:t>
            </w:r>
            <w:proofErr w:type="spellStart"/>
            <w:r w:rsidR="00735F6F" w:rsidRPr="00CA6F98">
              <w:rPr>
                <w:rFonts w:cs="Calibri"/>
                <w:b w:val="0"/>
                <w:sz w:val="22"/>
                <w:szCs w:val="22"/>
              </w:rPr>
              <w:t>ewid</w:t>
            </w:r>
            <w:proofErr w:type="spellEnd"/>
            <w:r w:rsidR="00735F6F" w:rsidRPr="00CA6F98">
              <w:rPr>
                <w:rFonts w:cs="Calibri"/>
                <w:b w:val="0"/>
                <w:sz w:val="22"/>
                <w:szCs w:val="22"/>
              </w:rPr>
              <w:t>. dz.: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>
              <w:rPr>
                <w:rFonts w:eastAsia="Calibri" w:cs="Calibri"/>
                <w:sz w:val="22"/>
                <w:szCs w:val="22"/>
                <w:lang w:eastAsia="en-US"/>
              </w:rPr>
              <w:t>380/3</w:t>
            </w:r>
            <w:r w:rsidR="00F21D6B">
              <w:rPr>
                <w:rFonts w:eastAsia="Calibri" w:cs="Calibri"/>
                <w:sz w:val="22"/>
                <w:szCs w:val="22"/>
                <w:lang w:eastAsia="en-US"/>
              </w:rPr>
              <w:t xml:space="preserve"> </w:t>
            </w:r>
            <w:r w:rsidR="00CC0B1B" w:rsidRPr="00CA6F98">
              <w:rPr>
                <w:rFonts w:eastAsia="Calibri" w:cs="Calibri"/>
                <w:sz w:val="22"/>
                <w:szCs w:val="22"/>
                <w:lang w:eastAsia="en-US"/>
              </w:rPr>
              <w:t>obręb</w:t>
            </w:r>
            <w:r w:rsidR="001A2981" w:rsidRPr="00CA6F98">
              <w:rPr>
                <w:rFonts w:eastAsia="Calibri" w:cs="Calibri"/>
                <w:sz w:val="22"/>
                <w:szCs w:val="22"/>
                <w:lang w:eastAsia="en-US"/>
              </w:rPr>
              <w:t xml:space="preserve"> </w:t>
            </w:r>
            <w:r w:rsidR="00CC0B1B" w:rsidRPr="00CA6F98">
              <w:rPr>
                <w:rFonts w:eastAsia="Calibri" w:cs="Calibri"/>
                <w:sz w:val="22"/>
                <w:szCs w:val="22"/>
                <w:lang w:eastAsia="en-US"/>
              </w:rPr>
              <w:t>00</w:t>
            </w:r>
            <w:r>
              <w:rPr>
                <w:rFonts w:eastAsia="Calibri" w:cs="Calibri"/>
                <w:sz w:val="22"/>
                <w:szCs w:val="22"/>
                <w:lang w:eastAsia="en-US"/>
              </w:rPr>
              <w:t>13 Łążek Zaklikowski</w:t>
            </w:r>
          </w:p>
        </w:tc>
      </w:tr>
      <w:tr w:rsidR="00735F6F" w:rsidRPr="00CA6F98" w14:paraId="56DE1950" w14:textId="77777777" w:rsidTr="00561A60">
        <w:trPr>
          <w:trHeight w:val="958"/>
          <w:jc w:val="center"/>
        </w:trPr>
        <w:tc>
          <w:tcPr>
            <w:tcW w:w="995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A3A20C" w14:textId="77777777" w:rsidR="00735F6F" w:rsidRPr="00CA6F98" w:rsidRDefault="00735F6F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KATEGORIA OBIEKTU:</w:t>
            </w:r>
          </w:p>
          <w:p w14:paraId="4D8C52A4" w14:textId="77777777" w:rsidR="00CC0B1B" w:rsidRPr="00CA6F98" w:rsidRDefault="00CC0B1B" w:rsidP="00CC0B1B">
            <w:pPr>
              <w:spacing w:line="240" w:lineRule="auto"/>
              <w:ind w:left="709" w:right="38" w:hanging="232"/>
              <w:jc w:val="left"/>
              <w:rPr>
                <w:rFonts w:cs="Calibri"/>
                <w:b/>
              </w:rPr>
            </w:pPr>
            <w:r w:rsidRPr="00CA6F98">
              <w:rPr>
                <w:rFonts w:cs="Calibri"/>
                <w:b/>
              </w:rPr>
              <w:t xml:space="preserve">XXV </w:t>
            </w:r>
            <w:r w:rsidRPr="00CA6F98">
              <w:rPr>
                <w:rFonts w:cs="Calibri"/>
              </w:rPr>
              <w:t>– drogi i kolejowe drogi szynowe</w:t>
            </w:r>
          </w:p>
          <w:p w14:paraId="1B4B44D5" w14:textId="77777777" w:rsidR="00CC0B1B" w:rsidRPr="00CA6F98" w:rsidRDefault="00CC0B1B" w:rsidP="00CC0B1B">
            <w:pPr>
              <w:spacing w:line="240" w:lineRule="auto"/>
              <w:ind w:left="709" w:right="38" w:hanging="232"/>
              <w:jc w:val="left"/>
              <w:rPr>
                <w:rFonts w:cs="Calibri"/>
                <w:b/>
              </w:rPr>
            </w:pPr>
            <w:r w:rsidRPr="00CA6F98">
              <w:rPr>
                <w:rFonts w:cs="Calibri"/>
                <w:b/>
              </w:rPr>
              <w:t xml:space="preserve">XXVI </w:t>
            </w:r>
            <w:r w:rsidRPr="00CA6F98">
              <w:rPr>
                <w:rFonts w:cs="Calibri"/>
              </w:rPr>
              <w:t>– sieci teletechniczne</w:t>
            </w:r>
            <w:r w:rsidR="00412D10" w:rsidRPr="00CA6F98">
              <w:rPr>
                <w:rFonts w:cs="Calibri"/>
              </w:rPr>
              <w:t>, kanalizacyjne</w:t>
            </w:r>
          </w:p>
          <w:p w14:paraId="319C5E65" w14:textId="77777777" w:rsidR="00735F6F" w:rsidRPr="00CA6F98" w:rsidRDefault="00735F6F" w:rsidP="00CC0B1B">
            <w:pPr>
              <w:spacing w:line="240" w:lineRule="auto"/>
              <w:ind w:left="709" w:right="38" w:hanging="232"/>
              <w:jc w:val="left"/>
              <w:rPr>
                <w:rFonts w:cs="Calibri"/>
              </w:rPr>
            </w:pPr>
            <w:r w:rsidRPr="00CA6F98">
              <w:rPr>
                <w:rFonts w:cs="Calibri"/>
                <w:b/>
              </w:rPr>
              <w:t xml:space="preserve">XXVIII </w:t>
            </w:r>
            <w:r w:rsidRPr="00CA6F98">
              <w:rPr>
                <w:rFonts w:cs="Calibri"/>
              </w:rPr>
              <w:t>– drogowe i kolejowe obiekty mostowe</w:t>
            </w:r>
          </w:p>
        </w:tc>
      </w:tr>
      <w:tr w:rsidR="003803A0" w:rsidRPr="00CA6F98" w14:paraId="795F311A" w14:textId="77777777" w:rsidTr="00561A60">
        <w:trPr>
          <w:trHeight w:val="85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14:paraId="217DFCFD" w14:textId="77777777" w:rsidR="003803A0" w:rsidRPr="00CA6F98" w:rsidRDefault="003803A0" w:rsidP="00561A60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BA1949" w:rsidRPr="00CA6F98" w14:paraId="3F88FE6B" w14:textId="77777777" w:rsidTr="00BA1949">
        <w:trPr>
          <w:trHeight w:val="1271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EB9F51" w14:textId="77777777" w:rsidR="00CC0B1B" w:rsidRPr="00CA6F98" w:rsidRDefault="00CC0B1B" w:rsidP="00CC0B1B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INWESTOR:</w:t>
            </w:r>
          </w:p>
          <w:p w14:paraId="114BBD6C" w14:textId="77777777" w:rsidR="00B51F64" w:rsidRPr="006D5EA2" w:rsidRDefault="00B51F64" w:rsidP="00B51F64">
            <w:pPr>
              <w:spacing w:line="276" w:lineRule="auto"/>
              <w:ind w:right="38" w:firstLine="0"/>
              <w:jc w:val="left"/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 xml:space="preserve">       Powiat Stalowowolski </w:t>
            </w:r>
          </w:p>
          <w:p w14:paraId="21AE874B" w14:textId="77777777" w:rsidR="007048B2" w:rsidRPr="00CA6F98" w:rsidRDefault="00B51F64" w:rsidP="00CC0B1B">
            <w:pPr>
              <w:spacing w:line="276" w:lineRule="auto"/>
              <w:ind w:left="709" w:right="38" w:hanging="232"/>
              <w:jc w:val="left"/>
              <w:rPr>
                <w:rFonts w:cs="Calibri"/>
              </w:rPr>
            </w:pPr>
            <w:r w:rsidRPr="00B353C3">
              <w:rPr>
                <w:rFonts w:cstheme="minorHAnsi"/>
              </w:rPr>
              <w:t>ul. Podleśna 15</w:t>
            </w:r>
            <w:r>
              <w:rPr>
                <w:rFonts w:cstheme="minorHAnsi"/>
              </w:rPr>
              <w:t xml:space="preserve">; </w:t>
            </w:r>
            <w:r w:rsidRPr="00B353C3">
              <w:rPr>
                <w:rFonts w:cstheme="minorHAnsi"/>
              </w:rPr>
              <w:t>37-450 Stalowa Wola</w:t>
            </w:r>
          </w:p>
        </w:tc>
      </w:tr>
      <w:tr w:rsidR="00445D1B" w:rsidRPr="00CA6F98" w14:paraId="4827AA31" w14:textId="77777777" w:rsidTr="00561A60">
        <w:trPr>
          <w:trHeight w:val="208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0595353A" w14:textId="77777777" w:rsidR="00445D1B" w:rsidRPr="00CA6F98" w:rsidRDefault="00445D1B" w:rsidP="00561A60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543E82" w:rsidRPr="00CA6F98" w14:paraId="1504CF83" w14:textId="77777777" w:rsidTr="00561A60">
        <w:trPr>
          <w:trHeight w:val="1475"/>
          <w:jc w:val="center"/>
        </w:trPr>
        <w:tc>
          <w:tcPr>
            <w:tcW w:w="4039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14:paraId="34B8F584" w14:textId="77777777" w:rsidR="00543E82" w:rsidRPr="00CA6F98" w:rsidRDefault="00543E82" w:rsidP="00543E82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 xml:space="preserve">JEDNOSTKA PROJEKTOWA:      </w:t>
            </w:r>
          </w:p>
          <w:p w14:paraId="36AF8905" w14:textId="77777777" w:rsidR="00B51F64" w:rsidRDefault="00BD6ABC" w:rsidP="00B51F64">
            <w:pPr>
              <w:spacing w:line="276" w:lineRule="auto"/>
              <w:ind w:left="709" w:right="38" w:hanging="232"/>
              <w:jc w:val="left"/>
              <w:rPr>
                <w:rFonts w:cstheme="minorHAnsi"/>
              </w:rPr>
            </w:pPr>
            <w:r>
              <w:rPr>
                <w:noProof/>
              </w:rPr>
              <w:object w:dxaOrig="1440" w:dyaOrig="1440" w14:anchorId="539EB1C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left:0;text-align:left;margin-left:11.6pt;margin-top:18.55pt;width:1in;height:32.9pt;z-index:251659264;mso-position-horizontal-relative:text;mso-position-vertical-relative:text;mso-width-relative:page;mso-height-relative:page">
                  <v:imagedata r:id="rId8" o:title=""/>
                </v:shape>
                <o:OLEObject Type="Embed" ProgID="PBrush" ShapeID="_x0000_s1028" DrawAspect="Content" ObjectID="_1653297827" r:id="rId9"/>
              </w:object>
            </w:r>
            <w:proofErr w:type="spellStart"/>
            <w:r w:rsidR="00B51F64" w:rsidRPr="006D5EA2">
              <w:rPr>
                <w:rFonts w:cstheme="minorHAnsi"/>
                <w:b/>
                <w:sz w:val="28"/>
              </w:rPr>
              <w:t>iM</w:t>
            </w:r>
            <w:proofErr w:type="spellEnd"/>
            <w:r w:rsidR="00B51F64" w:rsidRPr="006D5EA2">
              <w:rPr>
                <w:rFonts w:cstheme="minorHAnsi"/>
                <w:b/>
                <w:sz w:val="28"/>
              </w:rPr>
              <w:t xml:space="preserve"> SPORT Iwona Mostek</w:t>
            </w:r>
          </w:p>
          <w:p w14:paraId="072843E9" w14:textId="77777777" w:rsidR="00543E82" w:rsidRPr="00CA6F98" w:rsidRDefault="00B51F64" w:rsidP="00B51F64">
            <w:pPr>
              <w:spacing w:line="240" w:lineRule="auto"/>
              <w:ind w:left="1843" w:right="-79" w:firstLine="0"/>
              <w:jc w:val="left"/>
              <w:rPr>
                <w:rFonts w:cs="Calibri"/>
                <w:b/>
              </w:rPr>
            </w:pPr>
            <w:r w:rsidRPr="006D5EA2">
              <w:rPr>
                <w:rFonts w:cstheme="minorHAnsi"/>
              </w:rPr>
              <w:t>ul. Dukielska 13/16a</w:t>
            </w:r>
            <w:r>
              <w:rPr>
                <w:rFonts w:cstheme="minorHAnsi"/>
              </w:rPr>
              <w:t xml:space="preserve">, </w:t>
            </w:r>
            <w:r w:rsidRPr="006D5EA2">
              <w:rPr>
                <w:rFonts w:cstheme="minorHAnsi"/>
              </w:rPr>
              <w:t xml:space="preserve"> 35-505 Rzeszów</w:t>
            </w:r>
          </w:p>
        </w:tc>
        <w:tc>
          <w:tcPr>
            <w:tcW w:w="2960" w:type="dxa"/>
            <w:gridSpan w:val="2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EC1F2E0" w14:textId="77777777" w:rsidR="00543E82" w:rsidRPr="00CA6F98" w:rsidRDefault="00543E82" w:rsidP="00543E82">
            <w:pPr>
              <w:tabs>
                <w:tab w:val="left" w:pos="2341"/>
              </w:tabs>
              <w:spacing w:line="276" w:lineRule="auto"/>
              <w:ind w:left="352" w:firstLine="0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 xml:space="preserve">biuro@mostek.pro                         </w:t>
            </w:r>
            <w:r w:rsidRPr="00CA6F98">
              <w:rPr>
                <w:rFonts w:cs="Calibri"/>
              </w:rPr>
              <w:br/>
              <w:t xml:space="preserve">www.mostek.pro </w:t>
            </w:r>
          </w:p>
          <w:p w14:paraId="618F3BD0" w14:textId="77777777" w:rsidR="00543E82" w:rsidRPr="00CA6F98" w:rsidRDefault="00543E82" w:rsidP="00543E82">
            <w:pPr>
              <w:tabs>
                <w:tab w:val="left" w:pos="2341"/>
              </w:tabs>
              <w:spacing w:line="276" w:lineRule="auto"/>
              <w:ind w:left="496" w:hanging="144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tel.: 17 200 00 44</w:t>
            </w:r>
          </w:p>
        </w:tc>
        <w:tc>
          <w:tcPr>
            <w:tcW w:w="2960" w:type="dxa"/>
            <w:gridSpan w:val="2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14:paraId="4EF67C7E" w14:textId="77777777" w:rsidR="00543E82" w:rsidRPr="00CA6F98" w:rsidRDefault="00543E82" w:rsidP="00543E82">
            <w:pPr>
              <w:spacing w:line="276" w:lineRule="auto"/>
              <w:ind w:firstLine="0"/>
              <w:jc w:val="left"/>
              <w:rPr>
                <w:rFonts w:cstheme="minorHAnsi"/>
                <w:b/>
              </w:rPr>
            </w:pPr>
            <w:r w:rsidRPr="00CA6F98">
              <w:rPr>
                <w:rFonts w:cstheme="minorHAnsi"/>
                <w:b/>
              </w:rPr>
              <w:t>ADRES DO KORESPONDENCJI:</w:t>
            </w:r>
          </w:p>
          <w:p w14:paraId="6112D71F" w14:textId="77777777" w:rsidR="00543E82" w:rsidRPr="00CA6F98" w:rsidRDefault="00B51F64" w:rsidP="00543E82">
            <w:pPr>
              <w:spacing w:line="276" w:lineRule="auto"/>
              <w:ind w:firstLine="0"/>
              <w:jc w:val="left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iM</w:t>
            </w:r>
            <w:proofErr w:type="spellEnd"/>
            <w:r>
              <w:rPr>
                <w:rFonts w:cstheme="minorHAnsi"/>
              </w:rPr>
              <w:t xml:space="preserve"> SPORT</w:t>
            </w:r>
            <w:r w:rsidRPr="00CA6F98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Iwona</w:t>
            </w:r>
            <w:r w:rsidR="00543E82" w:rsidRPr="00CA6F98">
              <w:rPr>
                <w:rFonts w:cstheme="minorHAnsi"/>
              </w:rPr>
              <w:t xml:space="preserve"> Mostek</w:t>
            </w:r>
          </w:p>
          <w:p w14:paraId="16F2BF6F" w14:textId="77777777" w:rsidR="00D804AF" w:rsidRDefault="005438B3" w:rsidP="00543E82">
            <w:pPr>
              <w:spacing w:line="276" w:lineRule="auto"/>
              <w:ind w:firstLine="0"/>
              <w:jc w:val="left"/>
              <w:rPr>
                <w:rFonts w:cstheme="minorHAnsi"/>
              </w:rPr>
            </w:pPr>
            <w:r w:rsidRPr="006D5EA2">
              <w:rPr>
                <w:rFonts w:cstheme="minorHAnsi"/>
              </w:rPr>
              <w:t>ul. Dukielska 13/16a</w:t>
            </w:r>
            <w:r>
              <w:rPr>
                <w:rFonts w:cstheme="minorHAnsi"/>
              </w:rPr>
              <w:t xml:space="preserve">, </w:t>
            </w:r>
          </w:p>
          <w:p w14:paraId="2AD3A8F0" w14:textId="79A6B580" w:rsidR="00543E82" w:rsidRPr="00CA6F98" w:rsidRDefault="005438B3" w:rsidP="00543E82">
            <w:pPr>
              <w:spacing w:line="276" w:lineRule="auto"/>
              <w:ind w:firstLine="0"/>
              <w:jc w:val="left"/>
              <w:rPr>
                <w:rFonts w:cs="Calibri"/>
              </w:rPr>
            </w:pPr>
            <w:r w:rsidRPr="006D5EA2">
              <w:rPr>
                <w:rFonts w:cstheme="minorHAnsi"/>
              </w:rPr>
              <w:t>35-505 Rzeszów</w:t>
            </w:r>
          </w:p>
        </w:tc>
      </w:tr>
      <w:tr w:rsidR="003803A0" w:rsidRPr="00CA6F98" w14:paraId="45279641" w14:textId="77777777" w:rsidTr="00561A60">
        <w:trPr>
          <w:trHeight w:val="85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7499A3A3" w14:textId="77777777" w:rsidR="003803A0" w:rsidRPr="00CA6F98" w:rsidRDefault="003803A0" w:rsidP="00561A60">
            <w:pPr>
              <w:spacing w:after="60"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</w:tr>
      <w:tr w:rsidR="001F2C78" w:rsidRPr="00CA6F98" w14:paraId="1DCDA727" w14:textId="77777777" w:rsidTr="00561A60">
        <w:trPr>
          <w:trHeight w:val="1164"/>
          <w:jc w:val="center"/>
        </w:trPr>
        <w:tc>
          <w:tcPr>
            <w:tcW w:w="9959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BC2723" w14:textId="77777777" w:rsidR="001F2C78" w:rsidRPr="00CA6F98" w:rsidRDefault="001F2C78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NAZWA ZADANIA:</w:t>
            </w:r>
          </w:p>
          <w:p w14:paraId="3F36364B" w14:textId="77777777" w:rsidR="007D434C" w:rsidRPr="00CA6F98" w:rsidRDefault="005945D8" w:rsidP="003C053B">
            <w:pPr>
              <w:pStyle w:val="Akapitzlist"/>
              <w:spacing w:line="240" w:lineRule="auto"/>
              <w:ind w:left="0" w:firstLine="0"/>
              <w:jc w:val="center"/>
              <w:rPr>
                <w:b/>
                <w:bCs/>
                <w:sz w:val="32"/>
                <w:szCs w:val="32"/>
              </w:rPr>
            </w:pPr>
            <w:r w:rsidRPr="005945D8">
              <w:rPr>
                <w:b/>
                <w:bCs/>
                <w:sz w:val="32"/>
                <w:szCs w:val="32"/>
              </w:rPr>
              <w:t xml:space="preserve">„Przebudowa drogi powiatowej nr 1004R Zaklików – Borów wraz </w:t>
            </w:r>
            <w:r>
              <w:rPr>
                <w:b/>
                <w:bCs/>
                <w:sz w:val="32"/>
                <w:szCs w:val="32"/>
              </w:rPr>
              <w:br/>
            </w:r>
            <w:r w:rsidRPr="005945D8">
              <w:rPr>
                <w:b/>
                <w:bCs/>
                <w:sz w:val="32"/>
                <w:szCs w:val="32"/>
              </w:rPr>
              <w:t>z przebudową mostu na rzece Sanna”</w:t>
            </w:r>
          </w:p>
        </w:tc>
      </w:tr>
      <w:tr w:rsidR="001F2C78" w:rsidRPr="00CA6F98" w14:paraId="045AAF65" w14:textId="77777777" w:rsidTr="00D92D8A">
        <w:trPr>
          <w:trHeight w:val="372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236B7" w14:textId="77777777" w:rsidR="007212AE" w:rsidRPr="00CA6F98" w:rsidRDefault="007212AE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STADIUM:</w:t>
            </w:r>
          </w:p>
          <w:p w14:paraId="054A097D" w14:textId="77777777" w:rsidR="001F2C78" w:rsidRPr="00CA6F98" w:rsidRDefault="001F2C78" w:rsidP="00561A60">
            <w:pPr>
              <w:spacing w:line="240" w:lineRule="auto"/>
              <w:ind w:left="851" w:firstLine="0"/>
              <w:jc w:val="center"/>
              <w:rPr>
                <w:rFonts w:cs="Calibri"/>
                <w:b/>
                <w:caps/>
                <w:sz w:val="56"/>
              </w:rPr>
            </w:pPr>
            <w:r w:rsidRPr="00CA6F98">
              <w:rPr>
                <w:rFonts w:cs="Calibri"/>
                <w:b/>
                <w:caps/>
                <w:sz w:val="56"/>
              </w:rPr>
              <w:t>PROJEKT BUDOWLANY</w:t>
            </w:r>
          </w:p>
        </w:tc>
      </w:tr>
      <w:tr w:rsidR="001F2C78" w:rsidRPr="00CA6F98" w14:paraId="04057231" w14:textId="77777777" w:rsidTr="00561A60">
        <w:trPr>
          <w:trHeight w:val="1004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60764E6" w14:textId="77777777" w:rsidR="001F2C78" w:rsidRPr="00CA6F98" w:rsidRDefault="001F2C78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CZĘŚĆ OPRACOWANIA</w:t>
            </w:r>
            <w:r w:rsidR="007212AE" w:rsidRPr="00CA6F98">
              <w:rPr>
                <w:rFonts w:cs="Calibri"/>
              </w:rPr>
              <w:t>:</w:t>
            </w:r>
          </w:p>
          <w:p w14:paraId="72736FD5" w14:textId="77777777" w:rsidR="00260D69" w:rsidRDefault="00260D69" w:rsidP="003C053B">
            <w:pPr>
              <w:suppressAutoHyphens w:val="0"/>
              <w:autoSpaceDN/>
              <w:spacing w:line="240" w:lineRule="auto"/>
              <w:ind w:left="3731" w:hanging="3022"/>
              <w:jc w:val="left"/>
              <w:textAlignment w:val="auto"/>
              <w:rPr>
                <w:rFonts w:eastAsiaTheme="minorHAnsi" w:cstheme="minorBidi"/>
                <w:b/>
                <w:color w:val="0075B0"/>
                <w:sz w:val="40"/>
                <w:szCs w:val="40"/>
              </w:rPr>
            </w:pPr>
          </w:p>
          <w:p w14:paraId="35690A3D" w14:textId="0B666669" w:rsidR="003C053B" w:rsidRDefault="003C053B" w:rsidP="003C053B">
            <w:pPr>
              <w:suppressAutoHyphens w:val="0"/>
              <w:autoSpaceDN/>
              <w:spacing w:line="240" w:lineRule="auto"/>
              <w:ind w:left="3731" w:hanging="3022"/>
              <w:jc w:val="left"/>
              <w:textAlignment w:val="auto"/>
              <w:rPr>
                <w:rFonts w:eastAsiaTheme="minorHAnsi" w:cstheme="minorBidi"/>
                <w:b/>
                <w:color w:val="0075B0"/>
                <w:sz w:val="40"/>
                <w:szCs w:val="40"/>
              </w:rPr>
            </w:pPr>
            <w:r>
              <w:rPr>
                <w:rFonts w:eastAsiaTheme="minorHAnsi" w:cstheme="minorBidi"/>
                <w:b/>
                <w:color w:val="0075B0"/>
                <w:sz w:val="40"/>
                <w:szCs w:val="40"/>
              </w:rPr>
              <w:t>TOM III</w:t>
            </w:r>
            <w:r w:rsidRPr="00ED53A2">
              <w:rPr>
                <w:rFonts w:eastAsiaTheme="minorHAnsi" w:cstheme="minorBidi"/>
                <w:b/>
                <w:color w:val="0075B0"/>
                <w:sz w:val="40"/>
                <w:szCs w:val="40"/>
              </w:rPr>
              <w:t xml:space="preserve">- </w:t>
            </w:r>
            <w:r w:rsidRPr="00D60F8E">
              <w:rPr>
                <w:rFonts w:eastAsiaTheme="minorHAnsi" w:cstheme="minorBidi"/>
                <w:b/>
                <w:color w:val="0075B0"/>
                <w:sz w:val="40"/>
                <w:szCs w:val="40"/>
              </w:rPr>
              <w:t>INFORMACJA DOTYCZĄCA BEZPIECZEŃSTWA I</w:t>
            </w:r>
            <w:r>
              <w:rPr>
                <w:rFonts w:eastAsiaTheme="minorHAnsi" w:cstheme="minorBidi"/>
                <w:b/>
                <w:color w:val="0075B0"/>
                <w:sz w:val="40"/>
                <w:szCs w:val="40"/>
              </w:rPr>
              <w:t> </w:t>
            </w:r>
            <w:r w:rsidRPr="00D60F8E">
              <w:rPr>
                <w:rFonts w:eastAsiaTheme="minorHAnsi" w:cstheme="minorBidi"/>
                <w:b/>
                <w:color w:val="0075B0"/>
                <w:sz w:val="40"/>
                <w:szCs w:val="40"/>
              </w:rPr>
              <w:t>OCHRONY ZDROWIA</w:t>
            </w:r>
          </w:p>
          <w:p w14:paraId="4AE90025" w14:textId="4741C553" w:rsidR="005945D8" w:rsidRDefault="005945D8" w:rsidP="00D92D8A">
            <w:pPr>
              <w:tabs>
                <w:tab w:val="left" w:pos="1322"/>
              </w:tabs>
              <w:suppressAutoHyphens w:val="0"/>
              <w:autoSpaceDN/>
              <w:spacing w:line="240" w:lineRule="auto"/>
              <w:ind w:firstLine="1317"/>
              <w:jc w:val="left"/>
              <w:textAlignment w:val="auto"/>
              <w:rPr>
                <w:rFonts w:eastAsiaTheme="minorHAnsi" w:cstheme="minorBidi"/>
                <w:b/>
                <w:color w:val="0075B0"/>
                <w:sz w:val="36"/>
                <w:szCs w:val="36"/>
              </w:rPr>
            </w:pPr>
          </w:p>
          <w:p w14:paraId="413BDFA3" w14:textId="77777777" w:rsidR="003C053B" w:rsidRDefault="003C053B" w:rsidP="00D92D8A">
            <w:pPr>
              <w:tabs>
                <w:tab w:val="left" w:pos="1322"/>
              </w:tabs>
              <w:suppressAutoHyphens w:val="0"/>
              <w:autoSpaceDN/>
              <w:spacing w:line="240" w:lineRule="auto"/>
              <w:ind w:firstLine="1317"/>
              <w:jc w:val="left"/>
              <w:textAlignment w:val="auto"/>
              <w:rPr>
                <w:rFonts w:eastAsiaTheme="minorHAnsi" w:cstheme="minorBidi"/>
                <w:b/>
                <w:color w:val="0075B0"/>
                <w:sz w:val="36"/>
                <w:szCs w:val="36"/>
              </w:rPr>
            </w:pPr>
          </w:p>
          <w:p w14:paraId="67B774B7" w14:textId="77777777" w:rsidR="005945D8" w:rsidRPr="00CA6F98" w:rsidRDefault="005945D8" w:rsidP="00D92D8A">
            <w:pPr>
              <w:tabs>
                <w:tab w:val="left" w:pos="1322"/>
              </w:tabs>
              <w:suppressAutoHyphens w:val="0"/>
              <w:autoSpaceDN/>
              <w:spacing w:line="240" w:lineRule="auto"/>
              <w:ind w:firstLine="1317"/>
              <w:jc w:val="left"/>
              <w:textAlignment w:val="auto"/>
              <w:rPr>
                <w:rFonts w:cs="Calibri"/>
                <w:b/>
                <w:caps/>
                <w:color w:val="0075B0"/>
                <w:sz w:val="40"/>
                <w:szCs w:val="40"/>
              </w:rPr>
            </w:pPr>
          </w:p>
        </w:tc>
      </w:tr>
      <w:tr w:rsidR="00D92D8A" w:rsidRPr="00CA6F98" w14:paraId="793B447D" w14:textId="77777777" w:rsidTr="00D92D8A">
        <w:trPr>
          <w:trHeight w:val="212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5FFA6FE1" w14:textId="77777777" w:rsidR="00D92D8A" w:rsidRPr="00CA6F98" w:rsidRDefault="00D92D8A" w:rsidP="00884375">
            <w:pPr>
              <w:ind w:firstLine="0"/>
              <w:rPr>
                <w:rFonts w:cs="Calibri"/>
                <w:sz w:val="4"/>
                <w:szCs w:val="4"/>
              </w:rPr>
            </w:pPr>
          </w:p>
          <w:p w14:paraId="25A2FFC7" w14:textId="77777777" w:rsidR="00D92D8A" w:rsidRPr="00CA6F98" w:rsidRDefault="00D92D8A" w:rsidP="00884375">
            <w:pPr>
              <w:ind w:firstLine="0"/>
              <w:rPr>
                <w:rFonts w:cs="Calibri"/>
                <w:sz w:val="4"/>
                <w:szCs w:val="4"/>
              </w:rPr>
            </w:pPr>
          </w:p>
        </w:tc>
      </w:tr>
      <w:tr w:rsidR="002C5584" w:rsidRPr="00CA6F98" w14:paraId="58210C18" w14:textId="77777777" w:rsidTr="00561A60">
        <w:trPr>
          <w:trHeight w:val="473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F6F63" w14:textId="77777777" w:rsidR="00E11B17" w:rsidRPr="00CA6F98" w:rsidRDefault="002C5584" w:rsidP="00884375">
            <w:pPr>
              <w:spacing w:line="240" w:lineRule="auto"/>
              <w:ind w:right="415" w:firstLine="0"/>
              <w:rPr>
                <w:rFonts w:cstheme="minorHAnsi"/>
                <w:sz w:val="16"/>
                <w:szCs w:val="16"/>
              </w:rPr>
            </w:pPr>
            <w:r w:rsidRPr="00CA6F98">
              <w:rPr>
                <w:rFonts w:cstheme="minorHAnsi"/>
                <w:sz w:val="16"/>
                <w:szCs w:val="16"/>
              </w:rPr>
              <w:t>Imiona i nazwiska projektantów opracowujących poszczególne części projektu budowlanego, imiona  i nazwiska sprawdzających oraz spis zawartości projektu budowlanego wraz</w:t>
            </w:r>
            <w:r w:rsidR="00ED1F57" w:rsidRPr="00CA6F98">
              <w:rPr>
                <w:rFonts w:cstheme="minorHAnsi"/>
                <w:sz w:val="16"/>
                <w:szCs w:val="16"/>
              </w:rPr>
              <w:t xml:space="preserve"> z wykazem załączników, znajdują</w:t>
            </w:r>
            <w:r w:rsidRPr="00CA6F98">
              <w:rPr>
                <w:rFonts w:cstheme="minorHAnsi"/>
                <w:sz w:val="16"/>
                <w:szCs w:val="16"/>
              </w:rPr>
              <w:t xml:space="preserve"> się na arkuszu nr </w:t>
            </w:r>
            <w:r w:rsidR="00B46993" w:rsidRPr="00CA6F98">
              <w:rPr>
                <w:rFonts w:cstheme="minorHAnsi"/>
                <w:sz w:val="16"/>
                <w:szCs w:val="16"/>
              </w:rPr>
              <w:t>2</w:t>
            </w:r>
            <w:r w:rsidR="00ED1F57" w:rsidRPr="00CA6F98">
              <w:rPr>
                <w:rFonts w:cstheme="minorHAnsi"/>
                <w:sz w:val="16"/>
                <w:szCs w:val="16"/>
              </w:rPr>
              <w:t xml:space="preserve"> z </w:t>
            </w:r>
            <w:r w:rsidR="00B46993" w:rsidRPr="00CA6F98">
              <w:rPr>
                <w:rFonts w:cstheme="minorHAnsi"/>
                <w:sz w:val="16"/>
                <w:szCs w:val="16"/>
              </w:rPr>
              <w:t>3</w:t>
            </w:r>
            <w:r w:rsidRPr="00CA6F98">
              <w:rPr>
                <w:rFonts w:cstheme="minorHAnsi"/>
                <w:sz w:val="16"/>
                <w:szCs w:val="16"/>
              </w:rPr>
              <w:t xml:space="preserve"> strony tytułowej.</w:t>
            </w:r>
          </w:p>
        </w:tc>
      </w:tr>
      <w:tr w:rsidR="001F2C78" w:rsidRPr="00CA6F98" w14:paraId="6EA200ED" w14:textId="77777777" w:rsidTr="00884375">
        <w:trPr>
          <w:trHeight w:hRule="exact" w:val="95"/>
          <w:jc w:val="center"/>
        </w:trPr>
        <w:tc>
          <w:tcPr>
            <w:tcW w:w="9959" w:type="dxa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06D9DA8D" w14:textId="77777777" w:rsidR="001F2C78" w:rsidRPr="00CA6F98" w:rsidRDefault="001F2C78" w:rsidP="00561A60">
            <w:pPr>
              <w:ind w:left="214"/>
              <w:rPr>
                <w:rFonts w:cs="Calibri"/>
                <w:b/>
                <w:i/>
                <w:sz w:val="16"/>
                <w:szCs w:val="16"/>
              </w:rPr>
            </w:pPr>
          </w:p>
        </w:tc>
      </w:tr>
      <w:tr w:rsidR="007212AE" w:rsidRPr="00CA6F98" w14:paraId="28A2C21B" w14:textId="77777777" w:rsidTr="00884375">
        <w:trPr>
          <w:trHeight w:val="796"/>
          <w:jc w:val="center"/>
        </w:trPr>
        <w:tc>
          <w:tcPr>
            <w:tcW w:w="30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80A7CA8" w14:textId="77777777" w:rsidR="007212AE" w:rsidRPr="00CA6F98" w:rsidRDefault="007212AE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NR ARCHIWALNY:</w:t>
            </w:r>
          </w:p>
          <w:p w14:paraId="255D1CEA" w14:textId="77777777" w:rsidR="007212AE" w:rsidRPr="00CA6F98" w:rsidRDefault="003A2A02" w:rsidP="00561A60">
            <w:pPr>
              <w:ind w:left="214" w:hanging="72"/>
              <w:jc w:val="center"/>
              <w:rPr>
                <w:b/>
                <w:sz w:val="32"/>
                <w:szCs w:val="28"/>
              </w:rPr>
            </w:pPr>
            <w:r w:rsidRPr="00CA6F98">
              <w:rPr>
                <w:b/>
                <w:sz w:val="28"/>
                <w:szCs w:val="28"/>
              </w:rPr>
              <w:t>201</w:t>
            </w:r>
            <w:r w:rsidR="00543E82" w:rsidRPr="00CA6F98">
              <w:rPr>
                <w:b/>
                <w:sz w:val="28"/>
                <w:szCs w:val="28"/>
              </w:rPr>
              <w:t>9</w:t>
            </w:r>
            <w:r w:rsidRPr="00CA6F98">
              <w:rPr>
                <w:b/>
                <w:sz w:val="28"/>
                <w:szCs w:val="28"/>
              </w:rPr>
              <w:t>/0</w:t>
            </w:r>
            <w:r w:rsidR="00D37D77">
              <w:rPr>
                <w:b/>
                <w:sz w:val="28"/>
                <w:szCs w:val="28"/>
              </w:rPr>
              <w:t>21</w:t>
            </w:r>
            <w:r w:rsidRPr="00CA6F98">
              <w:rPr>
                <w:b/>
                <w:sz w:val="28"/>
                <w:szCs w:val="28"/>
              </w:rPr>
              <w:t>/</w:t>
            </w:r>
            <w:r w:rsidR="00D37D77">
              <w:rPr>
                <w:b/>
                <w:sz w:val="28"/>
                <w:szCs w:val="28"/>
              </w:rPr>
              <w:t>ŁZ</w:t>
            </w:r>
          </w:p>
        </w:tc>
        <w:tc>
          <w:tcPr>
            <w:tcW w:w="3532" w:type="dxa"/>
            <w:gridSpan w:val="2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</w:tcPr>
          <w:p w14:paraId="002AF55C" w14:textId="77777777" w:rsidR="007212AE" w:rsidRPr="00CA6F98" w:rsidRDefault="007212AE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DATA OPRACOWANIA:</w:t>
            </w:r>
          </w:p>
          <w:p w14:paraId="0B136E51" w14:textId="26EBBB32" w:rsidR="007212AE" w:rsidRPr="00CA6F98" w:rsidRDefault="00334312" w:rsidP="00603705">
            <w:pPr>
              <w:ind w:firstLine="0"/>
              <w:jc w:val="center"/>
              <w:rPr>
                <w:rFonts w:cs="Calibri"/>
                <w:b/>
                <w:sz w:val="18"/>
              </w:rPr>
            </w:pPr>
            <w:r w:rsidRPr="00334312">
              <w:rPr>
                <w:b/>
                <w:sz w:val="28"/>
                <w:szCs w:val="28"/>
              </w:rPr>
              <w:t>Czerwiec</w:t>
            </w:r>
            <w:r w:rsidR="00884375" w:rsidRPr="00334312">
              <w:rPr>
                <w:b/>
                <w:sz w:val="28"/>
                <w:szCs w:val="28"/>
              </w:rPr>
              <w:t xml:space="preserve"> 20</w:t>
            </w:r>
            <w:r w:rsidR="005945D8" w:rsidRPr="00334312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290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14:paraId="037BCD22" w14:textId="77777777" w:rsidR="007212AE" w:rsidRPr="00CA6F98" w:rsidRDefault="007212AE" w:rsidP="00561A60">
            <w:pPr>
              <w:spacing w:before="40" w:after="40" w:line="276" w:lineRule="auto"/>
              <w:ind w:firstLine="215"/>
              <w:jc w:val="left"/>
              <w:rPr>
                <w:rFonts w:cs="Calibri"/>
              </w:rPr>
            </w:pPr>
            <w:r w:rsidRPr="00CA6F98">
              <w:rPr>
                <w:rFonts w:cs="Calibri"/>
              </w:rPr>
              <w:t>NR EGZEMPLARZA:</w:t>
            </w:r>
          </w:p>
        </w:tc>
        <w:tc>
          <w:tcPr>
            <w:tcW w:w="1100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3F793994" w14:textId="600AD190" w:rsidR="007212AE" w:rsidRPr="00CA6F98" w:rsidRDefault="009A0638" w:rsidP="00561A60">
            <w:pPr>
              <w:tabs>
                <w:tab w:val="left" w:pos="2481"/>
              </w:tabs>
              <w:spacing w:line="240" w:lineRule="auto"/>
              <w:ind w:right="-104" w:firstLine="0"/>
              <w:jc w:val="center"/>
              <w:rPr>
                <w:rFonts w:cs="Calibri"/>
                <w:b/>
                <w:color w:val="0075B0"/>
                <w:sz w:val="64"/>
                <w:szCs w:val="64"/>
              </w:rPr>
            </w:pPr>
            <w:r>
              <w:rPr>
                <w:rFonts w:cs="Calibri"/>
                <w:b/>
                <w:color w:val="0075B0"/>
                <w:sz w:val="64"/>
                <w:szCs w:val="64"/>
              </w:rPr>
              <w:t>1</w:t>
            </w:r>
          </w:p>
        </w:tc>
      </w:tr>
    </w:tbl>
    <w:p w14:paraId="06FD4281" w14:textId="77777777" w:rsidR="005A6CDF" w:rsidRPr="00CA6F98" w:rsidRDefault="006F614C" w:rsidP="007212AE">
      <w:pPr>
        <w:suppressAutoHyphens w:val="0"/>
        <w:spacing w:after="200" w:line="276" w:lineRule="auto"/>
        <w:ind w:left="-284" w:right="-427" w:firstLine="0"/>
        <w:jc w:val="left"/>
        <w:rPr>
          <w:rFonts w:cs="Arial"/>
          <w:sz w:val="15"/>
          <w:szCs w:val="15"/>
        </w:rPr>
      </w:pPr>
      <w:r w:rsidRPr="00CA6F98">
        <w:rPr>
          <w:rFonts w:cs="Arial"/>
          <w:sz w:val="15"/>
          <w:szCs w:val="15"/>
        </w:rPr>
        <w:t>Prawa autorskie zastrzeżone, łącznie z prawem reprodukcji lub udostępniania osobom trzecim niniejszego opracowania lub jego części bez upoważnienia inwestora</w:t>
      </w:r>
    </w:p>
    <w:p w14:paraId="3CED0749" w14:textId="77777777" w:rsidR="00027574" w:rsidRPr="00CA6F98" w:rsidRDefault="00027574" w:rsidP="005A6CDF">
      <w:pPr>
        <w:suppressAutoHyphens w:val="0"/>
        <w:spacing w:after="200" w:line="276" w:lineRule="auto"/>
        <w:ind w:firstLine="0"/>
        <w:jc w:val="left"/>
        <w:rPr>
          <w:rFonts w:cs="Arial"/>
          <w:sz w:val="15"/>
          <w:szCs w:val="15"/>
        </w:rPr>
        <w:sectPr w:rsidR="00027574" w:rsidRPr="00CA6F98" w:rsidSect="00B4699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701" w:header="510" w:footer="397" w:gutter="0"/>
          <w:cols w:space="708"/>
          <w:titlePg/>
          <w:docGrid w:linePitch="299"/>
        </w:sectPr>
      </w:pP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8"/>
        <w:gridCol w:w="3163"/>
        <w:gridCol w:w="2370"/>
        <w:gridCol w:w="2418"/>
      </w:tblGrid>
      <w:tr w:rsidR="005952BF" w:rsidRPr="00CA6F98" w14:paraId="0C03ECC3" w14:textId="77777777" w:rsidTr="00481BF0">
        <w:trPr>
          <w:trHeight w:val="238"/>
          <w:jc w:val="center"/>
        </w:trPr>
        <w:tc>
          <w:tcPr>
            <w:tcW w:w="20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C3D4CBD" w14:textId="77777777" w:rsidR="005952BF" w:rsidRPr="00CA6F98" w:rsidRDefault="005952BF" w:rsidP="007C2C31">
            <w:pPr>
              <w:spacing w:line="240" w:lineRule="auto"/>
              <w:ind w:right="-10" w:firstLine="0"/>
              <w:jc w:val="center"/>
              <w:rPr>
                <w:rFonts w:cs="Calibri"/>
                <w:szCs w:val="24"/>
              </w:rPr>
            </w:pPr>
            <w:bookmarkStart w:id="0" w:name="_Hlk17800991"/>
            <w:r w:rsidRPr="00CA6F98">
              <w:rPr>
                <w:rFonts w:cs="Calibri"/>
                <w:szCs w:val="24"/>
              </w:rPr>
              <w:lastRenderedPageBreak/>
              <w:t>BRANŻA</w:t>
            </w:r>
          </w:p>
        </w:tc>
        <w:tc>
          <w:tcPr>
            <w:tcW w:w="7951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B5EAF8" w14:textId="77777777" w:rsidR="005952BF" w:rsidRPr="00CA6F98" w:rsidRDefault="005952BF" w:rsidP="007C2C31">
            <w:pPr>
              <w:spacing w:line="240" w:lineRule="auto"/>
              <w:ind w:firstLine="0"/>
              <w:jc w:val="center"/>
              <w:rPr>
                <w:rFonts w:cs="Calibri"/>
                <w:b/>
              </w:rPr>
            </w:pPr>
            <w:r w:rsidRPr="00CA6F98">
              <w:rPr>
                <w:rFonts w:cs="Calibri"/>
                <w:b/>
              </w:rPr>
              <w:t>MOSTOWA</w:t>
            </w:r>
          </w:p>
        </w:tc>
      </w:tr>
      <w:tr w:rsidR="005952BF" w:rsidRPr="00CA6F98" w14:paraId="22AB26C8" w14:textId="77777777" w:rsidTr="005952BF">
        <w:trPr>
          <w:trHeight w:val="473"/>
          <w:jc w:val="center"/>
        </w:trPr>
        <w:tc>
          <w:tcPr>
            <w:tcW w:w="20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E9EF4" w14:textId="77777777" w:rsidR="005952BF" w:rsidRPr="00CA6F98" w:rsidRDefault="005952BF" w:rsidP="007C2C31">
            <w:pPr>
              <w:spacing w:line="240" w:lineRule="auto"/>
              <w:ind w:firstLine="0"/>
              <w:jc w:val="center"/>
              <w:rPr>
                <w:rFonts w:cstheme="minorHAnsi"/>
              </w:rPr>
            </w:pPr>
            <w:r w:rsidRPr="00CA6F98">
              <w:rPr>
                <w:rFonts w:cstheme="minorHAnsi"/>
              </w:rPr>
              <w:t>FUNKCJA</w:t>
            </w:r>
          </w:p>
        </w:tc>
        <w:tc>
          <w:tcPr>
            <w:tcW w:w="316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4AD44" w14:textId="77777777" w:rsidR="005952BF" w:rsidRPr="00CA6F98" w:rsidRDefault="005952BF" w:rsidP="007C2C31">
            <w:pPr>
              <w:spacing w:line="240" w:lineRule="auto"/>
              <w:ind w:firstLine="0"/>
              <w:jc w:val="center"/>
              <w:rPr>
                <w:rFonts w:cstheme="minorHAnsi"/>
              </w:rPr>
            </w:pPr>
            <w:r w:rsidRPr="00CA6F98">
              <w:rPr>
                <w:rFonts w:cstheme="minorHAnsi"/>
              </w:rPr>
              <w:t>IMIĘ I NAZWISKO</w:t>
            </w:r>
          </w:p>
        </w:tc>
        <w:tc>
          <w:tcPr>
            <w:tcW w:w="23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7CD23" w14:textId="77777777" w:rsidR="005952BF" w:rsidRPr="00CA6F98" w:rsidRDefault="005952BF" w:rsidP="007C2C31">
            <w:pPr>
              <w:spacing w:line="240" w:lineRule="auto"/>
              <w:ind w:firstLine="0"/>
              <w:jc w:val="center"/>
              <w:rPr>
                <w:rFonts w:cstheme="minorHAnsi"/>
              </w:rPr>
            </w:pPr>
            <w:r w:rsidRPr="00CA6F98">
              <w:rPr>
                <w:rFonts w:cstheme="minorHAnsi"/>
              </w:rPr>
              <w:t>UPRAWNIENIA</w:t>
            </w:r>
          </w:p>
        </w:tc>
        <w:tc>
          <w:tcPr>
            <w:tcW w:w="24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845A3D5" w14:textId="77777777" w:rsidR="005952BF" w:rsidRPr="00CA6F98" w:rsidRDefault="005952BF" w:rsidP="007C2C31">
            <w:pPr>
              <w:spacing w:line="240" w:lineRule="auto"/>
              <w:ind w:firstLine="0"/>
              <w:jc w:val="center"/>
              <w:rPr>
                <w:rFonts w:cstheme="minorHAnsi"/>
              </w:rPr>
            </w:pPr>
            <w:r w:rsidRPr="00CA6F98">
              <w:rPr>
                <w:rFonts w:cstheme="minorHAnsi"/>
              </w:rPr>
              <w:t>PODPIS</w:t>
            </w:r>
          </w:p>
        </w:tc>
      </w:tr>
      <w:tr w:rsidR="005952BF" w:rsidRPr="00CA6F98" w14:paraId="5675DF13" w14:textId="77777777" w:rsidTr="00B551EB">
        <w:trPr>
          <w:trHeight w:val="435"/>
          <w:jc w:val="center"/>
        </w:trPr>
        <w:tc>
          <w:tcPr>
            <w:tcW w:w="2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B78A3" w14:textId="77777777" w:rsidR="005952BF" w:rsidRPr="00CA6F98" w:rsidRDefault="005952BF" w:rsidP="007C2C31">
            <w:pPr>
              <w:spacing w:line="240" w:lineRule="auto"/>
              <w:ind w:right="213" w:firstLine="0"/>
              <w:jc w:val="left"/>
              <w:rPr>
                <w:rFonts w:cstheme="minorHAnsi"/>
                <w:szCs w:val="24"/>
              </w:rPr>
            </w:pPr>
            <w:r w:rsidRPr="00CA6F98">
              <w:rPr>
                <w:rFonts w:cstheme="minorHAnsi"/>
                <w:szCs w:val="24"/>
              </w:rPr>
              <w:t>PROJEKTANT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FBE9C" w14:textId="77777777" w:rsidR="005952BF" w:rsidRPr="00CA6F98" w:rsidRDefault="005952BF" w:rsidP="007C2C31">
            <w:pPr>
              <w:spacing w:line="240" w:lineRule="auto"/>
              <w:ind w:left="2070" w:hanging="1928"/>
              <w:jc w:val="left"/>
              <w:rPr>
                <w:rFonts w:cstheme="minorHAnsi"/>
              </w:rPr>
            </w:pPr>
            <w:r w:rsidRPr="00CA6F98">
              <w:rPr>
                <w:rFonts w:cstheme="minorHAnsi"/>
              </w:rPr>
              <w:t>mgr inż. Patrycjusz MOSTEK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045C1" w14:textId="77777777" w:rsidR="005952BF" w:rsidRPr="00CA6F98" w:rsidRDefault="005952BF" w:rsidP="007C2C31">
            <w:pPr>
              <w:spacing w:line="240" w:lineRule="auto"/>
              <w:ind w:left="2070" w:hanging="1928"/>
              <w:jc w:val="center"/>
              <w:rPr>
                <w:rFonts w:cstheme="minorHAnsi"/>
              </w:rPr>
            </w:pPr>
            <w:r w:rsidRPr="00CA6F98">
              <w:rPr>
                <w:rFonts w:cstheme="minorHAnsi"/>
              </w:rPr>
              <w:t>PDK/0124/POOM/06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490EA35" w14:textId="77777777" w:rsidR="005952BF" w:rsidRPr="00CA6F98" w:rsidRDefault="005952BF" w:rsidP="007C2C31">
            <w:pPr>
              <w:spacing w:line="240" w:lineRule="auto"/>
              <w:ind w:left="2070" w:hanging="1928"/>
              <w:jc w:val="center"/>
              <w:rPr>
                <w:rFonts w:cstheme="minorHAnsi"/>
              </w:rPr>
            </w:pPr>
          </w:p>
        </w:tc>
      </w:tr>
      <w:tr w:rsidR="00543E82" w:rsidRPr="00CA6F98" w14:paraId="4CA9A611" w14:textId="77777777" w:rsidTr="00CF28A0">
        <w:trPr>
          <w:trHeight w:val="474"/>
          <w:jc w:val="center"/>
        </w:trPr>
        <w:tc>
          <w:tcPr>
            <w:tcW w:w="2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BC45B" w14:textId="77777777" w:rsidR="00543E82" w:rsidRPr="00CA6F98" w:rsidRDefault="00543E82" w:rsidP="00543E82">
            <w:pPr>
              <w:spacing w:line="240" w:lineRule="auto"/>
              <w:ind w:right="213" w:firstLine="0"/>
              <w:jc w:val="left"/>
              <w:rPr>
                <w:rFonts w:cstheme="minorHAnsi"/>
                <w:szCs w:val="24"/>
              </w:rPr>
            </w:pPr>
            <w:r w:rsidRPr="00CA6F98">
              <w:rPr>
                <w:rFonts w:cstheme="minorHAnsi"/>
                <w:szCs w:val="24"/>
              </w:rPr>
              <w:t>OPRACOWUJĄCY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8927B" w14:textId="77777777" w:rsidR="00543E82" w:rsidRPr="00CA6F98" w:rsidRDefault="00543E82" w:rsidP="00543E82">
            <w:pPr>
              <w:spacing w:line="240" w:lineRule="auto"/>
              <w:ind w:firstLine="148"/>
              <w:jc w:val="left"/>
              <w:rPr>
                <w:rFonts w:cstheme="minorHAnsi"/>
              </w:rPr>
            </w:pPr>
            <w:r w:rsidRPr="00CA6F98">
              <w:rPr>
                <w:rFonts w:cs="Arial"/>
                <w:szCs w:val="16"/>
                <w:lang w:eastAsia="pl-PL"/>
              </w:rPr>
              <w:t>inż. Adrian SZYSZKA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82DBC" w14:textId="77777777" w:rsidR="00543E82" w:rsidRPr="00CA6F98" w:rsidRDefault="00543E82" w:rsidP="00543E82">
            <w:pPr>
              <w:spacing w:line="240" w:lineRule="auto"/>
              <w:ind w:left="2070" w:hanging="1928"/>
              <w:jc w:val="center"/>
              <w:rPr>
                <w:rFonts w:cstheme="minorHAnsi"/>
              </w:rPr>
            </w:pPr>
            <w:r w:rsidRPr="00CA6F98">
              <w:rPr>
                <w:rFonts w:cstheme="minorHAnsi"/>
              </w:rPr>
              <w:t>---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1CF66DB" w14:textId="77777777" w:rsidR="00543E82" w:rsidRPr="00CA6F98" w:rsidRDefault="00543E82" w:rsidP="00543E82">
            <w:pPr>
              <w:spacing w:line="240" w:lineRule="auto"/>
              <w:ind w:right="213" w:firstLine="0"/>
              <w:jc w:val="left"/>
              <w:rPr>
                <w:rFonts w:cstheme="minorHAnsi"/>
                <w:szCs w:val="24"/>
              </w:rPr>
            </w:pPr>
          </w:p>
        </w:tc>
      </w:tr>
      <w:tr w:rsidR="00543E82" w:rsidRPr="00CA6F98" w14:paraId="6CE82993" w14:textId="77777777" w:rsidTr="00CF28A0">
        <w:trPr>
          <w:trHeight w:val="408"/>
          <w:jc w:val="center"/>
        </w:trPr>
        <w:tc>
          <w:tcPr>
            <w:tcW w:w="20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354B118" w14:textId="77777777" w:rsidR="00543E82" w:rsidRPr="00CA6F98" w:rsidRDefault="00543E82" w:rsidP="00543E82">
            <w:pPr>
              <w:spacing w:line="240" w:lineRule="auto"/>
              <w:ind w:right="213" w:firstLine="0"/>
              <w:jc w:val="left"/>
              <w:rPr>
                <w:rFonts w:cstheme="minorHAnsi"/>
                <w:szCs w:val="24"/>
              </w:rPr>
            </w:pPr>
            <w:r w:rsidRPr="00CA6F98">
              <w:rPr>
                <w:rFonts w:cstheme="minorHAnsi"/>
                <w:szCs w:val="24"/>
              </w:rPr>
              <w:t>SPRAWDZAJĄCY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31AB42C" w14:textId="77777777" w:rsidR="00543E82" w:rsidRPr="00CA6F98" w:rsidRDefault="00543E82" w:rsidP="00543E82">
            <w:pPr>
              <w:spacing w:line="240" w:lineRule="auto"/>
              <w:ind w:firstLine="148"/>
              <w:jc w:val="left"/>
              <w:rPr>
                <w:rFonts w:cstheme="minorHAnsi"/>
              </w:rPr>
            </w:pPr>
            <w:r w:rsidRPr="00CA6F98">
              <w:rPr>
                <w:rFonts w:cstheme="minorHAnsi"/>
              </w:rPr>
              <w:t>mgr inż. Marcin ARENDARCZYK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27EB648" w14:textId="77777777" w:rsidR="00543E82" w:rsidRPr="00CA6F98" w:rsidRDefault="00543E82" w:rsidP="00543E82">
            <w:pPr>
              <w:spacing w:line="240" w:lineRule="auto"/>
              <w:ind w:left="2070" w:hanging="1928"/>
              <w:jc w:val="center"/>
              <w:rPr>
                <w:rFonts w:cstheme="minorHAnsi"/>
              </w:rPr>
            </w:pPr>
            <w:r w:rsidRPr="00CA6F98">
              <w:rPr>
                <w:rFonts w:cstheme="minorHAnsi"/>
              </w:rPr>
              <w:t>PDK/0083/POOM/11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23A7C6" w14:textId="77777777" w:rsidR="00543E82" w:rsidRPr="00CA6F98" w:rsidRDefault="00543E82" w:rsidP="00543E82">
            <w:pPr>
              <w:spacing w:line="240" w:lineRule="auto"/>
              <w:ind w:left="2070" w:hanging="1928"/>
              <w:jc w:val="center"/>
              <w:rPr>
                <w:rFonts w:cstheme="minorHAnsi"/>
              </w:rPr>
            </w:pPr>
          </w:p>
        </w:tc>
      </w:tr>
      <w:tr w:rsidR="00543E82" w:rsidRPr="00CA6F98" w14:paraId="0E96C3BA" w14:textId="77777777" w:rsidTr="005952BF">
        <w:trPr>
          <w:trHeight w:val="42"/>
          <w:jc w:val="center"/>
        </w:trPr>
        <w:tc>
          <w:tcPr>
            <w:tcW w:w="200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18FD3A8" w14:textId="77777777" w:rsidR="00543E82" w:rsidRPr="00CA6F98" w:rsidRDefault="00543E82" w:rsidP="00543E82">
            <w:pPr>
              <w:spacing w:line="276" w:lineRule="auto"/>
              <w:ind w:firstLine="215"/>
              <w:jc w:val="left"/>
              <w:rPr>
                <w:rFonts w:cs="Calibri"/>
                <w:sz w:val="10"/>
              </w:rPr>
            </w:pPr>
          </w:p>
        </w:tc>
        <w:tc>
          <w:tcPr>
            <w:tcW w:w="795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14:paraId="25B79333" w14:textId="77777777" w:rsidR="00543E82" w:rsidRPr="00CA6F98" w:rsidRDefault="00543E82" w:rsidP="00543E82">
            <w:pPr>
              <w:spacing w:line="240" w:lineRule="auto"/>
              <w:ind w:firstLine="0"/>
              <w:jc w:val="center"/>
              <w:rPr>
                <w:rFonts w:cs="Calibri"/>
                <w:sz w:val="10"/>
              </w:rPr>
            </w:pPr>
          </w:p>
        </w:tc>
      </w:tr>
      <w:tr w:rsidR="00543E82" w:rsidRPr="00CA6F98" w14:paraId="2DF27B65" w14:textId="77777777" w:rsidTr="00481BF0">
        <w:trPr>
          <w:trHeight w:val="254"/>
          <w:jc w:val="center"/>
        </w:trPr>
        <w:tc>
          <w:tcPr>
            <w:tcW w:w="20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8DF72E3" w14:textId="77777777" w:rsidR="00543E82" w:rsidRPr="00CA6F98" w:rsidRDefault="00543E82" w:rsidP="00543E82">
            <w:pPr>
              <w:spacing w:line="240" w:lineRule="auto"/>
              <w:ind w:right="-10" w:firstLine="0"/>
              <w:jc w:val="center"/>
              <w:rPr>
                <w:rFonts w:cs="Calibri"/>
                <w:szCs w:val="24"/>
              </w:rPr>
            </w:pPr>
            <w:r w:rsidRPr="00CA6F98">
              <w:rPr>
                <w:rFonts w:cs="Calibri"/>
                <w:szCs w:val="24"/>
              </w:rPr>
              <w:t>BRANŻA</w:t>
            </w:r>
          </w:p>
        </w:tc>
        <w:tc>
          <w:tcPr>
            <w:tcW w:w="7951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4750C5" w14:textId="77777777" w:rsidR="00543E82" w:rsidRPr="00CA6F98" w:rsidRDefault="00543E82" w:rsidP="00543E82">
            <w:pPr>
              <w:spacing w:line="240" w:lineRule="auto"/>
              <w:ind w:firstLine="0"/>
              <w:jc w:val="center"/>
              <w:rPr>
                <w:rFonts w:cs="Calibri"/>
                <w:b/>
              </w:rPr>
            </w:pPr>
            <w:r w:rsidRPr="00CA6F98">
              <w:rPr>
                <w:rFonts w:cs="Calibri"/>
                <w:b/>
              </w:rPr>
              <w:t>DROGOWA</w:t>
            </w:r>
          </w:p>
        </w:tc>
      </w:tr>
      <w:tr w:rsidR="00543E82" w:rsidRPr="00CA6F98" w14:paraId="51374951" w14:textId="77777777" w:rsidTr="005952BF">
        <w:trPr>
          <w:trHeight w:val="473"/>
          <w:jc w:val="center"/>
        </w:trPr>
        <w:tc>
          <w:tcPr>
            <w:tcW w:w="200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74A5C3" w14:textId="77777777" w:rsidR="00543E82" w:rsidRPr="00CA6F98" w:rsidRDefault="00543E82" w:rsidP="00543E82">
            <w:pPr>
              <w:spacing w:line="240" w:lineRule="auto"/>
              <w:ind w:firstLine="0"/>
              <w:jc w:val="center"/>
              <w:rPr>
                <w:rFonts w:cstheme="minorHAnsi"/>
              </w:rPr>
            </w:pPr>
            <w:r w:rsidRPr="00CA6F98">
              <w:rPr>
                <w:rFonts w:cstheme="minorHAnsi"/>
              </w:rPr>
              <w:t>FUNKCJA</w:t>
            </w:r>
          </w:p>
        </w:tc>
        <w:tc>
          <w:tcPr>
            <w:tcW w:w="316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7FC08" w14:textId="77777777" w:rsidR="00543E82" w:rsidRPr="00CA6F98" w:rsidRDefault="00543E82" w:rsidP="00543E82">
            <w:pPr>
              <w:spacing w:line="240" w:lineRule="auto"/>
              <w:ind w:firstLine="0"/>
              <w:jc w:val="center"/>
              <w:rPr>
                <w:rFonts w:cstheme="minorHAnsi"/>
              </w:rPr>
            </w:pPr>
            <w:r w:rsidRPr="00CA6F98">
              <w:rPr>
                <w:rFonts w:cstheme="minorHAnsi"/>
              </w:rPr>
              <w:t>IMIĘ I NAZWISKO</w:t>
            </w:r>
          </w:p>
        </w:tc>
        <w:tc>
          <w:tcPr>
            <w:tcW w:w="237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CC912" w14:textId="77777777" w:rsidR="00543E82" w:rsidRPr="00CA6F98" w:rsidRDefault="00543E82" w:rsidP="00543E82">
            <w:pPr>
              <w:spacing w:line="240" w:lineRule="auto"/>
              <w:ind w:firstLine="0"/>
              <w:jc w:val="center"/>
              <w:rPr>
                <w:rFonts w:cstheme="minorHAnsi"/>
              </w:rPr>
            </w:pPr>
            <w:r w:rsidRPr="00CA6F98">
              <w:rPr>
                <w:rFonts w:cstheme="minorHAnsi"/>
              </w:rPr>
              <w:t>UPRAWNIENIA</w:t>
            </w:r>
          </w:p>
        </w:tc>
        <w:tc>
          <w:tcPr>
            <w:tcW w:w="241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39AB5A5" w14:textId="77777777" w:rsidR="00543E82" w:rsidRPr="00CA6F98" w:rsidRDefault="00543E82" w:rsidP="00543E82">
            <w:pPr>
              <w:spacing w:line="240" w:lineRule="auto"/>
              <w:ind w:firstLine="0"/>
              <w:jc w:val="center"/>
              <w:rPr>
                <w:rFonts w:cstheme="minorHAnsi"/>
              </w:rPr>
            </w:pPr>
            <w:r w:rsidRPr="00CA6F98">
              <w:rPr>
                <w:rFonts w:cstheme="minorHAnsi"/>
              </w:rPr>
              <w:t>PODPIS</w:t>
            </w:r>
          </w:p>
        </w:tc>
      </w:tr>
      <w:tr w:rsidR="00CE4104" w:rsidRPr="00CA6F98" w14:paraId="52AA55A0" w14:textId="77777777" w:rsidTr="00CF28A0">
        <w:trPr>
          <w:trHeight w:val="404"/>
          <w:jc w:val="center"/>
        </w:trPr>
        <w:tc>
          <w:tcPr>
            <w:tcW w:w="2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4821D" w14:textId="77777777" w:rsidR="00CE4104" w:rsidRPr="00CA6F98" w:rsidRDefault="00CE4104" w:rsidP="00CE4104">
            <w:pPr>
              <w:spacing w:line="240" w:lineRule="auto"/>
              <w:ind w:right="213" w:firstLine="0"/>
              <w:jc w:val="left"/>
              <w:rPr>
                <w:rFonts w:cstheme="minorHAnsi"/>
                <w:szCs w:val="24"/>
              </w:rPr>
            </w:pPr>
            <w:r w:rsidRPr="00CA6F98">
              <w:rPr>
                <w:rFonts w:cstheme="minorHAnsi"/>
                <w:szCs w:val="24"/>
              </w:rPr>
              <w:t>PROJEKTANT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07CA2" w14:textId="77777777" w:rsidR="00CE4104" w:rsidRPr="00CA6F98" w:rsidRDefault="00CE4104" w:rsidP="00CE4104">
            <w:pPr>
              <w:spacing w:line="240" w:lineRule="auto"/>
              <w:ind w:left="2070" w:hanging="1928"/>
              <w:jc w:val="left"/>
              <w:rPr>
                <w:rFonts w:cstheme="minorHAnsi"/>
              </w:rPr>
            </w:pPr>
            <w:r w:rsidRPr="00CA6F98">
              <w:rPr>
                <w:rFonts w:cstheme="minorHAnsi"/>
              </w:rPr>
              <w:t>mgr inż. Łukasz Szarek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A347B" w14:textId="77777777" w:rsidR="00CE4104" w:rsidRPr="00CA6F98" w:rsidRDefault="00CE4104" w:rsidP="00CE4104">
            <w:pPr>
              <w:spacing w:line="240" w:lineRule="auto"/>
              <w:ind w:left="2070" w:hanging="1928"/>
              <w:jc w:val="center"/>
              <w:rPr>
                <w:rFonts w:cstheme="minorHAnsi"/>
              </w:rPr>
            </w:pPr>
            <w:r w:rsidRPr="00CA6F98">
              <w:rPr>
                <w:rFonts w:cstheme="minorHAnsi"/>
              </w:rPr>
              <w:t>PDK/0196/PWOD/14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87C4685" w14:textId="77777777" w:rsidR="00CE4104" w:rsidRPr="00CA6F98" w:rsidRDefault="00CE4104" w:rsidP="00CE4104">
            <w:pPr>
              <w:spacing w:line="240" w:lineRule="auto"/>
              <w:ind w:left="2070" w:hanging="1928"/>
              <w:jc w:val="center"/>
              <w:rPr>
                <w:rFonts w:cstheme="minorHAnsi"/>
              </w:rPr>
            </w:pPr>
          </w:p>
        </w:tc>
      </w:tr>
      <w:tr w:rsidR="005945D8" w:rsidRPr="00CA6F98" w14:paraId="06D8FEE6" w14:textId="77777777" w:rsidTr="00CF28A0">
        <w:trPr>
          <w:trHeight w:val="481"/>
          <w:jc w:val="center"/>
        </w:trPr>
        <w:tc>
          <w:tcPr>
            <w:tcW w:w="20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BA3B7F5" w14:textId="77777777" w:rsidR="005945D8" w:rsidRPr="00CA6F98" w:rsidRDefault="005945D8" w:rsidP="005945D8">
            <w:pPr>
              <w:spacing w:line="240" w:lineRule="auto"/>
              <w:ind w:right="213" w:firstLine="0"/>
              <w:jc w:val="left"/>
              <w:rPr>
                <w:rFonts w:cstheme="minorHAnsi"/>
                <w:szCs w:val="24"/>
              </w:rPr>
            </w:pPr>
            <w:r w:rsidRPr="00CA6F98">
              <w:rPr>
                <w:rFonts w:cstheme="minorHAnsi"/>
                <w:szCs w:val="24"/>
              </w:rPr>
              <w:t>SPRAWDZAJĄCY</w:t>
            </w:r>
          </w:p>
        </w:tc>
        <w:tc>
          <w:tcPr>
            <w:tcW w:w="316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D5343C" w14:textId="77777777" w:rsidR="005945D8" w:rsidRPr="00CA6F98" w:rsidRDefault="005945D8" w:rsidP="005945D8">
            <w:pPr>
              <w:spacing w:line="240" w:lineRule="auto"/>
              <w:ind w:left="2070" w:hanging="1928"/>
              <w:jc w:val="left"/>
              <w:rPr>
                <w:rFonts w:cstheme="minorHAnsi"/>
              </w:rPr>
            </w:pPr>
            <w:r w:rsidRPr="00CA6F98">
              <w:rPr>
                <w:rFonts w:cstheme="minorHAnsi"/>
              </w:rPr>
              <w:t>mgr inż. Łukasz KWAŚNIAK</w:t>
            </w:r>
          </w:p>
        </w:tc>
        <w:tc>
          <w:tcPr>
            <w:tcW w:w="237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8418995" w14:textId="77777777" w:rsidR="005945D8" w:rsidRPr="00CA6F98" w:rsidRDefault="005945D8" w:rsidP="005945D8">
            <w:pPr>
              <w:spacing w:line="240" w:lineRule="auto"/>
              <w:ind w:left="2070" w:hanging="1928"/>
              <w:jc w:val="center"/>
              <w:rPr>
                <w:rFonts w:cstheme="minorHAnsi"/>
              </w:rPr>
            </w:pPr>
            <w:r w:rsidRPr="00CA6F98">
              <w:rPr>
                <w:rFonts w:cstheme="minorHAnsi"/>
              </w:rPr>
              <w:t>SWK/0147/POOD/12</w:t>
            </w:r>
          </w:p>
        </w:tc>
        <w:tc>
          <w:tcPr>
            <w:tcW w:w="24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480448" w14:textId="77777777" w:rsidR="005945D8" w:rsidRPr="00CA6F98" w:rsidRDefault="005945D8" w:rsidP="005945D8">
            <w:pPr>
              <w:spacing w:line="240" w:lineRule="auto"/>
              <w:ind w:left="2070" w:hanging="1928"/>
              <w:jc w:val="center"/>
              <w:rPr>
                <w:rFonts w:cstheme="minorHAnsi"/>
              </w:rPr>
            </w:pPr>
          </w:p>
        </w:tc>
      </w:tr>
      <w:bookmarkEnd w:id="0"/>
    </w:tbl>
    <w:p w14:paraId="4DB76EA2" w14:textId="77777777" w:rsidR="00CC0B1B" w:rsidRPr="00CA6F98" w:rsidRDefault="00CC0B1B" w:rsidP="00CC0B1B">
      <w:pPr>
        <w:spacing w:line="240" w:lineRule="auto"/>
        <w:ind w:firstLine="0"/>
        <w:jc w:val="left"/>
        <w:rPr>
          <w:b/>
          <w:sz w:val="12"/>
          <w:szCs w:val="12"/>
        </w:rPr>
      </w:pPr>
    </w:p>
    <w:p w14:paraId="727B1CDC" w14:textId="77777777" w:rsidR="005945D8" w:rsidRDefault="005945D8" w:rsidP="00CC0B1B">
      <w:pPr>
        <w:spacing w:line="240" w:lineRule="auto"/>
        <w:ind w:firstLine="0"/>
        <w:jc w:val="left"/>
        <w:rPr>
          <w:b/>
          <w:sz w:val="6"/>
          <w:szCs w:val="6"/>
        </w:rPr>
      </w:pPr>
    </w:p>
    <w:p w14:paraId="780F1F07" w14:textId="77777777" w:rsidR="005945D8" w:rsidRPr="00CA6F98" w:rsidRDefault="005945D8" w:rsidP="00CC0B1B">
      <w:pPr>
        <w:spacing w:line="240" w:lineRule="auto"/>
        <w:ind w:firstLine="0"/>
        <w:jc w:val="left"/>
        <w:rPr>
          <w:b/>
          <w:sz w:val="6"/>
          <w:szCs w:val="6"/>
        </w:rPr>
      </w:pPr>
    </w:p>
    <w:p w14:paraId="77263A2A" w14:textId="77777777" w:rsidR="00FD58EA" w:rsidRPr="00CA6F98" w:rsidRDefault="00FD58EA" w:rsidP="00FD58EA">
      <w:pPr>
        <w:spacing w:before="240" w:line="276" w:lineRule="auto"/>
        <w:ind w:firstLine="0"/>
        <w:jc w:val="left"/>
        <w:rPr>
          <w:rFonts w:eastAsia="Times New Roman" w:cs="Arial"/>
          <w:bCs/>
          <w:sz w:val="28"/>
          <w:szCs w:val="40"/>
          <w:u w:val="single"/>
          <w:lang w:eastAsia="pl-PL"/>
        </w:rPr>
      </w:pPr>
      <w:r w:rsidRPr="00CA6F98">
        <w:rPr>
          <w:rFonts w:eastAsia="Times New Roman" w:cs="Arial"/>
          <w:bCs/>
          <w:sz w:val="28"/>
          <w:szCs w:val="40"/>
          <w:u w:val="single"/>
          <w:lang w:eastAsia="pl-PL"/>
        </w:rPr>
        <w:t>SPIS ZAWARTOŚCI PROJEKTU BUDOWLANEGO :</w:t>
      </w:r>
    </w:p>
    <w:p w14:paraId="10924962" w14:textId="77777777" w:rsidR="00FD58EA" w:rsidRPr="003C053B" w:rsidRDefault="00FD58EA" w:rsidP="00FD58EA">
      <w:pPr>
        <w:tabs>
          <w:tab w:val="left" w:pos="142"/>
          <w:tab w:val="left" w:pos="851"/>
          <w:tab w:val="left" w:pos="993"/>
        </w:tabs>
        <w:spacing w:line="276" w:lineRule="auto"/>
        <w:ind w:firstLine="0"/>
        <w:jc w:val="left"/>
        <w:rPr>
          <w:rFonts w:eastAsia="Times New Roman" w:cs="Arial"/>
          <w:sz w:val="24"/>
          <w:szCs w:val="40"/>
          <w:lang w:eastAsia="pl-PL"/>
        </w:rPr>
      </w:pPr>
      <w:r w:rsidRPr="003C053B">
        <w:rPr>
          <w:rFonts w:eastAsia="Times New Roman" w:cs="Arial"/>
          <w:sz w:val="24"/>
          <w:szCs w:val="40"/>
          <w:lang w:eastAsia="pl-PL"/>
        </w:rPr>
        <w:t>TOM I -</w:t>
      </w:r>
      <w:r w:rsidRPr="003C053B">
        <w:rPr>
          <w:rFonts w:eastAsia="Times New Roman" w:cs="Arial"/>
          <w:sz w:val="24"/>
          <w:szCs w:val="40"/>
          <w:lang w:eastAsia="pl-PL"/>
        </w:rPr>
        <w:tab/>
      </w:r>
      <w:r w:rsidRPr="003C053B">
        <w:rPr>
          <w:rFonts w:eastAsia="Times New Roman" w:cs="Arial"/>
          <w:sz w:val="24"/>
          <w:szCs w:val="40"/>
          <w:lang w:eastAsia="pl-PL"/>
        </w:rPr>
        <w:tab/>
        <w:t>Część A - PROJEKT ZAGOSPODAROWANIA TERENU</w:t>
      </w:r>
    </w:p>
    <w:p w14:paraId="5715EC46" w14:textId="5CE505D2" w:rsidR="00FD58EA" w:rsidRPr="003C053B" w:rsidRDefault="00FD58EA" w:rsidP="00FD58EA">
      <w:pPr>
        <w:tabs>
          <w:tab w:val="left" w:pos="142"/>
          <w:tab w:val="left" w:pos="851"/>
          <w:tab w:val="left" w:pos="993"/>
        </w:tabs>
        <w:spacing w:line="276" w:lineRule="auto"/>
        <w:ind w:firstLine="0"/>
        <w:jc w:val="left"/>
        <w:rPr>
          <w:rFonts w:eastAsia="Times New Roman" w:cs="Arial"/>
          <w:b/>
          <w:bCs/>
          <w:sz w:val="24"/>
          <w:szCs w:val="40"/>
          <w:lang w:eastAsia="pl-PL"/>
        </w:rPr>
      </w:pPr>
      <w:r w:rsidRPr="003C053B">
        <w:rPr>
          <w:rFonts w:eastAsia="Times New Roman" w:cs="Arial"/>
          <w:sz w:val="24"/>
          <w:szCs w:val="40"/>
          <w:lang w:eastAsia="pl-PL"/>
        </w:rPr>
        <w:tab/>
      </w:r>
      <w:r w:rsidRPr="003C053B">
        <w:rPr>
          <w:rFonts w:eastAsia="Times New Roman" w:cs="Arial"/>
          <w:sz w:val="24"/>
          <w:szCs w:val="40"/>
          <w:lang w:eastAsia="pl-PL"/>
        </w:rPr>
        <w:tab/>
      </w:r>
      <w:r w:rsidRPr="003C053B">
        <w:rPr>
          <w:rFonts w:eastAsia="Times New Roman" w:cs="Arial"/>
          <w:sz w:val="24"/>
          <w:szCs w:val="40"/>
          <w:lang w:eastAsia="pl-PL"/>
        </w:rPr>
        <w:tab/>
        <w:t>Część B - PROJEKT ARCHITEKTONICZNO – BUDOWLANY</w:t>
      </w:r>
      <w:r w:rsidR="003C053B">
        <w:rPr>
          <w:rFonts w:eastAsia="Times New Roman" w:cs="Arial"/>
          <w:sz w:val="24"/>
          <w:szCs w:val="40"/>
          <w:lang w:eastAsia="pl-PL"/>
        </w:rPr>
        <w:t xml:space="preserve"> </w:t>
      </w:r>
    </w:p>
    <w:p w14:paraId="7F1611B1" w14:textId="591D351C" w:rsidR="00FD58EA" w:rsidRPr="003C053B" w:rsidRDefault="00FD58EA" w:rsidP="000F2C4A">
      <w:pPr>
        <w:tabs>
          <w:tab w:val="left" w:pos="142"/>
          <w:tab w:val="left" w:pos="851"/>
          <w:tab w:val="left" w:pos="993"/>
        </w:tabs>
        <w:spacing w:line="276" w:lineRule="auto"/>
        <w:ind w:left="993" w:hanging="993"/>
        <w:jc w:val="left"/>
        <w:rPr>
          <w:rFonts w:eastAsia="Times New Roman" w:cs="Arial"/>
          <w:i/>
          <w:lang w:eastAsia="pl-PL"/>
        </w:rPr>
      </w:pPr>
      <w:r w:rsidRPr="003C053B">
        <w:rPr>
          <w:rFonts w:eastAsia="Times New Roman" w:cs="Arial"/>
          <w:sz w:val="24"/>
          <w:szCs w:val="40"/>
          <w:lang w:eastAsia="pl-PL"/>
        </w:rPr>
        <w:t>TOM II</w:t>
      </w:r>
      <w:r w:rsidR="000F2C4A" w:rsidRPr="003C053B">
        <w:rPr>
          <w:rFonts w:eastAsia="Times New Roman" w:cs="Arial"/>
          <w:sz w:val="24"/>
          <w:szCs w:val="40"/>
          <w:lang w:eastAsia="pl-PL"/>
        </w:rPr>
        <w:t xml:space="preserve"> </w:t>
      </w:r>
      <w:r w:rsidR="005945D8" w:rsidRPr="003C053B">
        <w:rPr>
          <w:rFonts w:eastAsia="Times New Roman" w:cs="Arial"/>
          <w:sz w:val="24"/>
          <w:szCs w:val="40"/>
          <w:lang w:eastAsia="pl-PL"/>
        </w:rPr>
        <w:t xml:space="preserve"> </w:t>
      </w:r>
      <w:r w:rsidRPr="003C053B">
        <w:rPr>
          <w:rFonts w:eastAsia="Times New Roman" w:cs="Arial"/>
          <w:sz w:val="24"/>
          <w:szCs w:val="40"/>
          <w:lang w:eastAsia="pl-PL"/>
        </w:rPr>
        <w:t>– OPINIA GEOTECHNICZNA</w:t>
      </w:r>
      <w:r w:rsidR="000F2C4A" w:rsidRPr="003C053B">
        <w:rPr>
          <w:rFonts w:eastAsia="Times New Roman" w:cs="Arial"/>
          <w:sz w:val="24"/>
          <w:szCs w:val="40"/>
          <w:lang w:eastAsia="pl-PL"/>
        </w:rPr>
        <w:t xml:space="preserve"> Z DOKUMENTACJĄ Z BADAŃ PODŁOŻA </w:t>
      </w:r>
      <w:r w:rsidR="000F2C4A" w:rsidRPr="003C053B">
        <w:rPr>
          <w:rFonts w:eastAsia="Times New Roman" w:cs="Arial"/>
          <w:sz w:val="24"/>
          <w:szCs w:val="40"/>
          <w:lang w:eastAsia="pl-PL"/>
        </w:rPr>
        <w:br/>
        <w:t xml:space="preserve">GRUNTOWEGO. PROJEKT GEOTECHNICZNY </w:t>
      </w:r>
    </w:p>
    <w:p w14:paraId="6948CF8F" w14:textId="1C68A879" w:rsidR="00FD58EA" w:rsidRPr="003C053B" w:rsidRDefault="00FD58EA" w:rsidP="00FD58EA">
      <w:pPr>
        <w:tabs>
          <w:tab w:val="left" w:pos="142"/>
          <w:tab w:val="left" w:pos="851"/>
          <w:tab w:val="left" w:pos="993"/>
        </w:tabs>
        <w:spacing w:line="276" w:lineRule="auto"/>
        <w:ind w:firstLine="0"/>
        <w:jc w:val="left"/>
        <w:rPr>
          <w:rFonts w:eastAsia="Times New Roman" w:cs="Arial"/>
          <w:b/>
          <w:i/>
          <w:lang w:eastAsia="pl-PL"/>
        </w:rPr>
      </w:pPr>
      <w:r w:rsidRPr="003C053B">
        <w:rPr>
          <w:rFonts w:eastAsia="Times New Roman" w:cs="Arial"/>
          <w:b/>
          <w:sz w:val="24"/>
          <w:szCs w:val="40"/>
          <w:lang w:eastAsia="pl-PL"/>
        </w:rPr>
        <w:t xml:space="preserve">TOM III </w:t>
      </w:r>
      <w:r w:rsidRPr="003C053B">
        <w:rPr>
          <w:rFonts w:eastAsia="Times New Roman" w:cs="Arial"/>
          <w:b/>
          <w:sz w:val="24"/>
          <w:szCs w:val="40"/>
          <w:lang w:eastAsia="pl-PL"/>
        </w:rPr>
        <w:tab/>
        <w:t>– INFORMACJA DOTYCZĄCA BEZPIECZEŃSTWA I OCHRONY ZDROWIA</w:t>
      </w:r>
    </w:p>
    <w:p w14:paraId="294F8C2C" w14:textId="77777777" w:rsidR="00FD58EA" w:rsidRPr="00CA6F98" w:rsidRDefault="00FD58EA" w:rsidP="00CC0B1B">
      <w:pPr>
        <w:spacing w:line="240" w:lineRule="auto"/>
        <w:ind w:left="2070" w:hanging="1928"/>
        <w:jc w:val="left"/>
        <w:rPr>
          <w:b/>
        </w:rPr>
      </w:pPr>
    </w:p>
    <w:p w14:paraId="1FC0E9EA" w14:textId="77777777" w:rsidR="003C053B" w:rsidRDefault="003C053B" w:rsidP="00380E0A">
      <w:pPr>
        <w:tabs>
          <w:tab w:val="left" w:pos="142"/>
          <w:tab w:val="left" w:pos="851"/>
          <w:tab w:val="left" w:pos="993"/>
        </w:tabs>
        <w:spacing w:line="276" w:lineRule="auto"/>
        <w:ind w:firstLine="0"/>
        <w:jc w:val="center"/>
        <w:rPr>
          <w:rFonts w:eastAsia="Times New Roman" w:cs="Arial"/>
          <w:b/>
          <w:bCs/>
          <w:sz w:val="56"/>
          <w:szCs w:val="50"/>
          <w:lang w:eastAsia="pl-PL"/>
        </w:rPr>
      </w:pPr>
      <w:r>
        <w:rPr>
          <w:rFonts w:eastAsia="Times New Roman" w:cs="Arial"/>
          <w:b/>
          <w:bCs/>
          <w:sz w:val="56"/>
          <w:szCs w:val="50"/>
          <w:lang w:eastAsia="pl-PL"/>
        </w:rPr>
        <w:br/>
      </w:r>
    </w:p>
    <w:p w14:paraId="68557F90" w14:textId="77777777" w:rsidR="003C053B" w:rsidRDefault="003C053B">
      <w:pPr>
        <w:suppressAutoHyphens w:val="0"/>
        <w:spacing w:after="200" w:line="276" w:lineRule="auto"/>
        <w:ind w:firstLine="0"/>
        <w:jc w:val="left"/>
        <w:rPr>
          <w:rFonts w:eastAsia="Times New Roman" w:cs="Arial"/>
          <w:b/>
          <w:bCs/>
          <w:sz w:val="56"/>
          <w:szCs w:val="50"/>
          <w:lang w:eastAsia="pl-PL"/>
        </w:rPr>
        <w:sectPr w:rsidR="003C053B" w:rsidSect="003C053B">
          <w:footerReference w:type="even" r:id="rId16"/>
          <w:footerReference w:type="default" r:id="rId17"/>
          <w:pgSz w:w="11906" w:h="16838"/>
          <w:pgMar w:top="1134" w:right="851" w:bottom="1134" w:left="1701" w:header="510" w:footer="397" w:gutter="0"/>
          <w:cols w:space="708"/>
          <w:docGrid w:linePitch="299"/>
        </w:sectPr>
      </w:pPr>
      <w:r>
        <w:rPr>
          <w:rFonts w:eastAsia="Times New Roman" w:cs="Arial"/>
          <w:b/>
          <w:bCs/>
          <w:sz w:val="56"/>
          <w:szCs w:val="50"/>
          <w:lang w:eastAsia="pl-PL"/>
        </w:rPr>
        <w:br w:type="page"/>
      </w:r>
    </w:p>
    <w:p w14:paraId="45217F4E" w14:textId="553EE149" w:rsidR="003C053B" w:rsidRDefault="003C053B">
      <w:pPr>
        <w:suppressAutoHyphens w:val="0"/>
        <w:spacing w:after="200" w:line="276" w:lineRule="auto"/>
        <w:ind w:firstLine="0"/>
        <w:jc w:val="left"/>
        <w:rPr>
          <w:rFonts w:eastAsia="Times New Roman" w:cs="Arial"/>
          <w:b/>
          <w:bCs/>
          <w:sz w:val="56"/>
          <w:szCs w:val="50"/>
          <w:lang w:eastAsia="pl-PL"/>
        </w:rPr>
      </w:pPr>
    </w:p>
    <w:p w14:paraId="25AF8AAB" w14:textId="46DA70AD" w:rsidR="00AF79FC" w:rsidRPr="00CA6F98" w:rsidRDefault="00AF79FC" w:rsidP="00380E0A">
      <w:pPr>
        <w:tabs>
          <w:tab w:val="left" w:pos="142"/>
          <w:tab w:val="left" w:pos="851"/>
          <w:tab w:val="left" w:pos="993"/>
        </w:tabs>
        <w:spacing w:line="276" w:lineRule="auto"/>
        <w:ind w:firstLine="0"/>
        <w:jc w:val="center"/>
        <w:rPr>
          <w:rFonts w:eastAsia="Times New Roman" w:cs="Arial"/>
          <w:bCs/>
          <w:sz w:val="20"/>
          <w:szCs w:val="20"/>
          <w:lang w:eastAsia="pl-PL"/>
        </w:rPr>
      </w:pPr>
      <w:r w:rsidRPr="00CA6F98">
        <w:rPr>
          <w:rFonts w:eastAsia="Times New Roman" w:cs="Arial"/>
          <w:b/>
          <w:bCs/>
          <w:sz w:val="56"/>
          <w:szCs w:val="50"/>
          <w:lang w:eastAsia="pl-PL"/>
        </w:rPr>
        <w:t>PROJEKT BUDOWLANY</w:t>
      </w:r>
    </w:p>
    <w:p w14:paraId="6D85CEF8" w14:textId="13445F23" w:rsidR="003C053B" w:rsidRPr="003C053B" w:rsidRDefault="003C053B" w:rsidP="003C053B">
      <w:pPr>
        <w:suppressAutoHyphens w:val="0"/>
        <w:spacing w:after="200" w:line="240" w:lineRule="auto"/>
        <w:ind w:firstLine="0"/>
        <w:jc w:val="center"/>
        <w:rPr>
          <w:rFonts w:eastAsia="Times New Roman" w:cs="Arial"/>
          <w:b/>
          <w:bCs/>
          <w:sz w:val="40"/>
          <w:szCs w:val="40"/>
          <w:lang w:eastAsia="pl-PL"/>
        </w:rPr>
      </w:pPr>
      <w:r w:rsidRPr="003C053B">
        <w:rPr>
          <w:rFonts w:eastAsia="Times New Roman" w:cs="Arial"/>
          <w:b/>
          <w:bCs/>
          <w:sz w:val="40"/>
          <w:szCs w:val="40"/>
          <w:lang w:eastAsia="pl-PL"/>
        </w:rPr>
        <w:t xml:space="preserve">INFORMACJA DOTYCZĄCA BEZPIECZEŃSTWA </w:t>
      </w:r>
      <w:r w:rsidRPr="003C053B">
        <w:rPr>
          <w:rFonts w:eastAsia="Times New Roman" w:cs="Arial"/>
          <w:b/>
          <w:bCs/>
          <w:sz w:val="40"/>
          <w:szCs w:val="40"/>
          <w:lang w:eastAsia="pl-PL"/>
        </w:rPr>
        <w:br/>
        <w:t>I OCHRONY ZDROWIA</w:t>
      </w:r>
    </w:p>
    <w:p w14:paraId="5D87AD11" w14:textId="7DD8317F" w:rsidR="003C053B" w:rsidRPr="00CA6F98" w:rsidRDefault="003C053B" w:rsidP="003C053B">
      <w:pPr>
        <w:spacing w:line="240" w:lineRule="auto"/>
        <w:ind w:firstLine="0"/>
        <w:jc w:val="center"/>
        <w:rPr>
          <w:b/>
          <w:bCs/>
          <w:sz w:val="32"/>
          <w:szCs w:val="32"/>
        </w:rPr>
      </w:pPr>
      <w:r w:rsidRPr="008462D9">
        <w:rPr>
          <w:b/>
          <w:bCs/>
          <w:sz w:val="32"/>
          <w:szCs w:val="32"/>
        </w:rPr>
        <w:t xml:space="preserve"> </w:t>
      </w:r>
      <w:bookmarkStart w:id="1" w:name="_Hlk510004966"/>
      <w:r w:rsidRPr="00CA6F98">
        <w:rPr>
          <w:b/>
          <w:bCs/>
          <w:sz w:val="32"/>
          <w:szCs w:val="32"/>
        </w:rPr>
        <w:t>„</w:t>
      </w:r>
      <w:r w:rsidRPr="005945D8">
        <w:rPr>
          <w:b/>
          <w:bCs/>
          <w:sz w:val="32"/>
          <w:szCs w:val="32"/>
        </w:rPr>
        <w:t xml:space="preserve">Przebudowa drogi powiatowej nr 1004R Zaklików – Borów </w:t>
      </w:r>
      <w:r>
        <w:rPr>
          <w:b/>
          <w:bCs/>
          <w:sz w:val="32"/>
          <w:szCs w:val="32"/>
        </w:rPr>
        <w:br/>
      </w:r>
      <w:r w:rsidRPr="005945D8">
        <w:rPr>
          <w:b/>
          <w:bCs/>
          <w:sz w:val="32"/>
          <w:szCs w:val="32"/>
        </w:rPr>
        <w:t>wraz z przebudową mostu na rzece Sanna”</w:t>
      </w:r>
    </w:p>
    <w:bookmarkEnd w:id="1"/>
    <w:p w14:paraId="4161E1A7" w14:textId="39075AAA" w:rsidR="003C053B" w:rsidRPr="00F205BD" w:rsidRDefault="003C053B" w:rsidP="003C053B">
      <w:pPr>
        <w:spacing w:line="240" w:lineRule="auto"/>
        <w:ind w:firstLine="0"/>
        <w:jc w:val="center"/>
        <w:rPr>
          <w:b/>
          <w:bCs/>
          <w:sz w:val="32"/>
          <w:szCs w:val="32"/>
        </w:rPr>
      </w:pPr>
    </w:p>
    <w:p w14:paraId="631A8A53" w14:textId="77777777" w:rsidR="003C053B" w:rsidRDefault="003C053B" w:rsidP="003C053B">
      <w:pPr>
        <w:spacing w:line="240" w:lineRule="auto"/>
        <w:rPr>
          <w:b/>
          <w:sz w:val="28"/>
          <w:u w:val="single"/>
        </w:rPr>
      </w:pPr>
    </w:p>
    <w:p w14:paraId="0C397702" w14:textId="77777777" w:rsidR="003C053B" w:rsidRPr="00ED53A2" w:rsidRDefault="003C053B" w:rsidP="003C053B">
      <w:pPr>
        <w:ind w:firstLine="0"/>
        <w:rPr>
          <w:b/>
          <w:sz w:val="28"/>
          <w:u w:val="single"/>
        </w:rPr>
      </w:pPr>
      <w:r w:rsidRPr="00ED53A2">
        <w:rPr>
          <w:b/>
          <w:sz w:val="28"/>
          <w:u w:val="single"/>
        </w:rPr>
        <w:t>SPIS TREŚCI:</w:t>
      </w:r>
    </w:p>
    <w:p w14:paraId="50C89A39" w14:textId="6E38BCB9" w:rsidR="00A316BB" w:rsidRDefault="003C053B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r w:rsidRPr="00ED53A2">
        <w:rPr>
          <w:sz w:val="23"/>
          <w:szCs w:val="23"/>
        </w:rPr>
        <w:fldChar w:fldCharType="begin"/>
      </w:r>
      <w:r w:rsidRPr="00ED53A2">
        <w:rPr>
          <w:sz w:val="23"/>
          <w:szCs w:val="23"/>
        </w:rPr>
        <w:instrText xml:space="preserve"> TOC \o "1-6" \h \z \u </w:instrText>
      </w:r>
      <w:r w:rsidRPr="00ED53A2">
        <w:rPr>
          <w:sz w:val="23"/>
          <w:szCs w:val="23"/>
        </w:rPr>
        <w:fldChar w:fldCharType="separate"/>
      </w:r>
      <w:hyperlink w:anchor="_Toc42592541" w:history="1">
        <w:r w:rsidR="00A316BB" w:rsidRPr="005B3CB0">
          <w:rPr>
            <w:rStyle w:val="Hipercze"/>
            <w:noProof/>
          </w:rPr>
          <w:t>PODSTAWA OPRACOWANIA</w:t>
        </w:r>
        <w:r w:rsidR="00A316BB">
          <w:rPr>
            <w:noProof/>
            <w:webHidden/>
          </w:rPr>
          <w:tab/>
        </w:r>
        <w:r w:rsidR="00A316BB">
          <w:rPr>
            <w:noProof/>
            <w:webHidden/>
          </w:rPr>
          <w:fldChar w:fldCharType="begin"/>
        </w:r>
        <w:r w:rsidR="00A316BB">
          <w:rPr>
            <w:noProof/>
            <w:webHidden/>
          </w:rPr>
          <w:instrText xml:space="preserve"> PAGEREF _Toc42592541 \h </w:instrText>
        </w:r>
        <w:r w:rsidR="00A316BB">
          <w:rPr>
            <w:noProof/>
            <w:webHidden/>
          </w:rPr>
        </w:r>
        <w:r w:rsidR="00A316BB">
          <w:rPr>
            <w:noProof/>
            <w:webHidden/>
          </w:rPr>
          <w:fldChar w:fldCharType="separate"/>
        </w:r>
        <w:r w:rsidR="009A0638">
          <w:rPr>
            <w:noProof/>
            <w:webHidden/>
          </w:rPr>
          <w:t>4</w:t>
        </w:r>
        <w:r w:rsidR="00A316BB">
          <w:rPr>
            <w:noProof/>
            <w:webHidden/>
          </w:rPr>
          <w:fldChar w:fldCharType="end"/>
        </w:r>
      </w:hyperlink>
    </w:p>
    <w:p w14:paraId="3AD1526D" w14:textId="07B96002" w:rsidR="00A316BB" w:rsidRDefault="00BD6ABC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2592542" w:history="1">
        <w:r w:rsidR="00A316BB" w:rsidRPr="005B3CB0">
          <w:rPr>
            <w:rStyle w:val="Hipercze"/>
            <w:noProof/>
          </w:rPr>
          <w:t>1.</w:t>
        </w:r>
        <w:r w:rsidR="00A316BB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A316BB" w:rsidRPr="005B3CB0">
          <w:rPr>
            <w:rStyle w:val="Hipercze"/>
            <w:noProof/>
          </w:rPr>
          <w:t>ZAKRES ROBÓT DLA CAŁEGO ZAMIERZENIA BUDOWLANEGO ORAZ KOLEJNOŚĆ REALIZACJI POSZCZEGÓLNYCH OBIEKTÓW</w:t>
        </w:r>
        <w:r w:rsidR="00A316BB">
          <w:rPr>
            <w:noProof/>
            <w:webHidden/>
          </w:rPr>
          <w:tab/>
        </w:r>
        <w:r w:rsidR="00A316BB">
          <w:rPr>
            <w:noProof/>
            <w:webHidden/>
          </w:rPr>
          <w:fldChar w:fldCharType="begin"/>
        </w:r>
        <w:r w:rsidR="00A316BB">
          <w:rPr>
            <w:noProof/>
            <w:webHidden/>
          </w:rPr>
          <w:instrText xml:space="preserve"> PAGEREF _Toc42592542 \h </w:instrText>
        </w:r>
        <w:r w:rsidR="00A316BB">
          <w:rPr>
            <w:noProof/>
            <w:webHidden/>
          </w:rPr>
        </w:r>
        <w:r w:rsidR="00A316BB">
          <w:rPr>
            <w:noProof/>
            <w:webHidden/>
          </w:rPr>
          <w:fldChar w:fldCharType="separate"/>
        </w:r>
        <w:r w:rsidR="009A0638">
          <w:rPr>
            <w:noProof/>
            <w:webHidden/>
          </w:rPr>
          <w:t>5</w:t>
        </w:r>
        <w:r w:rsidR="00A316BB">
          <w:rPr>
            <w:noProof/>
            <w:webHidden/>
          </w:rPr>
          <w:fldChar w:fldCharType="end"/>
        </w:r>
      </w:hyperlink>
    </w:p>
    <w:p w14:paraId="0B53F1A6" w14:textId="69E394EE" w:rsidR="00A316BB" w:rsidRDefault="00BD6ABC">
      <w:pPr>
        <w:pStyle w:val="Spistreci3"/>
        <w:rPr>
          <w:rFonts w:eastAsiaTheme="minorEastAsia" w:cstheme="minorBidi"/>
          <w:noProof/>
          <w:sz w:val="22"/>
          <w:lang w:eastAsia="pl-PL"/>
        </w:rPr>
      </w:pPr>
      <w:hyperlink w:anchor="_Toc42592543" w:history="1">
        <w:r w:rsidR="00A316BB" w:rsidRPr="005B3CB0">
          <w:rPr>
            <w:rStyle w:val="Hipercze"/>
            <w:rFonts w:ascii="Calibri" w:hAnsi="Calibri"/>
            <w:noProof/>
          </w:rPr>
          <w:t>1.1.</w:t>
        </w:r>
        <w:r w:rsidR="00A316BB">
          <w:rPr>
            <w:rFonts w:eastAsiaTheme="minorEastAsia" w:cstheme="minorBidi"/>
            <w:noProof/>
            <w:sz w:val="22"/>
            <w:lang w:eastAsia="pl-PL"/>
          </w:rPr>
          <w:tab/>
        </w:r>
        <w:r w:rsidR="00A316BB" w:rsidRPr="005B3CB0">
          <w:rPr>
            <w:rStyle w:val="Hipercze"/>
            <w:noProof/>
          </w:rPr>
          <w:t>ZAKRES INWESTYCJI</w:t>
        </w:r>
        <w:r w:rsidR="00A316BB">
          <w:rPr>
            <w:noProof/>
            <w:webHidden/>
          </w:rPr>
          <w:tab/>
        </w:r>
        <w:r w:rsidR="00A316BB">
          <w:rPr>
            <w:noProof/>
            <w:webHidden/>
          </w:rPr>
          <w:fldChar w:fldCharType="begin"/>
        </w:r>
        <w:r w:rsidR="00A316BB">
          <w:rPr>
            <w:noProof/>
            <w:webHidden/>
          </w:rPr>
          <w:instrText xml:space="preserve"> PAGEREF _Toc42592543 \h </w:instrText>
        </w:r>
        <w:r w:rsidR="00A316BB">
          <w:rPr>
            <w:noProof/>
            <w:webHidden/>
          </w:rPr>
        </w:r>
        <w:r w:rsidR="00A316BB">
          <w:rPr>
            <w:noProof/>
            <w:webHidden/>
          </w:rPr>
          <w:fldChar w:fldCharType="separate"/>
        </w:r>
        <w:r w:rsidR="009A0638">
          <w:rPr>
            <w:noProof/>
            <w:webHidden/>
          </w:rPr>
          <w:t>5</w:t>
        </w:r>
        <w:r w:rsidR="00A316BB">
          <w:rPr>
            <w:noProof/>
            <w:webHidden/>
          </w:rPr>
          <w:fldChar w:fldCharType="end"/>
        </w:r>
      </w:hyperlink>
    </w:p>
    <w:p w14:paraId="2E6A1CD0" w14:textId="47039873" w:rsidR="00A316BB" w:rsidRDefault="00BD6ABC">
      <w:pPr>
        <w:pStyle w:val="Spistreci3"/>
        <w:rPr>
          <w:rFonts w:eastAsiaTheme="minorEastAsia" w:cstheme="minorBidi"/>
          <w:noProof/>
          <w:sz w:val="22"/>
          <w:lang w:eastAsia="pl-PL"/>
        </w:rPr>
      </w:pPr>
      <w:hyperlink w:anchor="_Toc42592544" w:history="1">
        <w:r w:rsidR="00A316BB" w:rsidRPr="005B3CB0">
          <w:rPr>
            <w:rStyle w:val="Hipercze"/>
            <w:rFonts w:ascii="Calibri" w:hAnsi="Calibri"/>
            <w:noProof/>
          </w:rPr>
          <w:t>1.2.</w:t>
        </w:r>
        <w:r w:rsidR="00A316BB">
          <w:rPr>
            <w:rFonts w:eastAsiaTheme="minorEastAsia" w:cstheme="minorBidi"/>
            <w:noProof/>
            <w:sz w:val="22"/>
            <w:lang w:eastAsia="pl-PL"/>
          </w:rPr>
          <w:tab/>
        </w:r>
        <w:r w:rsidR="00A316BB" w:rsidRPr="005B3CB0">
          <w:rPr>
            <w:rStyle w:val="Hipercze"/>
            <w:noProof/>
          </w:rPr>
          <w:t>KOLEJNOŚĆ REALIZACJI INWESTYCJI</w:t>
        </w:r>
        <w:r w:rsidR="00A316BB">
          <w:rPr>
            <w:noProof/>
            <w:webHidden/>
          </w:rPr>
          <w:tab/>
        </w:r>
        <w:r w:rsidR="00A316BB">
          <w:rPr>
            <w:noProof/>
            <w:webHidden/>
          </w:rPr>
          <w:fldChar w:fldCharType="begin"/>
        </w:r>
        <w:r w:rsidR="00A316BB">
          <w:rPr>
            <w:noProof/>
            <w:webHidden/>
          </w:rPr>
          <w:instrText xml:space="preserve"> PAGEREF _Toc42592544 \h </w:instrText>
        </w:r>
        <w:r w:rsidR="00A316BB">
          <w:rPr>
            <w:noProof/>
            <w:webHidden/>
          </w:rPr>
        </w:r>
        <w:r w:rsidR="00A316BB">
          <w:rPr>
            <w:noProof/>
            <w:webHidden/>
          </w:rPr>
          <w:fldChar w:fldCharType="separate"/>
        </w:r>
        <w:r w:rsidR="009A0638">
          <w:rPr>
            <w:noProof/>
            <w:webHidden/>
          </w:rPr>
          <w:t>5</w:t>
        </w:r>
        <w:r w:rsidR="00A316BB">
          <w:rPr>
            <w:noProof/>
            <w:webHidden/>
          </w:rPr>
          <w:fldChar w:fldCharType="end"/>
        </w:r>
      </w:hyperlink>
    </w:p>
    <w:p w14:paraId="37E0112F" w14:textId="3DDB70D4" w:rsidR="00A316BB" w:rsidRDefault="00BD6ABC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2592545" w:history="1">
        <w:r w:rsidR="00A316BB" w:rsidRPr="005B3CB0">
          <w:rPr>
            <w:rStyle w:val="Hipercze"/>
            <w:noProof/>
          </w:rPr>
          <w:t>2.</w:t>
        </w:r>
        <w:r w:rsidR="00A316BB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A316BB" w:rsidRPr="005B3CB0">
          <w:rPr>
            <w:rStyle w:val="Hipercze"/>
            <w:noProof/>
          </w:rPr>
          <w:t>WYKAZ ISTNIEJĄCYCH OBIEKTÓW BUDOWLANYCH</w:t>
        </w:r>
        <w:r w:rsidR="00A316BB">
          <w:rPr>
            <w:noProof/>
            <w:webHidden/>
          </w:rPr>
          <w:tab/>
        </w:r>
        <w:r w:rsidR="00A316BB">
          <w:rPr>
            <w:noProof/>
            <w:webHidden/>
          </w:rPr>
          <w:fldChar w:fldCharType="begin"/>
        </w:r>
        <w:r w:rsidR="00A316BB">
          <w:rPr>
            <w:noProof/>
            <w:webHidden/>
          </w:rPr>
          <w:instrText xml:space="preserve"> PAGEREF _Toc42592545 \h </w:instrText>
        </w:r>
        <w:r w:rsidR="00A316BB">
          <w:rPr>
            <w:noProof/>
            <w:webHidden/>
          </w:rPr>
        </w:r>
        <w:r w:rsidR="00A316BB">
          <w:rPr>
            <w:noProof/>
            <w:webHidden/>
          </w:rPr>
          <w:fldChar w:fldCharType="separate"/>
        </w:r>
        <w:r w:rsidR="009A0638">
          <w:rPr>
            <w:noProof/>
            <w:webHidden/>
          </w:rPr>
          <w:t>6</w:t>
        </w:r>
        <w:r w:rsidR="00A316BB">
          <w:rPr>
            <w:noProof/>
            <w:webHidden/>
          </w:rPr>
          <w:fldChar w:fldCharType="end"/>
        </w:r>
      </w:hyperlink>
    </w:p>
    <w:p w14:paraId="2A0005B4" w14:textId="3CAF7AC8" w:rsidR="00A316BB" w:rsidRDefault="00BD6ABC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2592546" w:history="1">
        <w:r w:rsidR="00A316BB" w:rsidRPr="005B3CB0">
          <w:rPr>
            <w:rStyle w:val="Hipercze"/>
            <w:noProof/>
          </w:rPr>
          <w:t>3.</w:t>
        </w:r>
        <w:r w:rsidR="00A316BB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A316BB" w:rsidRPr="005B3CB0">
          <w:rPr>
            <w:rStyle w:val="Hipercze"/>
            <w:noProof/>
          </w:rPr>
          <w:t>ELEMENTY ZAGOSPODAROWANIA, KTÓRE MOGĄ STWARZAĆ ZAGROŻENIE BEZPIECZEŃSTWA I ZDROWIA LUDZI</w:t>
        </w:r>
        <w:r w:rsidR="00A316BB">
          <w:rPr>
            <w:noProof/>
            <w:webHidden/>
          </w:rPr>
          <w:tab/>
        </w:r>
        <w:r w:rsidR="00A316BB">
          <w:rPr>
            <w:noProof/>
            <w:webHidden/>
          </w:rPr>
          <w:fldChar w:fldCharType="begin"/>
        </w:r>
        <w:r w:rsidR="00A316BB">
          <w:rPr>
            <w:noProof/>
            <w:webHidden/>
          </w:rPr>
          <w:instrText xml:space="preserve"> PAGEREF _Toc42592546 \h </w:instrText>
        </w:r>
        <w:r w:rsidR="00A316BB">
          <w:rPr>
            <w:noProof/>
            <w:webHidden/>
          </w:rPr>
        </w:r>
        <w:r w:rsidR="00A316BB">
          <w:rPr>
            <w:noProof/>
            <w:webHidden/>
          </w:rPr>
          <w:fldChar w:fldCharType="separate"/>
        </w:r>
        <w:r w:rsidR="009A0638">
          <w:rPr>
            <w:noProof/>
            <w:webHidden/>
          </w:rPr>
          <w:t>7</w:t>
        </w:r>
        <w:r w:rsidR="00A316BB">
          <w:rPr>
            <w:noProof/>
            <w:webHidden/>
          </w:rPr>
          <w:fldChar w:fldCharType="end"/>
        </w:r>
      </w:hyperlink>
    </w:p>
    <w:p w14:paraId="5DE784C2" w14:textId="0F4B1B73" w:rsidR="00A316BB" w:rsidRDefault="00BD6ABC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2592547" w:history="1">
        <w:r w:rsidR="00A316BB" w:rsidRPr="005B3CB0">
          <w:rPr>
            <w:rStyle w:val="Hipercze"/>
            <w:noProof/>
          </w:rPr>
          <w:t>4.</w:t>
        </w:r>
        <w:r w:rsidR="00A316BB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A316BB" w:rsidRPr="005B3CB0">
          <w:rPr>
            <w:rStyle w:val="Hipercze"/>
            <w:noProof/>
          </w:rPr>
          <w:t>WSKAZANIA DOTYCZĄCE PRZEWIDYWANYCH ZAGROŻEŃ PRZY REALIZACJI ROBÓT BUDOWLANYCH</w:t>
        </w:r>
        <w:r w:rsidR="00A316BB">
          <w:rPr>
            <w:noProof/>
            <w:webHidden/>
          </w:rPr>
          <w:tab/>
        </w:r>
        <w:r w:rsidR="00A316BB">
          <w:rPr>
            <w:noProof/>
            <w:webHidden/>
          </w:rPr>
          <w:fldChar w:fldCharType="begin"/>
        </w:r>
        <w:r w:rsidR="00A316BB">
          <w:rPr>
            <w:noProof/>
            <w:webHidden/>
          </w:rPr>
          <w:instrText xml:space="preserve"> PAGEREF _Toc42592547 \h </w:instrText>
        </w:r>
        <w:r w:rsidR="00A316BB">
          <w:rPr>
            <w:noProof/>
            <w:webHidden/>
          </w:rPr>
        </w:r>
        <w:r w:rsidR="00A316BB">
          <w:rPr>
            <w:noProof/>
            <w:webHidden/>
          </w:rPr>
          <w:fldChar w:fldCharType="separate"/>
        </w:r>
        <w:r w:rsidR="009A0638">
          <w:rPr>
            <w:noProof/>
            <w:webHidden/>
          </w:rPr>
          <w:t>7</w:t>
        </w:r>
        <w:r w:rsidR="00A316BB">
          <w:rPr>
            <w:noProof/>
            <w:webHidden/>
          </w:rPr>
          <w:fldChar w:fldCharType="end"/>
        </w:r>
      </w:hyperlink>
    </w:p>
    <w:p w14:paraId="15DCF36D" w14:textId="7ED0A6DF" w:rsidR="00A316BB" w:rsidRDefault="00BD6ABC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2592548" w:history="1">
        <w:r w:rsidR="00A316BB" w:rsidRPr="005B3CB0">
          <w:rPr>
            <w:rStyle w:val="Hipercze"/>
            <w:noProof/>
          </w:rPr>
          <w:t>5.</w:t>
        </w:r>
        <w:r w:rsidR="00A316BB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A316BB" w:rsidRPr="005B3CB0">
          <w:rPr>
            <w:rStyle w:val="Hipercze"/>
            <w:noProof/>
          </w:rPr>
          <w:t>WSKAZANIE SPOSOBU PROWADZENIA INSTRUKTAŻU PRACOWNIKÓW PRZED REALIZACJĄ ROBÓT SZCZEGÓLNIE NIEBEZPIECZNYCH</w:t>
        </w:r>
        <w:r w:rsidR="00A316BB">
          <w:rPr>
            <w:noProof/>
            <w:webHidden/>
          </w:rPr>
          <w:tab/>
        </w:r>
        <w:r w:rsidR="00A316BB">
          <w:rPr>
            <w:noProof/>
            <w:webHidden/>
          </w:rPr>
          <w:fldChar w:fldCharType="begin"/>
        </w:r>
        <w:r w:rsidR="00A316BB">
          <w:rPr>
            <w:noProof/>
            <w:webHidden/>
          </w:rPr>
          <w:instrText xml:space="preserve"> PAGEREF _Toc42592548 \h </w:instrText>
        </w:r>
        <w:r w:rsidR="00A316BB">
          <w:rPr>
            <w:noProof/>
            <w:webHidden/>
          </w:rPr>
        </w:r>
        <w:r w:rsidR="00A316BB">
          <w:rPr>
            <w:noProof/>
            <w:webHidden/>
          </w:rPr>
          <w:fldChar w:fldCharType="separate"/>
        </w:r>
        <w:r w:rsidR="009A0638">
          <w:rPr>
            <w:noProof/>
            <w:webHidden/>
          </w:rPr>
          <w:t>7</w:t>
        </w:r>
        <w:r w:rsidR="00A316BB">
          <w:rPr>
            <w:noProof/>
            <w:webHidden/>
          </w:rPr>
          <w:fldChar w:fldCharType="end"/>
        </w:r>
      </w:hyperlink>
    </w:p>
    <w:p w14:paraId="5873541E" w14:textId="52E41F5E" w:rsidR="00A316BB" w:rsidRDefault="00BD6ABC">
      <w:pPr>
        <w:pStyle w:val="Spistreci2"/>
        <w:rPr>
          <w:rFonts w:eastAsiaTheme="minorEastAsia" w:cstheme="minorBidi"/>
          <w:b w:val="0"/>
          <w:noProof/>
          <w:sz w:val="22"/>
          <w:lang w:eastAsia="pl-PL"/>
        </w:rPr>
      </w:pPr>
      <w:hyperlink w:anchor="_Toc42592549" w:history="1">
        <w:r w:rsidR="00A316BB" w:rsidRPr="005B3CB0">
          <w:rPr>
            <w:rStyle w:val="Hipercze"/>
            <w:noProof/>
          </w:rPr>
          <w:t>6.</w:t>
        </w:r>
        <w:r w:rsidR="00A316BB">
          <w:rPr>
            <w:rFonts w:eastAsiaTheme="minorEastAsia" w:cstheme="minorBidi"/>
            <w:b w:val="0"/>
            <w:noProof/>
            <w:sz w:val="22"/>
            <w:lang w:eastAsia="pl-PL"/>
          </w:rPr>
          <w:tab/>
        </w:r>
        <w:r w:rsidR="00A316BB" w:rsidRPr="005B3CB0">
          <w:rPr>
            <w:rStyle w:val="Hipercze"/>
            <w:noProof/>
          </w:rPr>
          <w:t>WSKAZANIE ŚRODKÓW TECHNICZNYCH I ORGANIOZACYJNYCH ZAPOBIEGAJĄCYCH NIEBEZPIECZEŃSTWOM WYNIKAJĄCYM Z WYKONYWANIA ROBÓT BUDOWLANYCH W STREFACH SZCZEGÓLNEGO ZAGROŻENIA ZDROWIA LUB W ICH SĄSIEDZTWIE, W TYM ZAPEWNIAJĄCYCH BEZPIECZNĄ I SPRAWNĄ KOMUNIKACJĘ, UMOŻLIWIAJĄCĄ SZYBKĄ EWAKUACJĘ NA WYPADEK POŻARU, AWARII, I INNYCH ZAGROŻEŃ</w:t>
        </w:r>
        <w:r w:rsidR="00A316BB">
          <w:rPr>
            <w:noProof/>
            <w:webHidden/>
          </w:rPr>
          <w:tab/>
        </w:r>
        <w:r w:rsidR="00A316BB">
          <w:rPr>
            <w:noProof/>
            <w:webHidden/>
          </w:rPr>
          <w:fldChar w:fldCharType="begin"/>
        </w:r>
        <w:r w:rsidR="00A316BB">
          <w:rPr>
            <w:noProof/>
            <w:webHidden/>
          </w:rPr>
          <w:instrText xml:space="preserve"> PAGEREF _Toc42592549 \h </w:instrText>
        </w:r>
        <w:r w:rsidR="00A316BB">
          <w:rPr>
            <w:noProof/>
            <w:webHidden/>
          </w:rPr>
        </w:r>
        <w:r w:rsidR="00A316BB">
          <w:rPr>
            <w:noProof/>
            <w:webHidden/>
          </w:rPr>
          <w:fldChar w:fldCharType="separate"/>
        </w:r>
        <w:r w:rsidR="009A0638">
          <w:rPr>
            <w:noProof/>
            <w:webHidden/>
          </w:rPr>
          <w:t>8</w:t>
        </w:r>
        <w:r w:rsidR="00A316BB">
          <w:rPr>
            <w:noProof/>
            <w:webHidden/>
          </w:rPr>
          <w:fldChar w:fldCharType="end"/>
        </w:r>
      </w:hyperlink>
    </w:p>
    <w:p w14:paraId="14FECBEC" w14:textId="5B6EF397" w:rsidR="003C053B" w:rsidRDefault="003C053B" w:rsidP="003C053B">
      <w:pPr>
        <w:tabs>
          <w:tab w:val="right" w:leader="dot" w:pos="9356"/>
        </w:tabs>
        <w:ind w:firstLine="0"/>
        <w:rPr>
          <w:b/>
          <w:sz w:val="23"/>
          <w:szCs w:val="23"/>
        </w:rPr>
      </w:pPr>
      <w:r w:rsidRPr="00ED53A2">
        <w:rPr>
          <w:b/>
          <w:sz w:val="23"/>
          <w:szCs w:val="23"/>
        </w:rPr>
        <w:fldChar w:fldCharType="end"/>
      </w:r>
    </w:p>
    <w:p w14:paraId="0DE1DAB4" w14:textId="77777777" w:rsidR="003C053B" w:rsidRDefault="003C053B" w:rsidP="003C053B">
      <w:pPr>
        <w:suppressAutoHyphens w:val="0"/>
        <w:spacing w:after="200" w:line="276" w:lineRule="auto"/>
        <w:ind w:firstLine="0"/>
        <w:jc w:val="left"/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14:paraId="2C8FE72F" w14:textId="2A0C2D5A" w:rsidR="003C053B" w:rsidRPr="00262B2A" w:rsidRDefault="003C053B" w:rsidP="003C053B">
      <w:pPr>
        <w:pStyle w:val="Nagwek0"/>
      </w:pPr>
      <w:bookmarkStart w:id="2" w:name="_Toc42592541"/>
      <w:r w:rsidRPr="00262B2A">
        <w:lastRenderedPageBreak/>
        <w:t>PODSTAWA OPRACOWANIA</w:t>
      </w:r>
      <w:bookmarkEnd w:id="2"/>
    </w:p>
    <w:p w14:paraId="27A4CDF8" w14:textId="77777777" w:rsidR="003C053B" w:rsidRPr="003A1B4E" w:rsidRDefault="003C053B" w:rsidP="003C053B">
      <w:r w:rsidRPr="003A1B4E">
        <w:t>Podstawą opracowania są:</w:t>
      </w:r>
    </w:p>
    <w:p w14:paraId="787E590A" w14:textId="1F7DA540" w:rsidR="003C053B" w:rsidRPr="00C46E70" w:rsidRDefault="003C053B" w:rsidP="003C053B">
      <w:pPr>
        <w:pStyle w:val="Akapitzlist"/>
        <w:numPr>
          <w:ilvl w:val="0"/>
          <w:numId w:val="18"/>
        </w:numPr>
      </w:pPr>
      <w:r>
        <w:t xml:space="preserve">Umowa </w:t>
      </w:r>
      <w:r w:rsidRPr="00024B5A">
        <w:t>nr ZDP.0221.5.2019 z dnia 08-11-2019r</w:t>
      </w:r>
    </w:p>
    <w:p w14:paraId="222ACC72" w14:textId="77777777" w:rsidR="003C053B" w:rsidRDefault="003C053B" w:rsidP="003C053B">
      <w:pPr>
        <w:pStyle w:val="Akapitzlist"/>
        <w:numPr>
          <w:ilvl w:val="0"/>
          <w:numId w:val="18"/>
        </w:numPr>
      </w:pPr>
      <w:r>
        <w:t>Szczegółowy o</w:t>
      </w:r>
      <w:r w:rsidRPr="00EB26F5">
        <w:t>pis przedmiotu zamówienia</w:t>
      </w:r>
    </w:p>
    <w:p w14:paraId="5EF1F5F9" w14:textId="77777777" w:rsidR="003C053B" w:rsidRPr="003A1B4E" w:rsidRDefault="003C053B" w:rsidP="003C053B">
      <w:pPr>
        <w:pStyle w:val="Akapitzlist"/>
        <w:numPr>
          <w:ilvl w:val="0"/>
          <w:numId w:val="18"/>
        </w:numPr>
      </w:pPr>
      <w:r w:rsidRPr="003A1B4E">
        <w:t>Rozporządzenie Ministra Infrastruktury z dnia 23 czerwca 2003 r. Dz. U. Nr 120 poz.1126</w:t>
      </w:r>
    </w:p>
    <w:p w14:paraId="03763305" w14:textId="77777777" w:rsidR="003C053B" w:rsidRPr="00495A2E" w:rsidRDefault="003C053B" w:rsidP="003C053B">
      <w:pPr>
        <w:suppressAutoHyphens w:val="0"/>
        <w:spacing w:after="200" w:line="276" w:lineRule="auto"/>
        <w:ind w:firstLine="0"/>
        <w:jc w:val="left"/>
      </w:pPr>
      <w:r w:rsidRPr="00495A2E">
        <w:br w:type="page"/>
      </w:r>
    </w:p>
    <w:p w14:paraId="688FE6F5" w14:textId="68F631F3" w:rsidR="003C053B" w:rsidRDefault="003C053B" w:rsidP="003C053B">
      <w:pPr>
        <w:pStyle w:val="Nagwek2"/>
      </w:pPr>
      <w:bookmarkStart w:id="3" w:name="_Toc42592542"/>
      <w:r>
        <w:lastRenderedPageBreak/>
        <w:t xml:space="preserve">ZAKRES ROBÓT DLA CAŁEGO ZAMIERZENIA BUDOWLANEGO ORAZ KOLEJNOŚĆ REALIZACJI </w:t>
      </w:r>
      <w:r w:rsidRPr="003A1B4E">
        <w:t>POSZCZEGÓLNYCH</w:t>
      </w:r>
      <w:r>
        <w:t xml:space="preserve"> OBIEKTÓW</w:t>
      </w:r>
      <w:bookmarkEnd w:id="3"/>
    </w:p>
    <w:p w14:paraId="739C4248" w14:textId="02282618" w:rsidR="003C053B" w:rsidRDefault="003C053B" w:rsidP="003C053B">
      <w:pPr>
        <w:pStyle w:val="Nagwek3"/>
      </w:pPr>
      <w:bookmarkStart w:id="4" w:name="_Toc42592543"/>
      <w:r>
        <w:t>ZAKRES INWESTYCJI</w:t>
      </w:r>
      <w:bookmarkEnd w:id="4"/>
    </w:p>
    <w:p w14:paraId="4CA7B8F8" w14:textId="0316213A" w:rsidR="003C053B" w:rsidRPr="00260D69" w:rsidRDefault="003C053B" w:rsidP="003C053B">
      <w:pPr>
        <w:pStyle w:val="Akapitzlist"/>
        <w:ind w:left="0"/>
      </w:pPr>
      <w:r w:rsidRPr="00260D69">
        <w:t xml:space="preserve">Przedmiotem inwestycji jest </w:t>
      </w:r>
      <w:r w:rsidR="005C3180" w:rsidRPr="00260D69">
        <w:t>przebudowa mostu drogowego</w:t>
      </w:r>
      <w:r w:rsidRPr="00260D69">
        <w:t>, realizowan</w:t>
      </w:r>
      <w:r w:rsidR="005C3180" w:rsidRPr="00260D69">
        <w:t>a</w:t>
      </w:r>
      <w:r w:rsidRPr="00260D69">
        <w:t xml:space="preserve"> w ramach zadania: </w:t>
      </w:r>
      <w:r w:rsidR="005C3180" w:rsidRPr="00260D69">
        <w:rPr>
          <w:b/>
        </w:rPr>
        <w:t>„Przebudowa drogi powiatowej nr 1004R Zaklików – Borów wraz z przebudową mostu na rzece Sanna</w:t>
      </w:r>
      <w:r w:rsidRPr="00260D69">
        <w:rPr>
          <w:b/>
        </w:rPr>
        <w:t>”.</w:t>
      </w:r>
    </w:p>
    <w:p w14:paraId="7F2E9888" w14:textId="77777777" w:rsidR="005C3180" w:rsidRPr="00260D69" w:rsidRDefault="005C3180" w:rsidP="005C3180">
      <w:pPr>
        <w:pStyle w:val="Akapitzlist"/>
        <w:ind w:left="0"/>
      </w:pPr>
      <w:r w:rsidRPr="00260D69">
        <w:t xml:space="preserve">W ramach inwestycji zgodnie ze szczegółowym opisem przedmiotu zamówienia oraz zgodnie </w:t>
      </w:r>
      <w:r w:rsidRPr="00260D69">
        <w:br/>
        <w:t>z wydaną decyzją o środowiskowych uwarunkowaniach zaprojektowano wykonanie:</w:t>
      </w:r>
    </w:p>
    <w:p w14:paraId="399E9B7A" w14:textId="77777777" w:rsidR="005C3180" w:rsidRPr="00260D69" w:rsidRDefault="005C3180" w:rsidP="005C3180">
      <w:pPr>
        <w:pStyle w:val="Akapitzlist"/>
        <w:numPr>
          <w:ilvl w:val="0"/>
          <w:numId w:val="12"/>
        </w:numPr>
        <w:jc w:val="left"/>
      </w:pPr>
      <w:bookmarkStart w:id="5" w:name="_Hlk17798450"/>
      <w:r w:rsidRPr="00260D69">
        <w:t xml:space="preserve">remoncie konstrukcji przęseł mostu poprzez wymianę belek prefabrykowanych na nowe oraz odtworzeniu </w:t>
      </w:r>
      <w:proofErr w:type="spellStart"/>
      <w:r w:rsidRPr="00260D69">
        <w:t>nadbetonu</w:t>
      </w:r>
      <w:proofErr w:type="spellEnd"/>
      <w:r w:rsidRPr="00260D69">
        <w:t xml:space="preserve"> (płyty zespalającej) dźwigarów (belek strunobetonowych), </w:t>
      </w:r>
    </w:p>
    <w:p w14:paraId="14BF7642" w14:textId="77777777" w:rsidR="005C3180" w:rsidRPr="00260D69" w:rsidRDefault="005C3180" w:rsidP="005C3180">
      <w:pPr>
        <w:pStyle w:val="Akapitzlist"/>
        <w:numPr>
          <w:ilvl w:val="0"/>
          <w:numId w:val="12"/>
        </w:numPr>
        <w:jc w:val="left"/>
      </w:pPr>
      <w:r w:rsidRPr="00260D69">
        <w:t>remoncie podpór skrajnych (przyczółków) z wykorzystaniem istniejącego fundamentu palowego,</w:t>
      </w:r>
    </w:p>
    <w:p w14:paraId="10287AC7" w14:textId="77777777" w:rsidR="005C3180" w:rsidRPr="00260D69" w:rsidRDefault="005C3180" w:rsidP="005C3180">
      <w:pPr>
        <w:pStyle w:val="Akapitzlist"/>
        <w:numPr>
          <w:ilvl w:val="0"/>
          <w:numId w:val="12"/>
        </w:numPr>
        <w:jc w:val="left"/>
      </w:pPr>
      <w:r w:rsidRPr="00260D69">
        <w:t>remoncie podpór pośrednich (filarów) polegających na adaptacji górnej części filarów (rygli poziomych) oraz powierzchniowej naprawie betonu słupów filarów,</w:t>
      </w:r>
    </w:p>
    <w:p w14:paraId="7BFACBA1" w14:textId="77777777" w:rsidR="005C3180" w:rsidRPr="00260D69" w:rsidRDefault="005C3180" w:rsidP="005C3180">
      <w:pPr>
        <w:pStyle w:val="Akapitzlist"/>
        <w:numPr>
          <w:ilvl w:val="0"/>
          <w:numId w:val="12"/>
        </w:numPr>
        <w:jc w:val="left"/>
      </w:pPr>
      <w:r w:rsidRPr="00260D69">
        <w:t>remoncie płyt przejściowych,</w:t>
      </w:r>
    </w:p>
    <w:p w14:paraId="5F62C730" w14:textId="77777777" w:rsidR="005C3180" w:rsidRPr="00260D69" w:rsidRDefault="005C3180" w:rsidP="005C3180">
      <w:pPr>
        <w:pStyle w:val="Akapitzlist"/>
        <w:numPr>
          <w:ilvl w:val="0"/>
          <w:numId w:val="12"/>
        </w:numPr>
        <w:jc w:val="left"/>
      </w:pPr>
      <w:r w:rsidRPr="00260D69">
        <w:t xml:space="preserve">przebudowie nawierzchni jezdni i chodników na obiekcie i dojazdach, </w:t>
      </w:r>
    </w:p>
    <w:p w14:paraId="6B806543" w14:textId="77777777" w:rsidR="005C3180" w:rsidRPr="00260D69" w:rsidRDefault="005C3180" w:rsidP="005C3180">
      <w:pPr>
        <w:pStyle w:val="Akapitzlist"/>
        <w:numPr>
          <w:ilvl w:val="0"/>
          <w:numId w:val="12"/>
        </w:numPr>
        <w:jc w:val="left"/>
      </w:pPr>
      <w:r w:rsidRPr="00260D69">
        <w:t>przebudowie urządzeń dylatacyjnych,</w:t>
      </w:r>
    </w:p>
    <w:p w14:paraId="37B9999A" w14:textId="77777777" w:rsidR="005C3180" w:rsidRPr="00260D69" w:rsidRDefault="005C3180" w:rsidP="005C3180">
      <w:pPr>
        <w:pStyle w:val="Akapitzlist"/>
        <w:numPr>
          <w:ilvl w:val="0"/>
          <w:numId w:val="12"/>
        </w:numPr>
        <w:jc w:val="left"/>
      </w:pPr>
      <w:r w:rsidRPr="00260D69">
        <w:t>przebudowie urządzeń BRD,</w:t>
      </w:r>
    </w:p>
    <w:p w14:paraId="66466FE7" w14:textId="77777777" w:rsidR="005C3180" w:rsidRPr="00260D69" w:rsidRDefault="005C3180" w:rsidP="005C3180">
      <w:pPr>
        <w:pStyle w:val="Akapitzlist"/>
        <w:numPr>
          <w:ilvl w:val="0"/>
          <w:numId w:val="12"/>
        </w:numPr>
        <w:jc w:val="left"/>
      </w:pPr>
      <w:r w:rsidRPr="00260D69">
        <w:t xml:space="preserve">odtworzeniu elementów wyposażenia, </w:t>
      </w:r>
    </w:p>
    <w:p w14:paraId="373FCB48" w14:textId="77777777" w:rsidR="005C3180" w:rsidRPr="00260D69" w:rsidRDefault="005C3180" w:rsidP="005C3180">
      <w:pPr>
        <w:pStyle w:val="Akapitzlist"/>
        <w:numPr>
          <w:ilvl w:val="0"/>
          <w:numId w:val="12"/>
        </w:numPr>
        <w:jc w:val="left"/>
      </w:pPr>
      <w:r w:rsidRPr="00260D69">
        <w:t>wykonanie ramp zejściowych na dojazdach,</w:t>
      </w:r>
    </w:p>
    <w:p w14:paraId="2566653F" w14:textId="77777777" w:rsidR="005C3180" w:rsidRPr="00260D69" w:rsidRDefault="005C3180" w:rsidP="005C3180">
      <w:pPr>
        <w:pStyle w:val="Akapitzlist"/>
        <w:numPr>
          <w:ilvl w:val="0"/>
          <w:numId w:val="12"/>
        </w:numPr>
        <w:jc w:val="left"/>
      </w:pPr>
      <w:r w:rsidRPr="00260D69">
        <w:t xml:space="preserve">uzupełnieniu i remoncie stożków nasypów przy przyczółkach w tym odbudowa umocnienia stożków oraz umocnienia powierzchniowego skarp/terenu pod obiektem, </w:t>
      </w:r>
    </w:p>
    <w:p w14:paraId="6446DE6D" w14:textId="77777777" w:rsidR="005C3180" w:rsidRPr="00260D69" w:rsidRDefault="005C3180" w:rsidP="005C3180">
      <w:pPr>
        <w:pStyle w:val="Akapitzlist"/>
        <w:numPr>
          <w:ilvl w:val="0"/>
          <w:numId w:val="12"/>
        </w:numPr>
        <w:jc w:val="left"/>
      </w:pPr>
      <w:r w:rsidRPr="00260D69">
        <w:t>oczyszczenie i odmulenie rowów drogowych,</w:t>
      </w:r>
    </w:p>
    <w:p w14:paraId="0DCFF2D0" w14:textId="77777777" w:rsidR="005C3180" w:rsidRPr="00260D69" w:rsidRDefault="005C3180" w:rsidP="005C3180">
      <w:pPr>
        <w:pStyle w:val="Akapitzlist"/>
        <w:numPr>
          <w:ilvl w:val="0"/>
          <w:numId w:val="12"/>
        </w:numPr>
        <w:jc w:val="left"/>
      </w:pPr>
      <w:r w:rsidRPr="00260D69">
        <w:t>remoncie istniejących umocnień brzegów koryta poprzez wykonanie umocnienia brzegów faszyną oraz narzutem kamiennym.</w:t>
      </w:r>
    </w:p>
    <w:p w14:paraId="7DA2C8A9" w14:textId="77777777" w:rsidR="005C3180" w:rsidRPr="00260D69" w:rsidRDefault="005C3180" w:rsidP="005C3180">
      <w:pPr>
        <w:ind w:firstLine="0"/>
      </w:pPr>
      <w:r w:rsidRPr="00260D69">
        <w:t xml:space="preserve">W ramach przebudowy obiektu mostowego zaprojektowano wykonanie adaptacji dojazdów do obiektu </w:t>
      </w:r>
      <w:r w:rsidRPr="00260D69">
        <w:br/>
        <w:t>w niezbędnym zakresie umożliwiającym dowiązanie niwelety drogi w zakresie wysokościowym.</w:t>
      </w:r>
    </w:p>
    <w:p w14:paraId="68F8F6F3" w14:textId="77777777" w:rsidR="005C3180" w:rsidRPr="00260D69" w:rsidRDefault="005C3180" w:rsidP="005C3180">
      <w:pPr>
        <w:ind w:firstLine="0"/>
      </w:pPr>
      <w:r w:rsidRPr="00260D69">
        <w:t>Zgodnie z obowiązującymi przepisami w zakresie dróg publicznych na odcinku drogi objętym opracowaniem zaprojektowano wykonania odcinka kanału technologicznego.</w:t>
      </w:r>
    </w:p>
    <w:p w14:paraId="345DA599" w14:textId="3226B659" w:rsidR="003C053B" w:rsidRPr="00260D69" w:rsidRDefault="005C3180" w:rsidP="005C3180">
      <w:pPr>
        <w:pStyle w:val="Akapitzlist"/>
        <w:ind w:left="0"/>
      </w:pPr>
      <w:r w:rsidRPr="00260D69">
        <w:t>Roboty budowlane zostaną wykonane w jednym etapie. Ewentualne fazy wykonania robot/obiektów wynikać będą z kolejności realizacji inwestycji</w:t>
      </w:r>
      <w:bookmarkEnd w:id="5"/>
      <w:r w:rsidRPr="00260D69">
        <w:t xml:space="preserve"> oraz możliwości Wykonawcy</w:t>
      </w:r>
      <w:r w:rsidR="003C053B" w:rsidRPr="00260D69">
        <w:t xml:space="preserve">.  </w:t>
      </w:r>
    </w:p>
    <w:p w14:paraId="07A6BC79" w14:textId="387232E9" w:rsidR="003C053B" w:rsidRPr="00260D69" w:rsidRDefault="003C053B" w:rsidP="003C053B">
      <w:pPr>
        <w:pStyle w:val="Nagwek3"/>
      </w:pPr>
      <w:bookmarkStart w:id="6" w:name="_Toc42592544"/>
      <w:r w:rsidRPr="00260D69">
        <w:t>KOLEJNOŚĆ REALIZACJI INWESTYCJI</w:t>
      </w:r>
      <w:bookmarkEnd w:id="6"/>
    </w:p>
    <w:p w14:paraId="229911ED" w14:textId="77777777" w:rsidR="003C053B" w:rsidRPr="00260D69" w:rsidRDefault="003C053B" w:rsidP="003C053B">
      <w:pPr>
        <w:pStyle w:val="Akapitzlist"/>
        <w:ind w:left="0"/>
      </w:pPr>
      <w:r w:rsidRPr="00260D69">
        <w:rPr>
          <w:spacing w:val="-3"/>
          <w:szCs w:val="24"/>
        </w:rPr>
        <w:t>Inwestycja będzie realizowana przy zachowaniu następującej kolejności dla poszczególnych elementów robót:</w:t>
      </w:r>
    </w:p>
    <w:p w14:paraId="65516BC4" w14:textId="4959CCA8" w:rsidR="003C053B" w:rsidRPr="005E28A7" w:rsidRDefault="00A357E8" w:rsidP="003C053B">
      <w:pPr>
        <w:pStyle w:val="Akapitzlist"/>
        <w:numPr>
          <w:ilvl w:val="0"/>
          <w:numId w:val="11"/>
        </w:numPr>
      </w:pPr>
      <w:r w:rsidRPr="00260D69">
        <w:t>w</w:t>
      </w:r>
      <w:r w:rsidR="005C3180" w:rsidRPr="00260D69">
        <w:t xml:space="preserve">prowadzenie tymczasowej organizacji </w:t>
      </w:r>
      <w:r w:rsidR="005C3180">
        <w:t>ruchu</w:t>
      </w:r>
      <w:r w:rsidR="003C053B" w:rsidRPr="005E28A7">
        <w:t>,</w:t>
      </w:r>
    </w:p>
    <w:p w14:paraId="3D11C0CC" w14:textId="77777777" w:rsidR="003C053B" w:rsidRPr="005E28A7" w:rsidRDefault="003C053B" w:rsidP="003C053B">
      <w:pPr>
        <w:pStyle w:val="Akapitzlist"/>
        <w:numPr>
          <w:ilvl w:val="0"/>
          <w:numId w:val="11"/>
        </w:numPr>
      </w:pPr>
      <w:r w:rsidRPr="005E28A7">
        <w:lastRenderedPageBreak/>
        <w:t>roboty przygotowawcze,</w:t>
      </w:r>
    </w:p>
    <w:p w14:paraId="37723301" w14:textId="7277CE18" w:rsidR="003C053B" w:rsidRPr="005E28A7" w:rsidRDefault="003C053B" w:rsidP="003C053B">
      <w:pPr>
        <w:pStyle w:val="Akapitzlist"/>
        <w:numPr>
          <w:ilvl w:val="0"/>
          <w:numId w:val="11"/>
        </w:numPr>
      </w:pPr>
      <w:r w:rsidRPr="005E28A7">
        <w:t xml:space="preserve">rozebranie konstrukcji nawierzchni na istniejącym obiekcie i na dojazdach do obiektu w zakresie </w:t>
      </w:r>
      <w:r w:rsidR="00A357E8">
        <w:t>przebudowy dojazdów</w:t>
      </w:r>
      <w:r w:rsidRPr="005E28A7">
        <w:t>,</w:t>
      </w:r>
    </w:p>
    <w:p w14:paraId="331B8601" w14:textId="77777777" w:rsidR="003C053B" w:rsidRPr="005E28A7" w:rsidRDefault="003C053B" w:rsidP="003C053B">
      <w:pPr>
        <w:pStyle w:val="Akapitzlist"/>
        <w:numPr>
          <w:ilvl w:val="0"/>
          <w:numId w:val="11"/>
        </w:numPr>
      </w:pPr>
      <w:r w:rsidRPr="005E28A7">
        <w:t>roboty ziemne – wykopy;</w:t>
      </w:r>
    </w:p>
    <w:p w14:paraId="41F0A9A2" w14:textId="1A36EB36" w:rsidR="003C053B" w:rsidRPr="005E28A7" w:rsidRDefault="00A357E8" w:rsidP="003C053B">
      <w:pPr>
        <w:pStyle w:val="Akapitzlist"/>
        <w:numPr>
          <w:ilvl w:val="0"/>
          <w:numId w:val="11"/>
        </w:numPr>
      </w:pPr>
      <w:r>
        <w:t>rozbiórka przewidzianych w dokumentacji fragmentów obiektu</w:t>
      </w:r>
      <w:r w:rsidR="003C053B" w:rsidRPr="005E28A7">
        <w:t>,</w:t>
      </w:r>
    </w:p>
    <w:p w14:paraId="48A87A73" w14:textId="3BB761C9" w:rsidR="003C053B" w:rsidRPr="005E28A7" w:rsidRDefault="008E4A41" w:rsidP="003C053B">
      <w:pPr>
        <w:pStyle w:val="Akapitzlist"/>
        <w:numPr>
          <w:ilvl w:val="0"/>
          <w:numId w:val="11"/>
        </w:numPr>
      </w:pPr>
      <w:r>
        <w:t>remont podpór skrajnych (odtworzenie podpór) w tym adaptacja fundamentów,</w:t>
      </w:r>
    </w:p>
    <w:p w14:paraId="131A3BFB" w14:textId="57C7B8CE" w:rsidR="008E4A41" w:rsidRDefault="008E4A41" w:rsidP="003C053B">
      <w:pPr>
        <w:pStyle w:val="Akapitzlist"/>
        <w:numPr>
          <w:ilvl w:val="0"/>
          <w:numId w:val="11"/>
        </w:numPr>
      </w:pPr>
      <w:r>
        <w:t>remont podpór pośrednich – filarów</w:t>
      </w:r>
    </w:p>
    <w:p w14:paraId="026E7C60" w14:textId="27E8AB40" w:rsidR="003C053B" w:rsidRPr="005E28A7" w:rsidRDefault="008E4A41" w:rsidP="003C053B">
      <w:pPr>
        <w:pStyle w:val="Akapitzlist"/>
        <w:numPr>
          <w:ilvl w:val="0"/>
          <w:numId w:val="11"/>
        </w:numPr>
      </w:pPr>
      <w:r>
        <w:t xml:space="preserve">remont przęseł obiektu (ułożenie nowych belek prefabrykowanych i </w:t>
      </w:r>
      <w:r w:rsidR="003C053B" w:rsidRPr="005E28A7">
        <w:t xml:space="preserve">wykonanie </w:t>
      </w:r>
      <w:r>
        <w:t>nowej płyty zespalającej (</w:t>
      </w:r>
      <w:proofErr w:type="spellStart"/>
      <w:r>
        <w:t>nadbetonu</w:t>
      </w:r>
      <w:proofErr w:type="spellEnd"/>
      <w:r>
        <w:t>)</w:t>
      </w:r>
      <w:r w:rsidR="003C053B" w:rsidRPr="005E28A7">
        <w:t>,</w:t>
      </w:r>
    </w:p>
    <w:p w14:paraId="63A6263F" w14:textId="0E7B605E" w:rsidR="003C053B" w:rsidRPr="005E28A7" w:rsidRDefault="003C053B" w:rsidP="003C053B">
      <w:pPr>
        <w:pStyle w:val="Akapitzlist"/>
        <w:numPr>
          <w:ilvl w:val="0"/>
          <w:numId w:val="11"/>
        </w:numPr>
      </w:pPr>
      <w:r w:rsidRPr="005E28A7">
        <w:t>wykonanie zasypki za przyczółkami obiektu</w:t>
      </w:r>
      <w:r w:rsidR="008E4A41">
        <w:t xml:space="preserve"> i remontu płyt przejściowych</w:t>
      </w:r>
      <w:r w:rsidRPr="005E28A7">
        <w:t>,</w:t>
      </w:r>
    </w:p>
    <w:p w14:paraId="111AAFC5" w14:textId="77777777" w:rsidR="008E4A41" w:rsidRDefault="008E4A41" w:rsidP="009B1234">
      <w:pPr>
        <w:pStyle w:val="Akapitzlist"/>
        <w:numPr>
          <w:ilvl w:val="0"/>
          <w:numId w:val="11"/>
        </w:numPr>
      </w:pPr>
      <w:r>
        <w:t xml:space="preserve">przebudowa dojazdów do mostu, </w:t>
      </w:r>
    </w:p>
    <w:p w14:paraId="041590DC" w14:textId="079226AE" w:rsidR="003C053B" w:rsidRPr="005E28A7" w:rsidRDefault="003C053B" w:rsidP="009B1234">
      <w:pPr>
        <w:pStyle w:val="Akapitzlist"/>
        <w:numPr>
          <w:ilvl w:val="0"/>
          <w:numId w:val="11"/>
        </w:numPr>
      </w:pPr>
      <w:r w:rsidRPr="005E28A7">
        <w:t xml:space="preserve">wykonanie odwodnienia mostu poprzez wykonanie wpustów, kolektorów, odcinka kanalizacji </w:t>
      </w:r>
      <w:r w:rsidR="008E4A41">
        <w:t xml:space="preserve">i </w:t>
      </w:r>
      <w:r w:rsidRPr="005E28A7">
        <w:t>wylotu  projektowanego systemu odwodnienia mostu do rowu drogowego,</w:t>
      </w:r>
    </w:p>
    <w:p w14:paraId="4A62FA33" w14:textId="114F9934" w:rsidR="003C053B" w:rsidRPr="005E28A7" w:rsidRDefault="008E4A41" w:rsidP="003C053B">
      <w:pPr>
        <w:pStyle w:val="Akapitzlist"/>
        <w:numPr>
          <w:ilvl w:val="0"/>
          <w:numId w:val="11"/>
        </w:numPr>
      </w:pPr>
      <w:r>
        <w:t>odtworzenie rowu drogowego wraz z odcinkowym jego umocnieniem</w:t>
      </w:r>
      <w:r w:rsidR="003C053B" w:rsidRPr="005E28A7">
        <w:t xml:space="preserve">, </w:t>
      </w:r>
    </w:p>
    <w:p w14:paraId="7BD99FB5" w14:textId="77777777" w:rsidR="003C053B" w:rsidRPr="005E28A7" w:rsidRDefault="003C053B" w:rsidP="003C053B">
      <w:pPr>
        <w:pStyle w:val="Akapitzlist"/>
        <w:numPr>
          <w:ilvl w:val="0"/>
          <w:numId w:val="11"/>
        </w:numPr>
      </w:pPr>
      <w:r w:rsidRPr="005E28A7">
        <w:t>wykonanie nasypów oraz umocnienie skarp nasypów,</w:t>
      </w:r>
    </w:p>
    <w:p w14:paraId="66D0D159" w14:textId="77777777" w:rsidR="003C053B" w:rsidRPr="005E28A7" w:rsidRDefault="003C053B" w:rsidP="003C053B">
      <w:pPr>
        <w:pStyle w:val="Akapitzlist"/>
        <w:numPr>
          <w:ilvl w:val="0"/>
          <w:numId w:val="11"/>
        </w:numPr>
      </w:pPr>
      <w:r w:rsidRPr="005E28A7">
        <w:t xml:space="preserve">wykonanie schodów </w:t>
      </w:r>
      <w:proofErr w:type="spellStart"/>
      <w:r w:rsidRPr="005E28A7">
        <w:t>naskarpowych</w:t>
      </w:r>
      <w:proofErr w:type="spellEnd"/>
      <w:r w:rsidRPr="005E28A7">
        <w:t>,</w:t>
      </w:r>
    </w:p>
    <w:p w14:paraId="73FC2111" w14:textId="77777777" w:rsidR="003C053B" w:rsidRPr="005E28A7" w:rsidRDefault="003C053B" w:rsidP="003C053B">
      <w:pPr>
        <w:pStyle w:val="Akapitzlist"/>
        <w:numPr>
          <w:ilvl w:val="0"/>
          <w:numId w:val="11"/>
        </w:numPr>
      </w:pPr>
      <w:r w:rsidRPr="005E28A7">
        <w:t>wykonanie konstrukcji nawierzchni drogi,</w:t>
      </w:r>
    </w:p>
    <w:p w14:paraId="0E7272E3" w14:textId="77777777" w:rsidR="003C053B" w:rsidRPr="005E28A7" w:rsidRDefault="003C053B" w:rsidP="003C053B">
      <w:pPr>
        <w:pStyle w:val="Akapitzlist"/>
        <w:numPr>
          <w:ilvl w:val="0"/>
          <w:numId w:val="11"/>
        </w:numPr>
      </w:pPr>
      <w:r w:rsidRPr="005E28A7">
        <w:t>wykonanie wyposażenia obiektu,</w:t>
      </w:r>
    </w:p>
    <w:p w14:paraId="57AE37BE" w14:textId="47C87595" w:rsidR="003C053B" w:rsidRPr="005E28A7" w:rsidRDefault="008E4A41" w:rsidP="003C053B">
      <w:pPr>
        <w:pStyle w:val="Akapitzlist"/>
        <w:numPr>
          <w:ilvl w:val="0"/>
          <w:numId w:val="11"/>
        </w:numPr>
      </w:pPr>
      <w:r>
        <w:t>remont</w:t>
      </w:r>
      <w:r w:rsidR="003C053B" w:rsidRPr="005E28A7">
        <w:t xml:space="preserve"> </w:t>
      </w:r>
      <w:r>
        <w:t xml:space="preserve">umocnienia </w:t>
      </w:r>
      <w:r w:rsidR="003C053B" w:rsidRPr="005E28A7">
        <w:t xml:space="preserve">brzegów koryta </w:t>
      </w:r>
      <w:r>
        <w:t>rzeki</w:t>
      </w:r>
      <w:r w:rsidR="003C053B" w:rsidRPr="005E28A7">
        <w:t>,</w:t>
      </w:r>
    </w:p>
    <w:p w14:paraId="519D6697" w14:textId="7053B915" w:rsidR="003C053B" w:rsidRPr="005E28A7" w:rsidRDefault="003C053B" w:rsidP="003C053B">
      <w:pPr>
        <w:pStyle w:val="Akapitzlist"/>
        <w:numPr>
          <w:ilvl w:val="0"/>
          <w:numId w:val="11"/>
        </w:numPr>
      </w:pPr>
      <w:r w:rsidRPr="005E28A7">
        <w:t xml:space="preserve">wykonanie urządzeń bezpieczeństwa ruchu (bariery energochłonne, </w:t>
      </w:r>
      <w:proofErr w:type="spellStart"/>
      <w:r w:rsidRPr="005E28A7">
        <w:t>barieroporęcze</w:t>
      </w:r>
      <w:proofErr w:type="spellEnd"/>
      <w:r w:rsidRPr="005E28A7">
        <w:t>),</w:t>
      </w:r>
    </w:p>
    <w:p w14:paraId="663861F8" w14:textId="77777777" w:rsidR="008E4A41" w:rsidRDefault="003C053B" w:rsidP="0023651B">
      <w:pPr>
        <w:pStyle w:val="Akapitzlist"/>
        <w:numPr>
          <w:ilvl w:val="0"/>
          <w:numId w:val="11"/>
        </w:numPr>
      </w:pPr>
      <w:r w:rsidRPr="005E28A7">
        <w:t>oczyszczenie i rekultywacja terenu robót</w:t>
      </w:r>
    </w:p>
    <w:p w14:paraId="1C7A5851" w14:textId="6FA23406" w:rsidR="003C053B" w:rsidRPr="005E28A7" w:rsidRDefault="008E4A41" w:rsidP="0023651B">
      <w:pPr>
        <w:pStyle w:val="Akapitzlist"/>
        <w:numPr>
          <w:ilvl w:val="0"/>
          <w:numId w:val="11"/>
        </w:numPr>
      </w:pPr>
      <w:r>
        <w:t>wprowadzenie stałej organizacji ruchu</w:t>
      </w:r>
      <w:r w:rsidR="003C053B" w:rsidRPr="005E28A7">
        <w:t>.</w:t>
      </w:r>
    </w:p>
    <w:p w14:paraId="1C9ACBD5" w14:textId="09287022" w:rsidR="003C053B" w:rsidRPr="005705DC" w:rsidRDefault="003C053B" w:rsidP="003C053B">
      <w:pPr>
        <w:ind w:firstLine="0"/>
      </w:pPr>
      <w:r w:rsidRPr="005E28A7">
        <w:t xml:space="preserve">Roboty budowlane zostaną wykonane w jednym etapie. Ewentualne fazy wykonania robot/obiektów wynikać będą z kolejności realizacji inwestycji </w:t>
      </w:r>
      <w:r w:rsidR="008E4A41">
        <w:t>przyjętej przez Wykonawcę robot.</w:t>
      </w:r>
    </w:p>
    <w:p w14:paraId="798A6AE4" w14:textId="798C1015" w:rsidR="003C053B" w:rsidRDefault="003C053B" w:rsidP="003C053B">
      <w:pPr>
        <w:pStyle w:val="Nagwek2"/>
      </w:pPr>
      <w:bookmarkStart w:id="7" w:name="_Toc42592545"/>
      <w:r>
        <w:t>WYKAZ ISTNIEJĄCYCH OBIEKTÓW BUDOWLANYCH</w:t>
      </w:r>
      <w:bookmarkEnd w:id="7"/>
    </w:p>
    <w:p w14:paraId="4E3395BA" w14:textId="77777777" w:rsidR="003C053B" w:rsidRDefault="003C053B" w:rsidP="003C053B">
      <w:pPr>
        <w:pStyle w:val="Akapitzlist"/>
        <w:ind w:left="0"/>
      </w:pPr>
      <w:r>
        <w:t xml:space="preserve">W </w:t>
      </w:r>
      <w:r w:rsidRPr="00890590">
        <w:t>zakresie inwestycji znajdują się następujące obiekty budow</w:t>
      </w:r>
      <w:r>
        <w:t>lane:</w:t>
      </w:r>
    </w:p>
    <w:p w14:paraId="2C03E5CD" w14:textId="7DBE5646" w:rsidR="003C053B" w:rsidRDefault="003C053B" w:rsidP="003C053B">
      <w:pPr>
        <w:pStyle w:val="Akapitzlist"/>
        <w:numPr>
          <w:ilvl w:val="0"/>
          <w:numId w:val="11"/>
        </w:numPr>
      </w:pPr>
      <w:r>
        <w:t xml:space="preserve">droga </w:t>
      </w:r>
      <w:r w:rsidR="00BF1B7C">
        <w:t>powiatowa nr 1004R</w:t>
      </w:r>
      <w:r>
        <w:t xml:space="preserve"> wraz z towarzyszącą infrastrukturą.</w:t>
      </w:r>
    </w:p>
    <w:p w14:paraId="2C93AC29" w14:textId="647E4748" w:rsidR="003C053B" w:rsidRDefault="003C053B" w:rsidP="003C053B">
      <w:pPr>
        <w:pStyle w:val="Akapitzlist"/>
        <w:numPr>
          <w:ilvl w:val="0"/>
          <w:numId w:val="11"/>
        </w:numPr>
      </w:pPr>
      <w:r>
        <w:t xml:space="preserve">Istniejący most drogowy na </w:t>
      </w:r>
      <w:r w:rsidR="00BF1B7C">
        <w:t>rzece Sanna</w:t>
      </w:r>
      <w:r>
        <w:t>,</w:t>
      </w:r>
    </w:p>
    <w:p w14:paraId="38406DB2" w14:textId="77777777" w:rsidR="003C053B" w:rsidRDefault="003C053B" w:rsidP="003C053B">
      <w:pPr>
        <w:pStyle w:val="Akapitzlist"/>
        <w:numPr>
          <w:ilvl w:val="0"/>
          <w:numId w:val="11"/>
        </w:numPr>
      </w:pPr>
      <w:r>
        <w:t>nasyp drogowy,</w:t>
      </w:r>
    </w:p>
    <w:p w14:paraId="1ABD2679" w14:textId="1146AA65" w:rsidR="003C053B" w:rsidRDefault="003C053B" w:rsidP="003C053B">
      <w:pPr>
        <w:pStyle w:val="Akapitzlist"/>
        <w:numPr>
          <w:ilvl w:val="0"/>
          <w:numId w:val="11"/>
        </w:numPr>
      </w:pPr>
      <w:r>
        <w:t>rowy przydrożne</w:t>
      </w:r>
      <w:r w:rsidR="00BF1B7C">
        <w:t>.</w:t>
      </w:r>
    </w:p>
    <w:p w14:paraId="0A67FDFF" w14:textId="5F893AAB" w:rsidR="003C053B" w:rsidRDefault="003C053B" w:rsidP="003C053B">
      <w:pPr>
        <w:pStyle w:val="Akapitzlist"/>
        <w:ind w:left="0"/>
      </w:pPr>
      <w:r w:rsidRPr="005E28A7">
        <w:t>Otoczenie terenu to typowy obszar wiejski, mało zurbanizowany, z rozproszoną zabudową jednorodzinną i gospodarczą</w:t>
      </w:r>
      <w:r w:rsidR="00BF1B7C">
        <w:t xml:space="preserve"> </w:t>
      </w:r>
      <w:r w:rsidRPr="005E28A7">
        <w:t>oraz tereny leśne. Droga na całym odcinku objętym opracowaniem zlokalizowana jest poza obszarem zabudowy.</w:t>
      </w:r>
    </w:p>
    <w:p w14:paraId="5287C3FA" w14:textId="6A0E1B63" w:rsidR="003C053B" w:rsidRDefault="003C053B" w:rsidP="003C053B">
      <w:pPr>
        <w:pStyle w:val="Nagwek2"/>
      </w:pPr>
      <w:bookmarkStart w:id="8" w:name="_Toc42592546"/>
      <w:r>
        <w:lastRenderedPageBreak/>
        <w:t>ELEMENTY ZAGOSPODAROWANIA, KTÓRE MOGĄ STWARZAĆ ZAGROŻENIE BEZPIECZEŃSTWA I ZDROWIA LUDZI</w:t>
      </w:r>
      <w:bookmarkEnd w:id="8"/>
    </w:p>
    <w:p w14:paraId="3D762B55" w14:textId="77777777" w:rsidR="003C053B" w:rsidRPr="00890590" w:rsidRDefault="003C053B" w:rsidP="003C053B">
      <w:r w:rsidRPr="00890590">
        <w:t xml:space="preserve">Elementami zagospodarowania terenu, które mogą stwarzać zagrożenie bezpieczeństwa </w:t>
      </w:r>
      <w:r w:rsidRPr="00890590">
        <w:br/>
        <w:t>i zdrowia ludzi są:</w:t>
      </w:r>
    </w:p>
    <w:p w14:paraId="796929BA" w14:textId="2E9CA6F0" w:rsidR="003C053B" w:rsidRDefault="003C053B" w:rsidP="003C053B">
      <w:pPr>
        <w:pStyle w:val="Akapitzlist"/>
        <w:numPr>
          <w:ilvl w:val="0"/>
          <w:numId w:val="11"/>
        </w:numPr>
      </w:pPr>
      <w:r>
        <w:t>nasyp drogowy w rejonie mostu,</w:t>
      </w:r>
    </w:p>
    <w:p w14:paraId="11671CA0" w14:textId="77777777" w:rsidR="00BF1B7C" w:rsidRDefault="00BF1B7C" w:rsidP="003C053B">
      <w:pPr>
        <w:pStyle w:val="Akapitzlist"/>
        <w:numPr>
          <w:ilvl w:val="0"/>
          <w:numId w:val="11"/>
        </w:numPr>
      </w:pPr>
      <w:r>
        <w:t xml:space="preserve">głębokie koryto rzeki, </w:t>
      </w:r>
    </w:p>
    <w:p w14:paraId="5272BA35" w14:textId="404A0BDD" w:rsidR="003C053B" w:rsidRDefault="003C053B" w:rsidP="003C053B">
      <w:pPr>
        <w:pStyle w:val="Akapitzlist"/>
        <w:numPr>
          <w:ilvl w:val="0"/>
          <w:numId w:val="11"/>
        </w:numPr>
      </w:pPr>
      <w:r>
        <w:t xml:space="preserve">jezdnia drogi </w:t>
      </w:r>
      <w:r w:rsidR="00BF1B7C">
        <w:t>powiatowej,</w:t>
      </w:r>
    </w:p>
    <w:p w14:paraId="165E63FD" w14:textId="46462924" w:rsidR="003C053B" w:rsidRPr="004F481D" w:rsidRDefault="00BF1B7C" w:rsidP="003C053B">
      <w:pPr>
        <w:pStyle w:val="Akapitzlist"/>
        <w:numPr>
          <w:ilvl w:val="0"/>
          <w:numId w:val="11"/>
        </w:numPr>
      </w:pPr>
      <w:r>
        <w:t>obiekt z pomostem usytuowanym wysoko nad dnem rzeki.</w:t>
      </w:r>
    </w:p>
    <w:p w14:paraId="3E2EA77E" w14:textId="3A426291" w:rsidR="003C053B" w:rsidRDefault="003C053B" w:rsidP="003C053B">
      <w:pPr>
        <w:pStyle w:val="Nagwek2"/>
      </w:pPr>
      <w:bookmarkStart w:id="9" w:name="_Toc42592547"/>
      <w:r>
        <w:t>WSKAZANIA DOTYCZĄCE PRZEWIDYWANYCH ZAGROŻEŃ PRZY REALIZACJI ROBÓT BUDOWLANYCH</w:t>
      </w:r>
      <w:bookmarkEnd w:id="9"/>
    </w:p>
    <w:p w14:paraId="1EDC6AA9" w14:textId="77777777" w:rsidR="003C053B" w:rsidRPr="00890590" w:rsidRDefault="003C053B" w:rsidP="003C053B">
      <w:r w:rsidRPr="00890590">
        <w:t xml:space="preserve">Podczas budowy przewiduje się wykonywanie robót, których charakter, organizacja lub miejsce prowadzenia stwarza szczególnie wysokie ryzyko powstania zagrożenia bezpieczeństwa </w:t>
      </w:r>
      <w:r w:rsidRPr="00890590">
        <w:br/>
        <w:t>i zdrowia ludzi:</w:t>
      </w:r>
    </w:p>
    <w:p w14:paraId="08F49FBA" w14:textId="77777777" w:rsidR="003C053B" w:rsidRDefault="003C053B" w:rsidP="003C053B">
      <w:pPr>
        <w:pStyle w:val="Akapitzlist"/>
        <w:numPr>
          <w:ilvl w:val="0"/>
          <w:numId w:val="11"/>
        </w:numPr>
      </w:pPr>
      <w:r w:rsidRPr="00890590">
        <w:t xml:space="preserve">prace zlokalizowane </w:t>
      </w:r>
      <w:r>
        <w:t>w wykopach,</w:t>
      </w:r>
    </w:p>
    <w:p w14:paraId="2BA05D3E" w14:textId="06811E37" w:rsidR="003C053B" w:rsidRDefault="003C053B" w:rsidP="003C053B">
      <w:pPr>
        <w:pStyle w:val="Akapitzlist"/>
        <w:numPr>
          <w:ilvl w:val="0"/>
          <w:numId w:val="11"/>
        </w:numPr>
      </w:pPr>
      <w:r w:rsidRPr="00890590">
        <w:t xml:space="preserve">prace zlokalizowane </w:t>
      </w:r>
      <w:r>
        <w:t xml:space="preserve">na wysokości związane z rozbiórką </w:t>
      </w:r>
      <w:r w:rsidR="0022335B">
        <w:t xml:space="preserve">elementów mostu </w:t>
      </w:r>
      <w:r w:rsidR="0022335B">
        <w:br/>
        <w:t xml:space="preserve">w szczególności z demontażem belek żelbetowych, </w:t>
      </w:r>
    </w:p>
    <w:p w14:paraId="4225CF9E" w14:textId="77777777" w:rsidR="003C053B" w:rsidRDefault="003C053B" w:rsidP="003C053B">
      <w:pPr>
        <w:pStyle w:val="Akapitzlist"/>
        <w:numPr>
          <w:ilvl w:val="0"/>
          <w:numId w:val="11"/>
        </w:numPr>
      </w:pPr>
      <w:r w:rsidRPr="00890590">
        <w:t xml:space="preserve">prace zlokalizowane </w:t>
      </w:r>
      <w:r>
        <w:t>na wysokości związane z budową mostu trwałego,</w:t>
      </w:r>
    </w:p>
    <w:p w14:paraId="2C0A5D4D" w14:textId="37F001F4" w:rsidR="003C053B" w:rsidRDefault="003C053B" w:rsidP="003C053B">
      <w:pPr>
        <w:pStyle w:val="Akapitzlist"/>
        <w:numPr>
          <w:ilvl w:val="0"/>
          <w:numId w:val="11"/>
        </w:numPr>
      </w:pPr>
      <w:r>
        <w:t xml:space="preserve">prace związane z </w:t>
      </w:r>
      <w:r w:rsidR="0022335B">
        <w:t xml:space="preserve">remontem umocnienia </w:t>
      </w:r>
      <w:r>
        <w:t xml:space="preserve">brzegów koryta </w:t>
      </w:r>
      <w:r w:rsidR="0022335B">
        <w:t>rzeki</w:t>
      </w:r>
      <w:r>
        <w:t>,</w:t>
      </w:r>
    </w:p>
    <w:p w14:paraId="24AA25EC" w14:textId="77777777" w:rsidR="003C053B" w:rsidRDefault="003C053B" w:rsidP="003C053B">
      <w:pPr>
        <w:pStyle w:val="Akapitzlist"/>
        <w:numPr>
          <w:ilvl w:val="0"/>
          <w:numId w:val="11"/>
        </w:numPr>
      </w:pPr>
      <w:r>
        <w:t>prace w wykopach oraz na nasypach,</w:t>
      </w:r>
    </w:p>
    <w:p w14:paraId="2E7D8522" w14:textId="77777777" w:rsidR="003C053B" w:rsidRDefault="003C053B" w:rsidP="003C053B">
      <w:pPr>
        <w:pStyle w:val="Akapitzlist"/>
        <w:numPr>
          <w:ilvl w:val="0"/>
          <w:numId w:val="11"/>
        </w:numPr>
      </w:pPr>
      <w:r>
        <w:t>prace na rusztowaniach,</w:t>
      </w:r>
    </w:p>
    <w:p w14:paraId="20693E3F" w14:textId="59323BDC" w:rsidR="003C053B" w:rsidRDefault="003C053B" w:rsidP="003C053B">
      <w:pPr>
        <w:pStyle w:val="Akapitzlist"/>
        <w:numPr>
          <w:ilvl w:val="0"/>
          <w:numId w:val="11"/>
        </w:numPr>
      </w:pPr>
      <w:r>
        <w:t xml:space="preserve">prace zlokalizowane nad i w bezpośrednim sąsiedztwie koryta </w:t>
      </w:r>
      <w:r w:rsidR="0022335B">
        <w:t>rzeki Sanna</w:t>
      </w:r>
      <w:r>
        <w:t>.</w:t>
      </w:r>
    </w:p>
    <w:p w14:paraId="0085C903" w14:textId="1EC55BCE" w:rsidR="003C053B" w:rsidRPr="00D45DBC" w:rsidRDefault="003C053B" w:rsidP="003C053B">
      <w:pPr>
        <w:pStyle w:val="Nagwek2"/>
      </w:pPr>
      <w:bookmarkStart w:id="10" w:name="_Toc42592548"/>
      <w:r>
        <w:t>WSKAZANIE SPOSOBU PROWADZENIA INSTRUKTAŻU PRACOWNIKÓW PRZED REALIZACJĄ ROBÓT SZCZEGÓLNIE NIEBEZPIECZNYCH</w:t>
      </w:r>
      <w:bookmarkEnd w:id="10"/>
    </w:p>
    <w:p w14:paraId="277D2E91" w14:textId="77777777" w:rsidR="003C053B" w:rsidRPr="00890590" w:rsidRDefault="003C053B" w:rsidP="003C053B">
      <w:r w:rsidRPr="00890590">
        <w:t>Przed przystąpieniem do wykonywania robót szczególnie niebezpiecznych należy przeprowadzić instruktaż pracowników, który powinien obejmować następujące składniki:</w:t>
      </w:r>
    </w:p>
    <w:p w14:paraId="0870262E" w14:textId="77777777" w:rsidR="003C053B" w:rsidRPr="00890590" w:rsidRDefault="003C053B" w:rsidP="003C053B">
      <w:pPr>
        <w:numPr>
          <w:ilvl w:val="0"/>
          <w:numId w:val="38"/>
        </w:numPr>
        <w:tabs>
          <w:tab w:val="num" w:pos="1134"/>
        </w:tabs>
        <w:suppressAutoHyphens w:val="0"/>
        <w:autoSpaceDN/>
        <w:textAlignment w:val="auto"/>
      </w:pPr>
      <w:r w:rsidRPr="00890590">
        <w:t>określenie zasad postępowania w przypadku wystąpienia zagrożenia,</w:t>
      </w:r>
    </w:p>
    <w:p w14:paraId="517565D9" w14:textId="77777777" w:rsidR="003C053B" w:rsidRPr="00890590" w:rsidRDefault="003C053B" w:rsidP="003C053B">
      <w:pPr>
        <w:numPr>
          <w:ilvl w:val="0"/>
          <w:numId w:val="38"/>
        </w:numPr>
        <w:tabs>
          <w:tab w:val="num" w:pos="1134"/>
        </w:tabs>
        <w:suppressAutoHyphens w:val="0"/>
        <w:autoSpaceDN/>
        <w:textAlignment w:val="auto"/>
      </w:pPr>
      <w:r w:rsidRPr="00890590">
        <w:t>przedstawienie sposobu i podkreślenie konieczności stosowania przez pracowników środków ochrony indywidualnej zabezpieczających przed skutkami zagrożeń,</w:t>
      </w:r>
    </w:p>
    <w:p w14:paraId="1FD121B2" w14:textId="77777777" w:rsidR="003C053B" w:rsidRDefault="003C053B" w:rsidP="003C053B">
      <w:pPr>
        <w:numPr>
          <w:ilvl w:val="0"/>
          <w:numId w:val="38"/>
        </w:numPr>
        <w:tabs>
          <w:tab w:val="num" w:pos="1134"/>
        </w:tabs>
        <w:suppressAutoHyphens w:val="0"/>
        <w:autoSpaceDN/>
        <w:textAlignment w:val="auto"/>
      </w:pPr>
      <w:r w:rsidRPr="00890590">
        <w:t>wyznaczenie odpowiedzialnych osób i określenie zasad bezpośredniego nadzoru nad pracami szczególnie niebezpiecznymi</w:t>
      </w:r>
      <w:r>
        <w:t>.</w:t>
      </w:r>
    </w:p>
    <w:p w14:paraId="35065C04" w14:textId="7AF7FC8A" w:rsidR="003C053B" w:rsidRDefault="003C053B" w:rsidP="003C053B">
      <w:pPr>
        <w:pStyle w:val="Nagwek2"/>
      </w:pPr>
      <w:bookmarkStart w:id="11" w:name="_Toc42592549"/>
      <w:r>
        <w:lastRenderedPageBreak/>
        <w:t>WSKAZANIE ŚRODKÓW TECHNICZNYCH I ORGANIOZACYJNYCH ZAPOBIEGAJĄCYCH NIEBEZPIECZEŃSTWOM WYNIKAJĄCYM Z WYKONYWANIA ROBÓT BUDOWLANYCH W STREFACH SZCZEGÓLNEGO ZAGROŻENIA ZDROWIA LUB W ICH SĄSIEDZTWIE, W TYM ZAPEWNIAJĄCYCH BEZPIECZNĄ I SPRAWNĄ KOMUNIKACJĘ, UMOŻLIWIAJĄCĄ SZYBKĄ EWAKUACJĘ NA WYPADEK POŻARU, AWARII, I INNYCH ZAGROŻEŃ</w:t>
      </w:r>
      <w:bookmarkEnd w:id="11"/>
    </w:p>
    <w:p w14:paraId="5004E1B0" w14:textId="77777777" w:rsidR="003C053B" w:rsidRPr="00890590" w:rsidRDefault="003C053B" w:rsidP="003C053B">
      <w:r w:rsidRPr="00890590">
        <w:t xml:space="preserve">Środki techniczne i organizacyjne zapobiegające niebezpieczeństwom wynikającym </w:t>
      </w:r>
      <w:r w:rsidRPr="00890590">
        <w:br/>
        <w:t>z prowadzenia robót budowlanych:</w:t>
      </w:r>
    </w:p>
    <w:p w14:paraId="66530DC7" w14:textId="77777777" w:rsidR="003C053B" w:rsidRDefault="003C053B" w:rsidP="003C053B">
      <w:pPr>
        <w:numPr>
          <w:ilvl w:val="0"/>
          <w:numId w:val="38"/>
        </w:numPr>
        <w:tabs>
          <w:tab w:val="num" w:pos="1134"/>
        </w:tabs>
        <w:suppressAutoHyphens w:val="0"/>
        <w:autoSpaceDN/>
        <w:textAlignment w:val="auto"/>
      </w:pPr>
      <w:r>
        <w:t>oznakowanie terenu budowy,</w:t>
      </w:r>
    </w:p>
    <w:p w14:paraId="1B447A44" w14:textId="77777777" w:rsidR="003C053B" w:rsidRPr="00890590" w:rsidRDefault="003C053B" w:rsidP="003C053B">
      <w:pPr>
        <w:numPr>
          <w:ilvl w:val="0"/>
          <w:numId w:val="38"/>
        </w:numPr>
        <w:tabs>
          <w:tab w:val="num" w:pos="1134"/>
        </w:tabs>
        <w:suppressAutoHyphens w:val="0"/>
        <w:autoSpaceDN/>
        <w:textAlignment w:val="auto"/>
      </w:pPr>
      <w:r>
        <w:t>wprowadzenie tymczasowej organizacji ruchu,</w:t>
      </w:r>
    </w:p>
    <w:p w14:paraId="2D13368E" w14:textId="77777777" w:rsidR="003C053B" w:rsidRPr="00890590" w:rsidRDefault="003C053B" w:rsidP="003C053B">
      <w:pPr>
        <w:numPr>
          <w:ilvl w:val="0"/>
          <w:numId w:val="38"/>
        </w:numPr>
        <w:tabs>
          <w:tab w:val="num" w:pos="1134"/>
        </w:tabs>
        <w:suppressAutoHyphens w:val="0"/>
        <w:autoSpaceDN/>
        <w:textAlignment w:val="auto"/>
      </w:pPr>
      <w:r w:rsidRPr="00890590">
        <w:t xml:space="preserve">przy wszystkich pracach budowlanych przestrzegać przepisów </w:t>
      </w:r>
      <w:r>
        <w:t>BHP</w:t>
      </w:r>
      <w:r w:rsidRPr="00890590">
        <w:t xml:space="preserve"> zgodnie </w:t>
      </w:r>
      <w:r w:rsidRPr="00890590">
        <w:br/>
        <w:t>z Rozporządzeniem Ministra Infrastruktury z dnia 6 lutego 2</w:t>
      </w:r>
      <w:r>
        <w:t>003 r. (Dz. U. Nr 47, poz. 401)</w:t>
      </w:r>
    </w:p>
    <w:p w14:paraId="5520B3BC" w14:textId="77777777" w:rsidR="003C053B" w:rsidRDefault="003C053B" w:rsidP="003C053B">
      <w:pPr>
        <w:numPr>
          <w:ilvl w:val="0"/>
          <w:numId w:val="38"/>
        </w:numPr>
        <w:tabs>
          <w:tab w:val="num" w:pos="1134"/>
        </w:tabs>
        <w:suppressAutoHyphens w:val="0"/>
        <w:autoSpaceDN/>
        <w:textAlignment w:val="auto"/>
      </w:pPr>
      <w:r w:rsidRPr="00890590">
        <w:t xml:space="preserve">zachowanie szczególnego bezpieczeństwa i wymagań przy robotach </w:t>
      </w:r>
      <w:r>
        <w:t>zlokalizowanych nad i w sąsiedztwie koryta potoku,</w:t>
      </w:r>
    </w:p>
    <w:p w14:paraId="629C1E71" w14:textId="77777777" w:rsidR="003C053B" w:rsidRPr="00890590" w:rsidRDefault="003C053B" w:rsidP="003C053B">
      <w:pPr>
        <w:numPr>
          <w:ilvl w:val="0"/>
          <w:numId w:val="38"/>
        </w:numPr>
        <w:tabs>
          <w:tab w:val="num" w:pos="1134"/>
        </w:tabs>
        <w:suppressAutoHyphens w:val="0"/>
        <w:autoSpaceDN/>
        <w:textAlignment w:val="auto"/>
      </w:pPr>
      <w:r w:rsidRPr="00890590">
        <w:t xml:space="preserve">zachowanie szczególnego bezpieczeństwa i wymagań przy robotach </w:t>
      </w:r>
      <w:r>
        <w:t>zlokalizowanych w bliskim</w:t>
      </w:r>
      <w:r w:rsidRPr="00890590">
        <w:t xml:space="preserve"> sąsiedztwie </w:t>
      </w:r>
      <w:r>
        <w:t>instalacji elektrycznej oświetlenia ulicznego,</w:t>
      </w:r>
    </w:p>
    <w:p w14:paraId="1A48CB84" w14:textId="77777777" w:rsidR="003C053B" w:rsidRDefault="003C053B" w:rsidP="003C053B">
      <w:pPr>
        <w:numPr>
          <w:ilvl w:val="0"/>
          <w:numId w:val="38"/>
        </w:numPr>
        <w:tabs>
          <w:tab w:val="num" w:pos="1134"/>
        </w:tabs>
        <w:suppressAutoHyphens w:val="0"/>
        <w:autoSpaceDN/>
        <w:textAlignment w:val="auto"/>
      </w:pPr>
      <w:r w:rsidRPr="00890590">
        <w:t>stosowanie butów, odzieży ochronnej i sprzętu przy robotach zbrojarskich, betoniarskich, antykorozyjnych, spawalniczych</w:t>
      </w:r>
      <w:r>
        <w:t>, wysokościowych</w:t>
      </w:r>
      <w:r w:rsidRPr="00890590">
        <w:t xml:space="preserve"> i innych niebezpiecznych </w:t>
      </w:r>
      <w:r>
        <w:t>pracach</w:t>
      </w:r>
      <w:r w:rsidRPr="00D45DBC">
        <w:t>.</w:t>
      </w:r>
      <w:bookmarkStart w:id="12" w:name="_Toc466974110"/>
    </w:p>
    <w:bookmarkEnd w:id="12"/>
    <w:p w14:paraId="75B44118" w14:textId="77777777" w:rsidR="003C053B" w:rsidRDefault="003C053B" w:rsidP="003C053B">
      <w:pPr>
        <w:suppressAutoHyphens w:val="0"/>
        <w:spacing w:after="200" w:line="276" w:lineRule="auto"/>
        <w:ind w:firstLine="0"/>
        <w:jc w:val="left"/>
      </w:pPr>
    </w:p>
    <w:p w14:paraId="1F323420" w14:textId="4F51E5DE" w:rsidR="003C053B" w:rsidRPr="00ED53A2" w:rsidRDefault="003C053B" w:rsidP="003C053B">
      <w:pPr>
        <w:suppressAutoHyphens w:val="0"/>
        <w:spacing w:after="200" w:line="276" w:lineRule="auto"/>
        <w:ind w:firstLine="0"/>
        <w:jc w:val="center"/>
      </w:pPr>
      <w:r>
        <w:t xml:space="preserve">Rzeszów, </w:t>
      </w:r>
      <w:r w:rsidR="0022335B">
        <w:t>2020</w:t>
      </w:r>
      <w:r>
        <w:t>r.</w:t>
      </w:r>
    </w:p>
    <w:p w14:paraId="6B73B602" w14:textId="64067395" w:rsidR="00815F70" w:rsidRPr="0071006C" w:rsidRDefault="00815F70" w:rsidP="003C053B">
      <w:pPr>
        <w:spacing w:line="240" w:lineRule="auto"/>
        <w:ind w:firstLine="0"/>
        <w:jc w:val="center"/>
        <w:rPr>
          <w:color w:val="FF0000"/>
          <w:sz w:val="8"/>
          <w:szCs w:val="8"/>
        </w:rPr>
      </w:pPr>
    </w:p>
    <w:p w14:paraId="5FFBA2BA" w14:textId="77777777" w:rsidR="00F03D59" w:rsidRPr="00ED53A2" w:rsidRDefault="00F03D59" w:rsidP="005043BA">
      <w:pPr>
        <w:suppressAutoHyphens w:val="0"/>
        <w:spacing w:after="200" w:line="276" w:lineRule="auto"/>
        <w:ind w:firstLine="0"/>
        <w:jc w:val="left"/>
      </w:pPr>
    </w:p>
    <w:sectPr w:rsidR="00F03D59" w:rsidRPr="00ED53A2" w:rsidSect="003C053B">
      <w:headerReference w:type="default" r:id="rId18"/>
      <w:pgSz w:w="11906" w:h="16838"/>
      <w:pgMar w:top="1134" w:right="851" w:bottom="1134" w:left="1701" w:header="510" w:footer="39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C59AE" w14:textId="77777777" w:rsidR="00BD6ABC" w:rsidRDefault="00BD6ABC">
      <w:pPr>
        <w:spacing w:line="240" w:lineRule="auto"/>
      </w:pPr>
      <w:r>
        <w:separator/>
      </w:r>
    </w:p>
  </w:endnote>
  <w:endnote w:type="continuationSeparator" w:id="0">
    <w:p w14:paraId="1A67E3C2" w14:textId="77777777" w:rsidR="00BD6ABC" w:rsidRDefault="00BD6A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A9466" w14:textId="0ACBEE9E" w:rsidR="00B11AEB" w:rsidRPr="00B63E5A" w:rsidRDefault="00B11AEB" w:rsidP="00A629EE">
    <w:pPr>
      <w:pBdr>
        <w:top w:val="single" w:sz="4" w:space="1" w:color="auto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right" w:pos="8647"/>
      </w:tabs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  <w:r>
      <w:rPr>
        <w:rFonts w:cs="Arial"/>
        <w:b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73088" behindDoc="0" locked="0" layoutInCell="0" allowOverlap="1" wp14:anchorId="429D13F7" wp14:editId="1F13CCD0">
              <wp:simplePos x="0" y="0"/>
              <wp:positionH relativeFrom="rightMargin">
                <wp:posOffset>-134000</wp:posOffset>
              </wp:positionH>
              <wp:positionV relativeFrom="margin">
                <wp:posOffset>9589770</wp:posOffset>
              </wp:positionV>
              <wp:extent cx="638175" cy="347345"/>
              <wp:effectExtent l="0" t="0" r="0" b="0"/>
              <wp:wrapNone/>
              <wp:docPr id="27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77714C" w14:textId="77777777" w:rsidR="00B11AEB" w:rsidRPr="00C540F9" w:rsidRDefault="00B11AEB" w:rsidP="00A629EE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  <w:r w:rsidRPr="00C540F9"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ArabicDash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- 2 -</w:t>
                          </w:r>
                          <w:r>
                            <w:fldChar w:fldCharType="end"/>
                          </w:r>
                          <w:r w:rsidRPr="00C540F9">
                            <w:rPr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9D13F7" id="Prostokąt 3" o:spid="_x0000_s1026" style="position:absolute;left:0;text-align:left;margin-left:-10.55pt;margin-top:755.1pt;width:50.25pt;height:27.35pt;z-index:2516730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" o:allowincell="f" filled="f" stroked="f">
              <v:textbox style="mso-fit-shape-to-text:t" inset="0,,0">
                <w:txbxContent>
                  <w:p w14:paraId="1877714C" w14:textId="77777777" w:rsidR="00B11AEB" w:rsidRPr="00C540F9" w:rsidRDefault="00B11AEB" w:rsidP="00A629EE">
                    <w:pPr>
                      <w:ind w:firstLine="0"/>
                      <w:jc w:val="left"/>
                      <w:rPr>
                        <w:sz w:val="20"/>
                      </w:rPr>
                    </w:pPr>
                    <w:r w:rsidRPr="00C540F9">
                      <w:rPr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ArabicDash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- 2 -</w:t>
                    </w:r>
                    <w:r>
                      <w:fldChar w:fldCharType="end"/>
                    </w:r>
                    <w:r w:rsidRPr="00C540F9"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55A5187C" wp14:editId="39A92D7B">
              <wp:simplePos x="0" y="0"/>
              <wp:positionH relativeFrom="rightMargin">
                <wp:posOffset>-51435</wp:posOffset>
              </wp:positionH>
              <wp:positionV relativeFrom="margin">
                <wp:posOffset>9278620</wp:posOffset>
              </wp:positionV>
              <wp:extent cx="346710" cy="347345"/>
              <wp:effectExtent l="0" t="0" r="0" b="0"/>
              <wp:wrapNone/>
              <wp:docPr id="14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6710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2169A6" w14:textId="77777777" w:rsidR="00B11AEB" w:rsidRPr="00C540F9" w:rsidRDefault="00B11AEB" w:rsidP="0079486D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A5187C" id="_x0000_s1027" style="position:absolute;left:0;text-align:left;margin-left:-4.05pt;margin-top:730.6pt;width:27.3pt;height:27.35pt;z-index:2516608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" o:allowincell="f" filled="f" stroked="f">
              <v:textbox style="mso-fit-shape-to-text:t" inset="0,,0">
                <w:txbxContent>
                  <w:p w14:paraId="3A2169A6" w14:textId="77777777" w:rsidR="00B11AEB" w:rsidRPr="00C540F9" w:rsidRDefault="00B11AEB" w:rsidP="0079486D">
                    <w:pPr>
                      <w:ind w:firstLine="0"/>
                      <w:jc w:val="left"/>
                      <w:rPr>
                        <w:sz w:val="20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7030E7E0" wp14:editId="4C8DCF02">
              <wp:simplePos x="0" y="0"/>
              <wp:positionH relativeFrom="rightMargin">
                <wp:posOffset>-13862050</wp:posOffset>
              </wp:positionH>
              <wp:positionV relativeFrom="margin">
                <wp:posOffset>9109075</wp:posOffset>
              </wp:positionV>
              <wp:extent cx="638175" cy="347345"/>
              <wp:effectExtent l="0" t="0" r="0" b="0"/>
              <wp:wrapNone/>
              <wp:docPr id="1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468C9A" w14:textId="77777777" w:rsidR="00B11AEB" w:rsidRDefault="00B11AEB" w:rsidP="0077616D">
                          <w:pPr>
                            <w:ind w:firstLine="0"/>
                            <w:jc w:val="left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30E7E0" id="_x0000_s1028" style="position:absolute;left:0;text-align:left;margin-left:-1091.5pt;margin-top:717.25pt;width:50.25pt;height:27.35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" o:allowincell="f" filled="f" stroked="f">
              <v:textbox style="mso-fit-shape-to-text:t" inset="0,,0">
                <w:txbxContent>
                  <w:p w14:paraId="33468C9A" w14:textId="77777777" w:rsidR="00B11AEB" w:rsidRDefault="00B11AEB" w:rsidP="0077616D">
                    <w:pPr>
                      <w:ind w:firstLine="0"/>
                      <w:jc w:val="left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b/>
        <w:i/>
        <w:iCs/>
        <w:color w:val="7F7F7F" w:themeColor="text1" w:themeTint="80"/>
        <w:sz w:val="16"/>
      </w:rPr>
      <w:tab/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>Droga powiatowa 1004R Zaklików – Borów, most drogowy na rzece Sanna</w:t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6D522" w14:textId="77777777" w:rsidR="00B11AEB" w:rsidRPr="00B63E5A" w:rsidRDefault="00B11AEB" w:rsidP="00A05B02">
    <w:pPr>
      <w:pBdr>
        <w:top w:val="single" w:sz="4" w:space="1" w:color="auto"/>
      </w:pBdr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  <w:r>
      <w:rPr>
        <w:rFonts w:cs="Arial"/>
        <w:b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75136" behindDoc="0" locked="0" layoutInCell="0" allowOverlap="1" wp14:anchorId="6BF4A8FF" wp14:editId="240431E1">
              <wp:simplePos x="0" y="0"/>
              <wp:positionH relativeFrom="rightMargin">
                <wp:posOffset>-133350</wp:posOffset>
              </wp:positionH>
              <wp:positionV relativeFrom="margin">
                <wp:posOffset>9581677</wp:posOffset>
              </wp:positionV>
              <wp:extent cx="638175" cy="347345"/>
              <wp:effectExtent l="0" t="0" r="0" b="0"/>
              <wp:wrapNone/>
              <wp:docPr id="30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CFB993" w14:textId="77777777" w:rsidR="00B11AEB" w:rsidRPr="00C540F9" w:rsidRDefault="00B11AEB" w:rsidP="00A629EE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  <w:r w:rsidRPr="00C540F9">
                            <w:rPr>
                              <w:sz w:val="20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Pr="00C540F9"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BF4A8FF" id="_x0000_s1029" style="position:absolute;left:0;text-align:left;margin-left:-10.5pt;margin-top:754.45pt;width:50.25pt;height:27.35pt;z-index:2516751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" o:allowincell="f" filled="f" stroked="f">
              <v:textbox style="mso-fit-shape-to-text:t" inset="0,,0">
                <w:txbxContent>
                  <w:p w14:paraId="17CFB993" w14:textId="77777777" w:rsidR="00B11AEB" w:rsidRPr="00C540F9" w:rsidRDefault="00B11AEB" w:rsidP="00A629EE">
                    <w:pPr>
                      <w:ind w:firstLine="0"/>
                      <w:jc w:val="left"/>
                      <w:rPr>
                        <w:sz w:val="20"/>
                      </w:rPr>
                    </w:pPr>
                    <w:r w:rsidRPr="00C540F9">
                      <w:rPr>
                        <w:sz w:val="20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  <w:r w:rsidRPr="00C540F9">
                      <w:rPr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FFA464D" wp14:editId="4F67CF57">
              <wp:simplePos x="0" y="0"/>
              <wp:positionH relativeFrom="rightMargin">
                <wp:posOffset>-135890</wp:posOffset>
              </wp:positionH>
              <wp:positionV relativeFrom="margin">
                <wp:posOffset>9295130</wp:posOffset>
              </wp:positionV>
              <wp:extent cx="327025" cy="347345"/>
              <wp:effectExtent l="0" t="0" r="0" b="0"/>
              <wp:wrapNone/>
              <wp:docPr id="59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702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4BCE72" w14:textId="77777777" w:rsidR="00B11AEB" w:rsidRPr="00C540F9" w:rsidRDefault="00B11AEB" w:rsidP="00292F35">
                          <w:pPr>
                            <w:ind w:firstLine="0"/>
                            <w:jc w:val="right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FA464D" id="_x0000_s1030" style="position:absolute;left:0;text-align:left;margin-left:-10.7pt;margin-top:731.9pt;width:25.75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" o:allowincell="f" filled="f" stroked="f">
              <v:textbox style="mso-fit-shape-to-text:t" inset="0,,0">
                <w:txbxContent>
                  <w:p w14:paraId="344BCE72" w14:textId="77777777" w:rsidR="00B11AEB" w:rsidRPr="00C540F9" w:rsidRDefault="00B11AEB" w:rsidP="00292F35">
                    <w:pPr>
                      <w:ind w:firstLine="0"/>
                      <w:jc w:val="right"/>
                      <w:rPr>
                        <w:sz w:val="20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 w:rsidRPr="0030213B">
      <w:rPr>
        <w:i/>
        <w:noProof/>
        <w:sz w:val="20"/>
        <w:lang w:eastAsia="pl-PL"/>
      </w:rPr>
      <w:drawing>
        <wp:anchor distT="0" distB="0" distL="114300" distR="114300" simplePos="0" relativeHeight="251650048" behindDoc="0" locked="0" layoutInCell="1" allowOverlap="1" wp14:anchorId="5C8A0E80" wp14:editId="375B32CC">
          <wp:simplePos x="0" y="0"/>
          <wp:positionH relativeFrom="column">
            <wp:posOffset>8338</wp:posOffset>
          </wp:positionH>
          <wp:positionV relativeFrom="paragraph">
            <wp:posOffset>54610</wp:posOffset>
          </wp:positionV>
          <wp:extent cx="254442" cy="216086"/>
          <wp:effectExtent l="0" t="0" r="0" b="0"/>
          <wp:wrapNone/>
          <wp:docPr id="1" name="Obraz 1" descr="mostek_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 descr="mostek_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442" cy="216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0B87DF9" wp14:editId="00C58656">
              <wp:simplePos x="0" y="0"/>
              <wp:positionH relativeFrom="rightMargin">
                <wp:posOffset>-13862050</wp:posOffset>
              </wp:positionH>
              <wp:positionV relativeFrom="margin">
                <wp:posOffset>9109075</wp:posOffset>
              </wp:positionV>
              <wp:extent cx="638175" cy="347345"/>
              <wp:effectExtent l="0" t="0" r="0" b="0"/>
              <wp:wrapNone/>
              <wp:docPr id="559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8488E5" w14:textId="77777777" w:rsidR="00B11AEB" w:rsidRDefault="00B11AEB" w:rsidP="00C540F9">
                          <w:pPr>
                            <w:ind w:firstLine="0"/>
                            <w:jc w:val="left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B87DF9" id="_x0000_s1031" style="position:absolute;left:0;text-align:left;margin-left:-1091.5pt;margin-top:717.25pt;width:50.25pt;height:27.35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" o:allowincell="f" filled="f" stroked="f">
              <v:textbox style="mso-fit-shape-to-text:t" inset="0,,0">
                <w:txbxContent>
                  <w:p w14:paraId="1B8488E5" w14:textId="77777777" w:rsidR="00B11AEB" w:rsidRDefault="00B11AEB" w:rsidP="00C540F9">
                    <w:pPr>
                      <w:ind w:firstLine="0"/>
                      <w:jc w:val="left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43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b/>
        <w:i/>
        <w:iCs/>
        <w:color w:val="7F7F7F" w:themeColor="text1" w:themeTint="80"/>
        <w:sz w:val="16"/>
      </w:rPr>
      <w:tab/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>Droga powiatowa 1004R Zaklików – Borów, most drogowy na rzece Sanna</w:t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8433E" w14:textId="77777777" w:rsidR="00B11AEB" w:rsidRPr="00ED1F57" w:rsidRDefault="00B11AEB" w:rsidP="00FC5726">
    <w:pPr>
      <w:pStyle w:val="Stopka"/>
      <w:tabs>
        <w:tab w:val="clear" w:pos="4536"/>
        <w:tab w:val="clear" w:pos="9072"/>
        <w:tab w:val="right" w:pos="8931"/>
      </w:tabs>
      <w:ind w:firstLine="4963"/>
      <w:rPr>
        <w:b/>
      </w:rPr>
    </w:pPr>
    <w:r>
      <w:rPr>
        <w:rFonts w:cs="Arial"/>
        <w:b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34BF52A8" wp14:editId="2AD2C077">
              <wp:simplePos x="0" y="0"/>
              <wp:positionH relativeFrom="page">
                <wp:align>right</wp:align>
              </wp:positionH>
              <wp:positionV relativeFrom="margin">
                <wp:posOffset>9576849</wp:posOffset>
              </wp:positionV>
              <wp:extent cx="638175" cy="347345"/>
              <wp:effectExtent l="0" t="0" r="9525" b="5715"/>
              <wp:wrapNone/>
              <wp:docPr id="11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6B7E33" w14:textId="77777777" w:rsidR="00B11AEB" w:rsidRPr="00C540F9" w:rsidRDefault="00B11AEB" w:rsidP="00292F35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  <w:r w:rsidRPr="00C540F9">
                            <w:rPr>
                              <w:sz w:val="20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 w:rsidRPr="00C540F9">
                            <w:rPr>
                              <w:sz w:val="2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BF52A8" id="_x0000_s1032" style="position:absolute;left:0;text-align:left;margin-left:-.95pt;margin-top:754.1pt;width:50.25pt;height:27.35pt;z-index: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" o:allowincell="f" filled="f" stroked="f">
              <v:textbox style="mso-fit-shape-to-text:t" inset="0,,0">
                <w:txbxContent>
                  <w:p w14:paraId="656B7E33" w14:textId="77777777" w:rsidR="00B11AEB" w:rsidRPr="00C540F9" w:rsidRDefault="00B11AEB" w:rsidP="00292F35">
                    <w:pPr>
                      <w:ind w:firstLine="0"/>
                      <w:jc w:val="left"/>
                      <w:rPr>
                        <w:sz w:val="20"/>
                      </w:rPr>
                    </w:pPr>
                    <w:r w:rsidRPr="00C540F9">
                      <w:rPr>
                        <w:sz w:val="20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  <w:r w:rsidRPr="00C540F9">
                      <w:rPr>
                        <w:sz w:val="20"/>
                      </w:rPr>
                      <w:t xml:space="preserve"> -</w:t>
                    </w:r>
                  </w:p>
                </w:txbxContent>
              </v:textbox>
              <w10:wrap anchorx="page" anchory="margin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1894F" w14:textId="0675531A" w:rsidR="00B11AEB" w:rsidRPr="00B63E5A" w:rsidRDefault="00B11AEB" w:rsidP="00173B9E">
    <w:pPr>
      <w:pBdr>
        <w:top w:val="single" w:sz="4" w:space="1" w:color="auto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right" w:pos="8647"/>
      </w:tabs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  <w:r>
      <w:rPr>
        <w:rFonts w:cs="Arial"/>
        <w:b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93568" behindDoc="0" locked="0" layoutInCell="0" allowOverlap="1" wp14:anchorId="2F552623" wp14:editId="70A4DB76">
              <wp:simplePos x="0" y="0"/>
              <wp:positionH relativeFrom="rightMargin">
                <wp:posOffset>-134000</wp:posOffset>
              </wp:positionH>
              <wp:positionV relativeFrom="margin">
                <wp:posOffset>9589770</wp:posOffset>
              </wp:positionV>
              <wp:extent cx="638175" cy="347345"/>
              <wp:effectExtent l="0" t="0" r="0" b="0"/>
              <wp:wrapNone/>
              <wp:docPr id="47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A7B9E6" w14:textId="77777777" w:rsidR="00B11AEB" w:rsidRPr="00C540F9" w:rsidRDefault="00B11AEB" w:rsidP="00173B9E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  <w:r w:rsidRPr="00C540F9"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ArabicDash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- 2 -</w:t>
                          </w:r>
                          <w:r>
                            <w:fldChar w:fldCharType="end"/>
                          </w:r>
                          <w:r w:rsidRPr="00C540F9">
                            <w:rPr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552623" id="_x0000_s1033" style="position:absolute;left:0;text-align:left;margin-left:-10.55pt;margin-top:755.1pt;width:50.25pt;height:27.35pt;z-index:2516935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" o:allowincell="f" filled="f" stroked="f">
              <v:textbox style="mso-fit-shape-to-text:t" inset="0,,0">
                <w:txbxContent>
                  <w:p w14:paraId="0DA7B9E6" w14:textId="77777777" w:rsidR="00B11AEB" w:rsidRPr="00C540F9" w:rsidRDefault="00B11AEB" w:rsidP="00173B9E">
                    <w:pPr>
                      <w:ind w:firstLine="0"/>
                      <w:jc w:val="left"/>
                      <w:rPr>
                        <w:sz w:val="20"/>
                      </w:rPr>
                    </w:pPr>
                    <w:r w:rsidRPr="00C540F9">
                      <w:rPr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ArabicDash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- 2 -</w:t>
                    </w:r>
                    <w:r>
                      <w:fldChar w:fldCharType="end"/>
                    </w:r>
                    <w:r w:rsidRPr="00C540F9"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92544" behindDoc="0" locked="0" layoutInCell="0" allowOverlap="1" wp14:anchorId="7F843A65" wp14:editId="0EC130B3">
              <wp:simplePos x="0" y="0"/>
              <wp:positionH relativeFrom="rightMargin">
                <wp:posOffset>-51435</wp:posOffset>
              </wp:positionH>
              <wp:positionV relativeFrom="margin">
                <wp:posOffset>9278620</wp:posOffset>
              </wp:positionV>
              <wp:extent cx="346710" cy="347345"/>
              <wp:effectExtent l="0" t="0" r="0" b="0"/>
              <wp:wrapNone/>
              <wp:docPr id="48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6710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C902B3" w14:textId="77777777" w:rsidR="00B11AEB" w:rsidRPr="00C540F9" w:rsidRDefault="00B11AEB" w:rsidP="00173B9E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843A65" id="_x0000_s1034" style="position:absolute;left:0;text-align:left;margin-left:-4.05pt;margin-top:730.6pt;width:27.3pt;height:27.35pt;z-index:2516925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" o:allowincell="f" filled="f" stroked="f">
              <v:textbox style="mso-fit-shape-to-text:t" inset="0,,0">
                <w:txbxContent>
                  <w:p w14:paraId="11C902B3" w14:textId="77777777" w:rsidR="00B11AEB" w:rsidRPr="00C540F9" w:rsidRDefault="00B11AEB" w:rsidP="00173B9E">
                    <w:pPr>
                      <w:ind w:firstLine="0"/>
                      <w:jc w:val="left"/>
                      <w:rPr>
                        <w:sz w:val="20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91520" behindDoc="0" locked="0" layoutInCell="0" allowOverlap="1" wp14:anchorId="1B9A0A9C" wp14:editId="5E01B14F">
              <wp:simplePos x="0" y="0"/>
              <wp:positionH relativeFrom="rightMargin">
                <wp:posOffset>-13862050</wp:posOffset>
              </wp:positionH>
              <wp:positionV relativeFrom="margin">
                <wp:posOffset>9109075</wp:posOffset>
              </wp:positionV>
              <wp:extent cx="638175" cy="347345"/>
              <wp:effectExtent l="0" t="0" r="0" b="0"/>
              <wp:wrapNone/>
              <wp:docPr id="49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C670E2" w14:textId="77777777" w:rsidR="00B11AEB" w:rsidRDefault="00B11AEB" w:rsidP="00173B9E">
                          <w:pPr>
                            <w:ind w:firstLine="0"/>
                            <w:jc w:val="left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9A0A9C" id="_x0000_s1035" style="position:absolute;left:0;text-align:left;margin-left:-1091.5pt;margin-top:717.25pt;width:50.25pt;height:27.35pt;z-index:2516915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" o:allowincell="f" filled="f" stroked="f">
              <v:textbox style="mso-fit-shape-to-text:t" inset="0,,0">
                <w:txbxContent>
                  <w:p w14:paraId="30C670E2" w14:textId="77777777" w:rsidR="00B11AEB" w:rsidRDefault="00B11AEB" w:rsidP="00173B9E">
                    <w:pPr>
                      <w:ind w:firstLine="0"/>
                      <w:jc w:val="left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b/>
        <w:i/>
        <w:iCs/>
        <w:color w:val="7F7F7F" w:themeColor="text1" w:themeTint="80"/>
        <w:sz w:val="16"/>
      </w:rPr>
      <w:tab/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>Droga powiatowa 1004R Zaklików – Borów, most drogowy na rzece Sanna</w:t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ab/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ab/>
    </w:r>
  </w:p>
  <w:p w14:paraId="2F1D8C05" w14:textId="77777777" w:rsidR="00B11AEB" w:rsidRPr="00173B9E" w:rsidRDefault="00B11AEB" w:rsidP="00173B9E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39AF4C" w14:textId="53F62277" w:rsidR="00B11AEB" w:rsidRPr="00B63E5A" w:rsidRDefault="00B11AEB" w:rsidP="00173B9E">
    <w:pPr>
      <w:pBdr>
        <w:top w:val="single" w:sz="4" w:space="1" w:color="auto"/>
      </w:pBdr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right" w:pos="8647"/>
      </w:tabs>
      <w:spacing w:line="240" w:lineRule="auto"/>
      <w:ind w:left="851" w:right="707" w:hanging="851"/>
      <w:rPr>
        <w:rFonts w:cs="Arial"/>
        <w:i/>
        <w:iCs/>
        <w:color w:val="7F7F7F" w:themeColor="text1" w:themeTint="80"/>
        <w:sz w:val="16"/>
      </w:rPr>
    </w:pPr>
    <w:r>
      <w:rPr>
        <w:rFonts w:cs="Arial"/>
        <w:b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88448" behindDoc="0" locked="0" layoutInCell="0" allowOverlap="1" wp14:anchorId="31FA4D9E" wp14:editId="6A807CF0">
              <wp:simplePos x="0" y="0"/>
              <wp:positionH relativeFrom="rightMargin">
                <wp:posOffset>-134000</wp:posOffset>
              </wp:positionH>
              <wp:positionV relativeFrom="margin">
                <wp:posOffset>9589770</wp:posOffset>
              </wp:positionV>
              <wp:extent cx="638175" cy="347345"/>
              <wp:effectExtent l="0" t="0" r="0" b="0"/>
              <wp:wrapNone/>
              <wp:docPr id="4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6A35E6" w14:textId="77777777" w:rsidR="00B11AEB" w:rsidRPr="00C540F9" w:rsidRDefault="00B11AEB" w:rsidP="00173B9E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  <w:r w:rsidRPr="00C540F9">
                            <w:rPr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ArabicDash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- 2 -</w:t>
                          </w:r>
                          <w:r>
                            <w:fldChar w:fldCharType="end"/>
                          </w:r>
                          <w:r w:rsidRPr="00C540F9">
                            <w:rPr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FA4D9E" id="_x0000_s1036" style="position:absolute;left:0;text-align:left;margin-left:-10.55pt;margin-top:755.1pt;width:50.25pt;height:27.35pt;z-index:2516884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" o:allowincell="f" filled="f" stroked="f">
              <v:textbox style="mso-fit-shape-to-text:t" inset="0,,0">
                <w:txbxContent>
                  <w:p w14:paraId="446A35E6" w14:textId="77777777" w:rsidR="00B11AEB" w:rsidRPr="00C540F9" w:rsidRDefault="00B11AEB" w:rsidP="00173B9E">
                    <w:pPr>
                      <w:ind w:firstLine="0"/>
                      <w:jc w:val="left"/>
                      <w:rPr>
                        <w:sz w:val="20"/>
                      </w:rPr>
                    </w:pPr>
                    <w:r w:rsidRPr="00C540F9">
                      <w:rPr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ArabicDash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- 2 -</w:t>
                    </w:r>
                    <w:r>
                      <w:fldChar w:fldCharType="end"/>
                    </w:r>
                    <w:r w:rsidRPr="00C540F9">
                      <w:rPr>
                        <w:sz w:val="20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87424" behindDoc="0" locked="0" layoutInCell="0" allowOverlap="1" wp14:anchorId="5E45FB85" wp14:editId="3DCF1294">
              <wp:simplePos x="0" y="0"/>
              <wp:positionH relativeFrom="rightMargin">
                <wp:posOffset>-51435</wp:posOffset>
              </wp:positionH>
              <wp:positionV relativeFrom="margin">
                <wp:posOffset>9278620</wp:posOffset>
              </wp:positionV>
              <wp:extent cx="346710" cy="347345"/>
              <wp:effectExtent l="0" t="0" r="0" b="0"/>
              <wp:wrapNone/>
              <wp:docPr id="44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6710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B47FEB" w14:textId="77777777" w:rsidR="00B11AEB" w:rsidRPr="00C540F9" w:rsidRDefault="00B11AEB" w:rsidP="00173B9E">
                          <w:pPr>
                            <w:ind w:firstLine="0"/>
                            <w:jc w:val="left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45FB85" id="_x0000_s1037" style="position:absolute;left:0;text-align:left;margin-left:-4.05pt;margin-top:730.6pt;width:27.3pt;height:27.35pt;z-index:2516874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" o:allowincell="f" filled="f" stroked="f">
              <v:textbox style="mso-fit-shape-to-text:t" inset="0,,0">
                <w:txbxContent>
                  <w:p w14:paraId="2CB47FEB" w14:textId="77777777" w:rsidR="00B11AEB" w:rsidRPr="00C540F9" w:rsidRDefault="00B11AEB" w:rsidP="00173B9E">
                    <w:pPr>
                      <w:ind w:firstLine="0"/>
                      <w:jc w:val="left"/>
                      <w:rPr>
                        <w:sz w:val="20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i/>
        <w:iCs/>
        <w:noProof/>
        <w:color w:val="7F7F7F" w:themeColor="text1" w:themeTint="80"/>
        <w:sz w:val="16"/>
        <w:lang w:eastAsia="pl-PL"/>
      </w:rPr>
      <mc:AlternateContent>
        <mc:Choice Requires="wps">
          <w:drawing>
            <wp:anchor distT="0" distB="0" distL="114300" distR="114300" simplePos="0" relativeHeight="251686400" behindDoc="0" locked="0" layoutInCell="0" allowOverlap="1" wp14:anchorId="0961F999" wp14:editId="249515E2">
              <wp:simplePos x="0" y="0"/>
              <wp:positionH relativeFrom="rightMargin">
                <wp:posOffset>-13862050</wp:posOffset>
              </wp:positionH>
              <wp:positionV relativeFrom="margin">
                <wp:posOffset>9109075</wp:posOffset>
              </wp:positionV>
              <wp:extent cx="638175" cy="347345"/>
              <wp:effectExtent l="0" t="0" r="0" b="0"/>
              <wp:wrapNone/>
              <wp:docPr id="45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8175" cy="347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643D24" w14:textId="77777777" w:rsidR="00B11AEB" w:rsidRDefault="00B11AEB" w:rsidP="00173B9E">
                          <w:pPr>
                            <w:ind w:firstLine="0"/>
                            <w:jc w:val="left"/>
                          </w:pPr>
                          <w: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42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-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61F999" id="_x0000_s1038" style="position:absolute;left:0;text-align:left;margin-left:-1091.5pt;margin-top:717.25pt;width:50.25pt;height:27.35pt;z-index:2516864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" o:allowincell="f" filled="f" stroked="f">
              <v:textbox style="mso-fit-shape-to-text:t" inset="0,,0">
                <w:txbxContent>
                  <w:p w14:paraId="36643D24" w14:textId="77777777" w:rsidR="00B11AEB" w:rsidRDefault="00B11AEB" w:rsidP="00173B9E">
                    <w:pPr>
                      <w:ind w:firstLine="0"/>
                      <w:jc w:val="left"/>
                    </w:pPr>
                    <w:r>
                      <w:t xml:space="preserve">-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42</w:t>
                    </w:r>
                    <w:r>
                      <w:rPr>
                        <w:noProof/>
                      </w:rPr>
                      <w:fldChar w:fldCharType="end"/>
                    </w:r>
                    <w:r>
                      <w:t xml:space="preserve"> -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cs="Arial"/>
        <w:b/>
        <w:i/>
        <w:iCs/>
        <w:color w:val="7F7F7F" w:themeColor="text1" w:themeTint="80"/>
        <w:sz w:val="16"/>
      </w:rPr>
      <w:tab/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>Droga powiatowa 1004R Zaklików – Borów, most drogowy na rzece Sanna</w:t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ab/>
    </w:r>
    <w:r>
      <w:rPr>
        <w:rFonts w:cstheme="minorHAnsi"/>
        <w:b/>
        <w:i/>
        <w:iCs/>
        <w:color w:val="7F7F7F" w:themeColor="text1" w:themeTint="80"/>
        <w:sz w:val="18"/>
        <w:szCs w:val="18"/>
      </w:rPr>
      <w:tab/>
    </w:r>
  </w:p>
  <w:p w14:paraId="6A06BE04" w14:textId="77777777" w:rsidR="00B11AEB" w:rsidRPr="00173B9E" w:rsidRDefault="00B11AEB" w:rsidP="00173B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A8D8D" w14:textId="77777777" w:rsidR="00BD6ABC" w:rsidRDefault="00BD6ABC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14:paraId="41CC3119" w14:textId="77777777" w:rsidR="00BD6ABC" w:rsidRDefault="00BD6A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6E7A5" w14:textId="77777777" w:rsidR="00B11AEB" w:rsidRPr="00380E0A" w:rsidRDefault="00B11AEB" w:rsidP="00380E0A">
    <w:pPr>
      <w:pStyle w:val="Nagwek"/>
      <w:jc w:val="right"/>
    </w:pPr>
    <w:r>
      <w:rPr>
        <w:rFonts w:cs="Arial"/>
        <w:i/>
        <w:iCs/>
        <w:color w:val="7F7F7F" w:themeColor="text1" w:themeTint="80"/>
        <w:sz w:val="16"/>
      </w:rPr>
      <w:tab/>
    </w:r>
    <w:r>
      <w:rPr>
        <w:b/>
      </w:rPr>
      <w:t>ST</w:t>
    </w:r>
    <w:r w:rsidRPr="00ED1F57">
      <w:rPr>
        <w:b/>
      </w:rPr>
      <w:t xml:space="preserve">RONA TYTUŁOWA – </w:t>
    </w:r>
    <w:r w:rsidRPr="00ED1F57">
      <w:rPr>
        <w:b/>
        <w:color w:val="0070C0"/>
      </w:rPr>
      <w:t xml:space="preserve">ARKUSZ nr </w:t>
    </w:r>
    <w:r>
      <w:rPr>
        <w:b/>
        <w:color w:val="0070C0"/>
      </w:rPr>
      <w:t>2 z 3</w:t>
    </w:r>
  </w:p>
  <w:p w14:paraId="66217C4E" w14:textId="77777777" w:rsidR="00B11AEB" w:rsidRDefault="00B11A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F1984" w14:textId="268C4FB7" w:rsidR="00B11AEB" w:rsidRPr="00C54C90" w:rsidRDefault="00B11AEB" w:rsidP="00380E0A">
    <w:pPr>
      <w:tabs>
        <w:tab w:val="right" w:pos="9214"/>
      </w:tabs>
      <w:spacing w:line="240" w:lineRule="auto"/>
      <w:ind w:firstLine="0"/>
      <w:rPr>
        <w:rFonts w:cs="Arial"/>
        <w:i/>
        <w:iCs/>
        <w:color w:val="7F7F7F" w:themeColor="text1" w:themeTint="80"/>
        <w:sz w:val="16"/>
      </w:rPr>
    </w:pPr>
    <w:r>
      <w:rPr>
        <w:rFonts w:cs="Arial"/>
        <w:i/>
        <w:iCs/>
        <w:color w:val="7F7F7F" w:themeColor="text1" w:themeTint="80"/>
        <w:sz w:val="16"/>
      </w:rPr>
      <w:tab/>
    </w:r>
    <w:r>
      <w:rPr>
        <w:b/>
      </w:rPr>
      <w:t>ST</w:t>
    </w:r>
    <w:r w:rsidRPr="00ED1F57">
      <w:rPr>
        <w:b/>
      </w:rPr>
      <w:t xml:space="preserve">RONA TYTUŁOWA – </w:t>
    </w:r>
    <w:r w:rsidRPr="00ED1F57">
      <w:rPr>
        <w:b/>
        <w:color w:val="0070C0"/>
      </w:rPr>
      <w:t xml:space="preserve">ARKUSZ nr </w:t>
    </w:r>
    <w:r w:rsidR="003C053B">
      <w:rPr>
        <w:b/>
        <w:color w:val="0070C0"/>
      </w:rPr>
      <w:t>2</w:t>
    </w:r>
    <w:r>
      <w:rPr>
        <w:b/>
        <w:color w:val="0070C0"/>
      </w:rPr>
      <w:t xml:space="preserve"> z </w:t>
    </w:r>
    <w:r w:rsidR="003C053B">
      <w:rPr>
        <w:b/>
        <w:color w:val="0070C0"/>
      </w:rPr>
      <w:t>2</w:t>
    </w:r>
  </w:p>
  <w:p w14:paraId="71E29ED0" w14:textId="77777777" w:rsidR="00B11AEB" w:rsidRDefault="00B11AEB" w:rsidP="00E138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44F61" w14:textId="3A5A217A" w:rsidR="00B11AEB" w:rsidRDefault="00B11AEB" w:rsidP="00FC5726">
    <w:pPr>
      <w:pStyle w:val="Nagwek"/>
      <w:jc w:val="right"/>
    </w:pPr>
    <w:r w:rsidRPr="00ED1F57">
      <w:rPr>
        <w:b/>
      </w:rPr>
      <w:t xml:space="preserve">STRONA TYTUŁOWA – </w:t>
    </w:r>
    <w:r w:rsidRPr="00ED1F57">
      <w:rPr>
        <w:b/>
        <w:color w:val="0070C0"/>
      </w:rPr>
      <w:t xml:space="preserve">ARKUSZ nr </w:t>
    </w:r>
    <w:r>
      <w:rPr>
        <w:b/>
        <w:color w:val="0070C0"/>
      </w:rPr>
      <w:t xml:space="preserve">1 z </w:t>
    </w:r>
    <w:r w:rsidR="003C053B">
      <w:rPr>
        <w:b/>
        <w:color w:val="0070C0"/>
      </w:rPr>
      <w:t>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E8FB28" w14:textId="77777777" w:rsidR="003C053B" w:rsidRDefault="003C053B" w:rsidP="003C053B">
    <w:pPr>
      <w:pBdr>
        <w:bottom w:val="single" w:sz="4" w:space="0" w:color="auto"/>
      </w:pBdr>
      <w:tabs>
        <w:tab w:val="right" w:pos="9354"/>
      </w:tabs>
      <w:spacing w:line="240" w:lineRule="auto"/>
      <w:ind w:firstLine="0"/>
    </w:pPr>
    <w:r>
      <w:rPr>
        <w:rFonts w:cs="Arial"/>
        <w:i/>
        <w:iCs/>
        <w:color w:val="7F7F7F" w:themeColor="text1" w:themeTint="80"/>
        <w:sz w:val="16"/>
      </w:rPr>
      <w:tab/>
      <w:t>PROJEKT BUDOWLANY</w:t>
    </w:r>
  </w:p>
  <w:p w14:paraId="0CF7FAF0" w14:textId="77777777" w:rsidR="003C053B" w:rsidRPr="003C053B" w:rsidRDefault="003C053B" w:rsidP="003C053B">
    <w:pPr>
      <w:pStyle w:val="Nagwek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64"/>
    <w:multiLevelType w:val="singleLevel"/>
    <w:tmpl w:val="00000064"/>
    <w:name w:val="WW8Num117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C95598"/>
    <w:multiLevelType w:val="hybridMultilevel"/>
    <w:tmpl w:val="02EA36F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C20129"/>
    <w:multiLevelType w:val="multilevel"/>
    <w:tmpl w:val="77A21476"/>
    <w:name w:val="Magd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sz w:val="60"/>
      </w:rPr>
    </w:lvl>
    <w:lvl w:ilvl="1">
      <w:start w:val="1"/>
      <w:numFmt w:val="ordinal"/>
      <w:pStyle w:val="Nagwek2"/>
      <w:lvlText w:val="%2 "/>
      <w:lvlJc w:val="left"/>
      <w:pPr>
        <w:ind w:left="1560" w:firstLine="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"/>
      <w:lvlText w:val="%2%3. 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3">
      <w:start w:val="1"/>
      <w:numFmt w:val="decimal"/>
      <w:pStyle w:val="Nagwek4"/>
      <w:lvlText w:val="%2%3.%4."/>
      <w:lvlJc w:val="left"/>
      <w:pPr>
        <w:ind w:left="0" w:firstLine="0"/>
      </w:pPr>
      <w:rPr>
        <w:rFonts w:ascii="Calibri" w:hAnsi="Calibri" w:hint="default"/>
        <w:b/>
        <w:i w:val="0"/>
        <w:sz w:val="24"/>
      </w:rPr>
    </w:lvl>
    <w:lvl w:ilvl="4">
      <w:start w:val="1"/>
      <w:numFmt w:val="decimal"/>
      <w:pStyle w:val="Nagwek5"/>
      <w:lvlText w:val="%2%3.%4.%5."/>
      <w:lvlJc w:val="left"/>
      <w:pPr>
        <w:ind w:left="0" w:firstLine="0"/>
      </w:pPr>
      <w:rPr>
        <w:rFonts w:ascii="Calibri" w:hAnsi="Calibri" w:hint="default"/>
        <w:b w:val="0"/>
        <w:i w:val="0"/>
        <w:color w:val="00B050"/>
        <w:sz w:val="24"/>
      </w:rPr>
    </w:lvl>
    <w:lvl w:ilvl="5">
      <w:start w:val="1"/>
      <w:numFmt w:val="none"/>
      <w:pStyle w:val="Nagwek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  <w:b/>
        <w:bCs/>
        <w:sz w:val="20"/>
        <w:szCs w:val="20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B445E60"/>
    <w:multiLevelType w:val="hybridMultilevel"/>
    <w:tmpl w:val="ADC25CB8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14E726A8"/>
    <w:multiLevelType w:val="hybridMultilevel"/>
    <w:tmpl w:val="81C267F6"/>
    <w:lvl w:ilvl="0" w:tplc="A6EE83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C53507"/>
    <w:multiLevelType w:val="hybridMultilevel"/>
    <w:tmpl w:val="F9980458"/>
    <w:lvl w:ilvl="0" w:tplc="C16606D4">
      <w:start w:val="1"/>
      <w:numFmt w:val="bullet"/>
      <w:lvlText w:val="-"/>
      <w:lvlJc w:val="left"/>
      <w:pPr>
        <w:ind w:left="720" w:hanging="360"/>
      </w:pPr>
      <w:rPr>
        <w:rFonts w:ascii="Book Antiqua" w:hAnsi="Book Antiqu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313C9"/>
    <w:multiLevelType w:val="hybridMultilevel"/>
    <w:tmpl w:val="9392CFE2"/>
    <w:name w:val="Magda2"/>
    <w:lvl w:ilvl="0" w:tplc="73BA2FE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E13BAC"/>
    <w:multiLevelType w:val="hybridMultilevel"/>
    <w:tmpl w:val="D902DABA"/>
    <w:name w:val="Magda32"/>
    <w:lvl w:ilvl="0" w:tplc="C58E59DA">
      <w:start w:val="1"/>
      <w:numFmt w:val="decimal"/>
      <w:lvlText w:val="[%1]."/>
      <w:lvlJc w:val="righ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96C1B"/>
    <w:multiLevelType w:val="hybridMultilevel"/>
    <w:tmpl w:val="FF9A4F9E"/>
    <w:lvl w:ilvl="0" w:tplc="DECE0F9C">
      <w:start w:val="1"/>
      <w:numFmt w:val="decimal"/>
      <w:pStyle w:val="nrtabeli"/>
      <w:lvlText w:val="Tabela 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9" w15:restartNumberingAfterBreak="0">
    <w:nsid w:val="31D57E2E"/>
    <w:multiLevelType w:val="hybridMultilevel"/>
    <w:tmpl w:val="F45AC6F2"/>
    <w:lvl w:ilvl="0" w:tplc="04150011">
      <w:start w:val="1"/>
      <w:numFmt w:val="decimal"/>
      <w:lvlText w:val="%1)"/>
      <w:lvlJc w:val="left"/>
      <w:pPr>
        <w:ind w:left="1473" w:hanging="360"/>
      </w:pPr>
    </w:lvl>
    <w:lvl w:ilvl="1" w:tplc="04150011">
      <w:start w:val="1"/>
      <w:numFmt w:val="decimal"/>
      <w:lvlText w:val="%2)"/>
      <w:lvlJc w:val="left"/>
      <w:pPr>
        <w:ind w:left="2193" w:hanging="360"/>
      </w:pPr>
    </w:lvl>
    <w:lvl w:ilvl="2" w:tplc="0415001B" w:tentative="1">
      <w:start w:val="1"/>
      <w:numFmt w:val="lowerRoman"/>
      <w:lvlText w:val="%3."/>
      <w:lvlJc w:val="right"/>
      <w:pPr>
        <w:ind w:left="2913" w:hanging="180"/>
      </w:pPr>
    </w:lvl>
    <w:lvl w:ilvl="3" w:tplc="0415000F" w:tentative="1">
      <w:start w:val="1"/>
      <w:numFmt w:val="decimal"/>
      <w:lvlText w:val="%4."/>
      <w:lvlJc w:val="left"/>
      <w:pPr>
        <w:ind w:left="3633" w:hanging="360"/>
      </w:pPr>
    </w:lvl>
    <w:lvl w:ilvl="4" w:tplc="04150019" w:tentative="1">
      <w:start w:val="1"/>
      <w:numFmt w:val="lowerLetter"/>
      <w:lvlText w:val="%5."/>
      <w:lvlJc w:val="left"/>
      <w:pPr>
        <w:ind w:left="4353" w:hanging="360"/>
      </w:pPr>
    </w:lvl>
    <w:lvl w:ilvl="5" w:tplc="0415001B" w:tentative="1">
      <w:start w:val="1"/>
      <w:numFmt w:val="lowerRoman"/>
      <w:lvlText w:val="%6."/>
      <w:lvlJc w:val="right"/>
      <w:pPr>
        <w:ind w:left="5073" w:hanging="180"/>
      </w:pPr>
    </w:lvl>
    <w:lvl w:ilvl="6" w:tplc="0415000F" w:tentative="1">
      <w:start w:val="1"/>
      <w:numFmt w:val="decimal"/>
      <w:lvlText w:val="%7."/>
      <w:lvlJc w:val="left"/>
      <w:pPr>
        <w:ind w:left="5793" w:hanging="360"/>
      </w:pPr>
    </w:lvl>
    <w:lvl w:ilvl="7" w:tplc="04150019" w:tentative="1">
      <w:start w:val="1"/>
      <w:numFmt w:val="lowerLetter"/>
      <w:lvlText w:val="%8."/>
      <w:lvlJc w:val="left"/>
      <w:pPr>
        <w:ind w:left="6513" w:hanging="360"/>
      </w:pPr>
    </w:lvl>
    <w:lvl w:ilvl="8" w:tplc="0415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10" w15:restartNumberingAfterBreak="0">
    <w:nsid w:val="326751C0"/>
    <w:multiLevelType w:val="hybridMultilevel"/>
    <w:tmpl w:val="E74852C8"/>
    <w:lvl w:ilvl="0" w:tplc="A96298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BF96FD6"/>
    <w:multiLevelType w:val="hybridMultilevel"/>
    <w:tmpl w:val="587CE406"/>
    <w:name w:val="Magda22"/>
    <w:lvl w:ilvl="0" w:tplc="136C7CB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3EAF6DCD"/>
    <w:multiLevelType w:val="hybridMultilevel"/>
    <w:tmpl w:val="1C0C3D64"/>
    <w:lvl w:ilvl="0" w:tplc="565802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E251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D46559"/>
    <w:multiLevelType w:val="singleLevel"/>
    <w:tmpl w:val="9DE4AED0"/>
    <w:lvl w:ilvl="0">
      <w:start w:val="1"/>
      <w:numFmt w:val="upperLetter"/>
      <w:pStyle w:val="Nazwaczci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2D81818"/>
    <w:multiLevelType w:val="hybridMultilevel"/>
    <w:tmpl w:val="28D83C62"/>
    <w:name w:val="Mgd4"/>
    <w:lvl w:ilvl="0" w:tplc="438E2C9A">
      <w:start w:val="1"/>
      <w:numFmt w:val="decimal"/>
      <w:lvlText w:val="%1)"/>
      <w:lvlJc w:val="left"/>
      <w:pPr>
        <w:ind w:left="1429" w:hanging="360"/>
      </w:pPr>
    </w:lvl>
    <w:lvl w:ilvl="1" w:tplc="64326CB4" w:tentative="1">
      <w:start w:val="1"/>
      <w:numFmt w:val="lowerLetter"/>
      <w:lvlText w:val="%2."/>
      <w:lvlJc w:val="left"/>
      <w:pPr>
        <w:ind w:left="2149" w:hanging="360"/>
      </w:pPr>
    </w:lvl>
    <w:lvl w:ilvl="2" w:tplc="D40202CA" w:tentative="1">
      <w:start w:val="1"/>
      <w:numFmt w:val="lowerRoman"/>
      <w:lvlText w:val="%3."/>
      <w:lvlJc w:val="right"/>
      <w:pPr>
        <w:ind w:left="2869" w:hanging="180"/>
      </w:pPr>
    </w:lvl>
    <w:lvl w:ilvl="3" w:tplc="75747D70" w:tentative="1">
      <w:start w:val="1"/>
      <w:numFmt w:val="decimal"/>
      <w:lvlText w:val="%4."/>
      <w:lvlJc w:val="left"/>
      <w:pPr>
        <w:ind w:left="3589" w:hanging="360"/>
      </w:pPr>
    </w:lvl>
    <w:lvl w:ilvl="4" w:tplc="B720DB4E" w:tentative="1">
      <w:start w:val="1"/>
      <w:numFmt w:val="lowerLetter"/>
      <w:lvlText w:val="%5."/>
      <w:lvlJc w:val="left"/>
      <w:pPr>
        <w:ind w:left="4309" w:hanging="360"/>
      </w:pPr>
    </w:lvl>
    <w:lvl w:ilvl="5" w:tplc="FBE62E42" w:tentative="1">
      <w:start w:val="1"/>
      <w:numFmt w:val="lowerRoman"/>
      <w:lvlText w:val="%6."/>
      <w:lvlJc w:val="right"/>
      <w:pPr>
        <w:ind w:left="5029" w:hanging="180"/>
      </w:pPr>
    </w:lvl>
    <w:lvl w:ilvl="6" w:tplc="29FE570E" w:tentative="1">
      <w:start w:val="1"/>
      <w:numFmt w:val="decimal"/>
      <w:lvlText w:val="%7."/>
      <w:lvlJc w:val="left"/>
      <w:pPr>
        <w:ind w:left="5749" w:hanging="360"/>
      </w:pPr>
    </w:lvl>
    <w:lvl w:ilvl="7" w:tplc="1C10F41A" w:tentative="1">
      <w:start w:val="1"/>
      <w:numFmt w:val="lowerLetter"/>
      <w:lvlText w:val="%8."/>
      <w:lvlJc w:val="left"/>
      <w:pPr>
        <w:ind w:left="6469" w:hanging="360"/>
      </w:pPr>
    </w:lvl>
    <w:lvl w:ilvl="8" w:tplc="1510569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3112E22"/>
    <w:multiLevelType w:val="hybridMultilevel"/>
    <w:tmpl w:val="259EA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275854"/>
    <w:multiLevelType w:val="hybridMultilevel"/>
    <w:tmpl w:val="4232C96C"/>
    <w:name w:val="Magda32222"/>
    <w:lvl w:ilvl="0" w:tplc="F2647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416DE9"/>
    <w:multiLevelType w:val="hybridMultilevel"/>
    <w:tmpl w:val="FCA0282E"/>
    <w:name w:val="Magda222"/>
    <w:lvl w:ilvl="0" w:tplc="04150011">
      <w:start w:val="1"/>
      <w:numFmt w:val="bullet"/>
      <w:lvlText w:val="­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7473857"/>
    <w:multiLevelType w:val="hybridMultilevel"/>
    <w:tmpl w:val="23502BCA"/>
    <w:name w:val="Magda3"/>
    <w:lvl w:ilvl="0" w:tplc="1910D552">
      <w:start w:val="1"/>
      <w:numFmt w:val="upperLetter"/>
      <w:pStyle w:val="NagwekA"/>
      <w:lvlText w:val="%1.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5B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9B4420C6">
      <w:start w:val="1"/>
      <w:numFmt w:val="decimal"/>
      <w:lvlText w:val="%2)"/>
      <w:lvlJc w:val="left"/>
      <w:pPr>
        <w:ind w:left="3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027" w:hanging="180"/>
      </w:pPr>
    </w:lvl>
    <w:lvl w:ilvl="3" w:tplc="0415000F" w:tentative="1">
      <w:start w:val="1"/>
      <w:numFmt w:val="decimal"/>
      <w:lvlText w:val="%4."/>
      <w:lvlJc w:val="left"/>
      <w:pPr>
        <w:ind w:left="1747" w:hanging="360"/>
      </w:pPr>
    </w:lvl>
    <w:lvl w:ilvl="4" w:tplc="04150019" w:tentative="1">
      <w:start w:val="1"/>
      <w:numFmt w:val="lowerLetter"/>
      <w:lvlText w:val="%5."/>
      <w:lvlJc w:val="left"/>
      <w:pPr>
        <w:ind w:left="2467" w:hanging="360"/>
      </w:pPr>
    </w:lvl>
    <w:lvl w:ilvl="5" w:tplc="0415001B" w:tentative="1">
      <w:start w:val="1"/>
      <w:numFmt w:val="lowerRoman"/>
      <w:lvlText w:val="%6."/>
      <w:lvlJc w:val="right"/>
      <w:pPr>
        <w:ind w:left="3187" w:hanging="180"/>
      </w:pPr>
    </w:lvl>
    <w:lvl w:ilvl="6" w:tplc="0415000F" w:tentative="1">
      <w:start w:val="1"/>
      <w:numFmt w:val="decimal"/>
      <w:lvlText w:val="%7."/>
      <w:lvlJc w:val="left"/>
      <w:pPr>
        <w:ind w:left="3907" w:hanging="360"/>
      </w:pPr>
    </w:lvl>
    <w:lvl w:ilvl="7" w:tplc="04150019" w:tentative="1">
      <w:start w:val="1"/>
      <w:numFmt w:val="lowerLetter"/>
      <w:lvlText w:val="%8."/>
      <w:lvlJc w:val="left"/>
      <w:pPr>
        <w:ind w:left="4627" w:hanging="360"/>
      </w:pPr>
    </w:lvl>
    <w:lvl w:ilvl="8" w:tplc="0415001B" w:tentative="1">
      <w:start w:val="1"/>
      <w:numFmt w:val="lowerRoman"/>
      <w:lvlText w:val="%9."/>
      <w:lvlJc w:val="right"/>
      <w:pPr>
        <w:ind w:left="5347" w:hanging="180"/>
      </w:pPr>
    </w:lvl>
  </w:abstractNum>
  <w:abstractNum w:abstractNumId="19" w15:restartNumberingAfterBreak="0">
    <w:nsid w:val="47E14CCF"/>
    <w:multiLevelType w:val="hybridMultilevel"/>
    <w:tmpl w:val="FF7CFB2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E903C35"/>
    <w:multiLevelType w:val="hybridMultilevel"/>
    <w:tmpl w:val="B3BA5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521C36"/>
    <w:multiLevelType w:val="hybridMultilevel"/>
    <w:tmpl w:val="FD0677A4"/>
    <w:name w:val="Magda322222"/>
    <w:lvl w:ilvl="0" w:tplc="565802F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5A140CF2"/>
    <w:multiLevelType w:val="hybridMultilevel"/>
    <w:tmpl w:val="B53AF2B0"/>
    <w:lvl w:ilvl="0" w:tplc="C58E59DA">
      <w:start w:val="1"/>
      <w:numFmt w:val="decimal"/>
      <w:lvlText w:val="[%1]."/>
      <w:lvlJc w:val="right"/>
      <w:pPr>
        <w:ind w:left="1429" w:hanging="360"/>
      </w:pPr>
      <w:rPr>
        <w:rFonts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471049"/>
    <w:multiLevelType w:val="hybridMultilevel"/>
    <w:tmpl w:val="2C74DD7A"/>
    <w:lvl w:ilvl="0" w:tplc="0415000F">
      <w:start w:val="1"/>
      <w:numFmt w:val="bullet"/>
      <w:pStyle w:val="Wyliczanie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0451023"/>
    <w:multiLevelType w:val="multilevel"/>
    <w:tmpl w:val="C5D4F240"/>
    <w:lvl w:ilvl="0">
      <w:start w:val="1"/>
      <w:numFmt w:val="decimal"/>
      <w:pStyle w:val="Bibliografialist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1153628"/>
    <w:multiLevelType w:val="hybridMultilevel"/>
    <w:tmpl w:val="9EC21FE0"/>
    <w:lvl w:ilvl="0" w:tplc="A96298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0682174"/>
    <w:multiLevelType w:val="hybridMultilevel"/>
    <w:tmpl w:val="8842BCA4"/>
    <w:lvl w:ilvl="0" w:tplc="8DAEF364">
      <w:start w:val="1"/>
      <w:numFmt w:val="decimal"/>
      <w:pStyle w:val="Tytu"/>
      <w:lvlText w:val="Tablica %1. "/>
      <w:lvlJc w:val="left"/>
      <w:pPr>
        <w:ind w:left="1211" w:hanging="360"/>
      </w:pPr>
      <w:rPr>
        <w:rFonts w:ascii="Calibri" w:hAnsi="Calibri" w:hint="default"/>
        <w:b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04516"/>
    <w:multiLevelType w:val="hybridMultilevel"/>
    <w:tmpl w:val="3AF89830"/>
    <w:lvl w:ilvl="0" w:tplc="FFFFFFFF">
      <w:start w:val="1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5BD302E"/>
    <w:multiLevelType w:val="hybridMultilevel"/>
    <w:tmpl w:val="FF7CFB2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8774921"/>
    <w:multiLevelType w:val="multilevel"/>
    <w:tmpl w:val="104445A8"/>
    <w:styleLink w:val="Mgd"/>
    <w:lvl w:ilvl="0">
      <w:start w:val="1"/>
      <w:numFmt w:val="decimal"/>
      <w:lvlText w:val="%1."/>
      <w:lvlJc w:val="left"/>
      <w:pPr>
        <w:ind w:left="357" w:hanging="357"/>
      </w:pPr>
      <w:rPr>
        <w:rFonts w:asciiTheme="minorHAnsi" w:hAnsiTheme="minorHAnsi" w:hint="default"/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Theme="minorHAnsi" w:hAnsiTheme="minorHAnsi"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Restart w:val="0"/>
      <w:suff w:val="space"/>
      <w:lvlText w:val="Tab. %5."/>
      <w:lvlJc w:val="left"/>
      <w:pPr>
        <w:ind w:left="357" w:hanging="357"/>
      </w:pPr>
      <w:rPr>
        <w:rFonts w:ascii="Calibri" w:hAnsi="Calibri" w:hint="default"/>
        <w:b/>
        <w:i/>
        <w:sz w:val="24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30" w15:restartNumberingAfterBreak="0">
    <w:nsid w:val="7B6F328D"/>
    <w:multiLevelType w:val="hybridMultilevel"/>
    <w:tmpl w:val="F94EAFDA"/>
    <w:name w:val="Magda3222"/>
    <w:lvl w:ilvl="0" w:tplc="56580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D474E3B"/>
    <w:multiLevelType w:val="hybridMultilevel"/>
    <w:tmpl w:val="A8D6C9E0"/>
    <w:lvl w:ilvl="0" w:tplc="FFFFFFFF">
      <w:start w:val="1"/>
      <w:numFmt w:val="bullet"/>
      <w:pStyle w:val="wypunktowanie"/>
      <w:lvlText w:val=""/>
      <w:lvlJc w:val="left"/>
      <w:pPr>
        <w:tabs>
          <w:tab w:val="num" w:pos="908"/>
        </w:tabs>
        <w:ind w:left="908" w:hanging="34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4C4F10"/>
    <w:multiLevelType w:val="hybridMultilevel"/>
    <w:tmpl w:val="BB5E870A"/>
    <w:name w:val="Magda322"/>
    <w:lvl w:ilvl="0" w:tplc="565802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FA36684"/>
    <w:multiLevelType w:val="multilevel"/>
    <w:tmpl w:val="9F2A9ECA"/>
    <w:name w:val="Mgd"/>
    <w:lvl w:ilvl="0">
      <w:start w:val="1"/>
      <w:numFmt w:val="decimal"/>
      <w:pStyle w:val="PABNagwek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PABNagwek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ABNagwek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</w:rPr>
    </w:lvl>
    <w:lvl w:ilvl="3">
      <w:start w:val="1"/>
      <w:numFmt w:val="decimal"/>
      <w:pStyle w:val="PABnaglowek4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"/>
  </w:num>
  <w:num w:numId="2">
    <w:abstractNumId w:val="29"/>
  </w:num>
  <w:num w:numId="3">
    <w:abstractNumId w:val="26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3"/>
  </w:num>
  <w:num w:numId="7">
    <w:abstractNumId w:val="13"/>
  </w:num>
  <w:num w:numId="8">
    <w:abstractNumId w:val="15"/>
  </w:num>
  <w:num w:numId="9">
    <w:abstractNumId w:val="18"/>
  </w:num>
  <w:num w:numId="10">
    <w:abstractNumId w:val="7"/>
  </w:num>
  <w:num w:numId="11">
    <w:abstractNumId w:val="32"/>
  </w:num>
  <w:num w:numId="12">
    <w:abstractNumId w:val="16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28"/>
  </w:num>
  <w:num w:numId="16">
    <w:abstractNumId w:val="9"/>
  </w:num>
  <w:num w:numId="17">
    <w:abstractNumId w:val="19"/>
  </w:num>
  <w:num w:numId="18">
    <w:abstractNumId w:val="22"/>
  </w:num>
  <w:num w:numId="19">
    <w:abstractNumId w:val="31"/>
  </w:num>
  <w:num w:numId="20">
    <w:abstractNumId w:val="12"/>
  </w:num>
  <w:num w:numId="21">
    <w:abstractNumId w:val="8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3"/>
  </w:num>
  <w:num w:numId="27">
    <w:abstractNumId w:val="1"/>
  </w:num>
  <w:num w:numId="28">
    <w:abstractNumId w:val="4"/>
  </w:num>
  <w:num w:numId="29">
    <w:abstractNumId w:val="2"/>
  </w:num>
  <w:num w:numId="30">
    <w:abstractNumId w:val="20"/>
  </w:num>
  <w:num w:numId="31">
    <w:abstractNumId w:val="5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0"/>
  </w:num>
  <w:num w:numId="37">
    <w:abstractNumId w:val="25"/>
  </w:num>
  <w:num w:numId="38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hideGrammaticalErrors/>
  <w:proofState w:spelling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D89"/>
    <w:rsid w:val="00000306"/>
    <w:rsid w:val="00000A5E"/>
    <w:rsid w:val="000047F6"/>
    <w:rsid w:val="00005B8F"/>
    <w:rsid w:val="000066CC"/>
    <w:rsid w:val="00006B46"/>
    <w:rsid w:val="000100C4"/>
    <w:rsid w:val="0001119F"/>
    <w:rsid w:val="00012468"/>
    <w:rsid w:val="000124E6"/>
    <w:rsid w:val="000135E2"/>
    <w:rsid w:val="000137C8"/>
    <w:rsid w:val="0001471C"/>
    <w:rsid w:val="000162F9"/>
    <w:rsid w:val="00020171"/>
    <w:rsid w:val="00020F34"/>
    <w:rsid w:val="00021AC4"/>
    <w:rsid w:val="00023BBC"/>
    <w:rsid w:val="00024282"/>
    <w:rsid w:val="00024EB5"/>
    <w:rsid w:val="00027574"/>
    <w:rsid w:val="000316A5"/>
    <w:rsid w:val="000317F4"/>
    <w:rsid w:val="00031AA7"/>
    <w:rsid w:val="00032ADE"/>
    <w:rsid w:val="00033F16"/>
    <w:rsid w:val="000347E6"/>
    <w:rsid w:val="00035619"/>
    <w:rsid w:val="00036A4F"/>
    <w:rsid w:val="00040DFB"/>
    <w:rsid w:val="000438D1"/>
    <w:rsid w:val="00044251"/>
    <w:rsid w:val="00046801"/>
    <w:rsid w:val="0004699B"/>
    <w:rsid w:val="00047FE8"/>
    <w:rsid w:val="000504C0"/>
    <w:rsid w:val="0005233B"/>
    <w:rsid w:val="00053716"/>
    <w:rsid w:val="00054239"/>
    <w:rsid w:val="000577D2"/>
    <w:rsid w:val="00062C70"/>
    <w:rsid w:val="000641CD"/>
    <w:rsid w:val="00064816"/>
    <w:rsid w:val="00067C9C"/>
    <w:rsid w:val="0007019C"/>
    <w:rsid w:val="000701E0"/>
    <w:rsid w:val="0007025F"/>
    <w:rsid w:val="000706CF"/>
    <w:rsid w:val="00070B59"/>
    <w:rsid w:val="00075052"/>
    <w:rsid w:val="0007707C"/>
    <w:rsid w:val="00082067"/>
    <w:rsid w:val="00083E6C"/>
    <w:rsid w:val="00086097"/>
    <w:rsid w:val="0008794A"/>
    <w:rsid w:val="00087D50"/>
    <w:rsid w:val="00093C49"/>
    <w:rsid w:val="00093E32"/>
    <w:rsid w:val="00095043"/>
    <w:rsid w:val="00095B6C"/>
    <w:rsid w:val="00096078"/>
    <w:rsid w:val="000970E6"/>
    <w:rsid w:val="00097981"/>
    <w:rsid w:val="000A0458"/>
    <w:rsid w:val="000A2090"/>
    <w:rsid w:val="000A2E71"/>
    <w:rsid w:val="000A4E6F"/>
    <w:rsid w:val="000A592E"/>
    <w:rsid w:val="000A5FDF"/>
    <w:rsid w:val="000B37C5"/>
    <w:rsid w:val="000B3A2E"/>
    <w:rsid w:val="000B3BDF"/>
    <w:rsid w:val="000B40D0"/>
    <w:rsid w:val="000B4BDA"/>
    <w:rsid w:val="000B4E8E"/>
    <w:rsid w:val="000B5C8D"/>
    <w:rsid w:val="000B5E2C"/>
    <w:rsid w:val="000B6BD7"/>
    <w:rsid w:val="000C09AE"/>
    <w:rsid w:val="000C293A"/>
    <w:rsid w:val="000C29F3"/>
    <w:rsid w:val="000C306B"/>
    <w:rsid w:val="000C3A8C"/>
    <w:rsid w:val="000C6BE4"/>
    <w:rsid w:val="000C6CAD"/>
    <w:rsid w:val="000C75A5"/>
    <w:rsid w:val="000D005C"/>
    <w:rsid w:val="000D35B0"/>
    <w:rsid w:val="000D4F20"/>
    <w:rsid w:val="000E1E63"/>
    <w:rsid w:val="000E383C"/>
    <w:rsid w:val="000E40FF"/>
    <w:rsid w:val="000F2C4A"/>
    <w:rsid w:val="000F31C3"/>
    <w:rsid w:val="000F3693"/>
    <w:rsid w:val="000F4CDB"/>
    <w:rsid w:val="00100477"/>
    <w:rsid w:val="0010065F"/>
    <w:rsid w:val="00100CFF"/>
    <w:rsid w:val="001016C2"/>
    <w:rsid w:val="00102CFB"/>
    <w:rsid w:val="00102E71"/>
    <w:rsid w:val="00105F14"/>
    <w:rsid w:val="00106467"/>
    <w:rsid w:val="00111093"/>
    <w:rsid w:val="00116C0D"/>
    <w:rsid w:val="00121F2A"/>
    <w:rsid w:val="00122480"/>
    <w:rsid w:val="00125761"/>
    <w:rsid w:val="00125BC6"/>
    <w:rsid w:val="001264D3"/>
    <w:rsid w:val="0013017E"/>
    <w:rsid w:val="00130C35"/>
    <w:rsid w:val="001310B0"/>
    <w:rsid w:val="001310BA"/>
    <w:rsid w:val="00140CDA"/>
    <w:rsid w:val="00142AD9"/>
    <w:rsid w:val="001438B2"/>
    <w:rsid w:val="001473B7"/>
    <w:rsid w:val="00147D17"/>
    <w:rsid w:val="00147ECD"/>
    <w:rsid w:val="00153084"/>
    <w:rsid w:val="00153A91"/>
    <w:rsid w:val="00154614"/>
    <w:rsid w:val="00154837"/>
    <w:rsid w:val="00154DBE"/>
    <w:rsid w:val="0016345A"/>
    <w:rsid w:val="00173B9E"/>
    <w:rsid w:val="00173D74"/>
    <w:rsid w:val="001745B8"/>
    <w:rsid w:val="00174B72"/>
    <w:rsid w:val="00175077"/>
    <w:rsid w:val="00180637"/>
    <w:rsid w:val="001815F7"/>
    <w:rsid w:val="00181785"/>
    <w:rsid w:val="0018191A"/>
    <w:rsid w:val="0018228D"/>
    <w:rsid w:val="00184CA8"/>
    <w:rsid w:val="001856DD"/>
    <w:rsid w:val="00186DA7"/>
    <w:rsid w:val="0018723C"/>
    <w:rsid w:val="001874FF"/>
    <w:rsid w:val="001908B3"/>
    <w:rsid w:val="00190BDF"/>
    <w:rsid w:val="00190FAE"/>
    <w:rsid w:val="00192226"/>
    <w:rsid w:val="001925F9"/>
    <w:rsid w:val="001951E9"/>
    <w:rsid w:val="0019678D"/>
    <w:rsid w:val="00197064"/>
    <w:rsid w:val="001A2981"/>
    <w:rsid w:val="001A332B"/>
    <w:rsid w:val="001A3A51"/>
    <w:rsid w:val="001A5675"/>
    <w:rsid w:val="001A5867"/>
    <w:rsid w:val="001B020D"/>
    <w:rsid w:val="001B11DC"/>
    <w:rsid w:val="001B45B6"/>
    <w:rsid w:val="001B4E27"/>
    <w:rsid w:val="001C3050"/>
    <w:rsid w:val="001C3617"/>
    <w:rsid w:val="001C5369"/>
    <w:rsid w:val="001C611E"/>
    <w:rsid w:val="001C6D71"/>
    <w:rsid w:val="001C7012"/>
    <w:rsid w:val="001C74F9"/>
    <w:rsid w:val="001D25EB"/>
    <w:rsid w:val="001D2B79"/>
    <w:rsid w:val="001D2F78"/>
    <w:rsid w:val="001D398C"/>
    <w:rsid w:val="001E2723"/>
    <w:rsid w:val="001E2A15"/>
    <w:rsid w:val="001E3615"/>
    <w:rsid w:val="001E5544"/>
    <w:rsid w:val="001E6E56"/>
    <w:rsid w:val="001E7C22"/>
    <w:rsid w:val="001F2027"/>
    <w:rsid w:val="001F240C"/>
    <w:rsid w:val="001F2C78"/>
    <w:rsid w:val="001F342E"/>
    <w:rsid w:val="001F46A4"/>
    <w:rsid w:val="001F55D7"/>
    <w:rsid w:val="001F680E"/>
    <w:rsid w:val="001F6C72"/>
    <w:rsid w:val="001F7998"/>
    <w:rsid w:val="00200482"/>
    <w:rsid w:val="002008E3"/>
    <w:rsid w:val="00201252"/>
    <w:rsid w:val="002022D6"/>
    <w:rsid w:val="002031D8"/>
    <w:rsid w:val="00203EA0"/>
    <w:rsid w:val="00204FC0"/>
    <w:rsid w:val="002060F5"/>
    <w:rsid w:val="00206AFB"/>
    <w:rsid w:val="00207B63"/>
    <w:rsid w:val="00207EFB"/>
    <w:rsid w:val="00210857"/>
    <w:rsid w:val="002109D6"/>
    <w:rsid w:val="00212B12"/>
    <w:rsid w:val="00214541"/>
    <w:rsid w:val="002167B8"/>
    <w:rsid w:val="00220F25"/>
    <w:rsid w:val="0022335B"/>
    <w:rsid w:val="00224424"/>
    <w:rsid w:val="00224773"/>
    <w:rsid w:val="00224FDC"/>
    <w:rsid w:val="00227F6C"/>
    <w:rsid w:val="00230363"/>
    <w:rsid w:val="00230BD6"/>
    <w:rsid w:val="0023101F"/>
    <w:rsid w:val="002332B8"/>
    <w:rsid w:val="002336FB"/>
    <w:rsid w:val="00233DD2"/>
    <w:rsid w:val="00234C0D"/>
    <w:rsid w:val="00235CEE"/>
    <w:rsid w:val="00235DB1"/>
    <w:rsid w:val="00243552"/>
    <w:rsid w:val="00243E94"/>
    <w:rsid w:val="00246754"/>
    <w:rsid w:val="00251D47"/>
    <w:rsid w:val="00252337"/>
    <w:rsid w:val="00256C4D"/>
    <w:rsid w:val="00260D69"/>
    <w:rsid w:val="00262B2A"/>
    <w:rsid w:val="00262BB7"/>
    <w:rsid w:val="00264DAB"/>
    <w:rsid w:val="00271CDD"/>
    <w:rsid w:val="00274074"/>
    <w:rsid w:val="00276A8A"/>
    <w:rsid w:val="0028066E"/>
    <w:rsid w:val="00282A04"/>
    <w:rsid w:val="00284313"/>
    <w:rsid w:val="00284F3D"/>
    <w:rsid w:val="0028528D"/>
    <w:rsid w:val="00285CDC"/>
    <w:rsid w:val="00285E47"/>
    <w:rsid w:val="00286755"/>
    <w:rsid w:val="002867A6"/>
    <w:rsid w:val="00286AF1"/>
    <w:rsid w:val="00286C50"/>
    <w:rsid w:val="00292F35"/>
    <w:rsid w:val="00294666"/>
    <w:rsid w:val="00296FC9"/>
    <w:rsid w:val="002A044A"/>
    <w:rsid w:val="002A58F1"/>
    <w:rsid w:val="002A696A"/>
    <w:rsid w:val="002A73B8"/>
    <w:rsid w:val="002A7CCC"/>
    <w:rsid w:val="002B119B"/>
    <w:rsid w:val="002B2783"/>
    <w:rsid w:val="002B2B06"/>
    <w:rsid w:val="002B37D4"/>
    <w:rsid w:val="002B37F9"/>
    <w:rsid w:val="002B3885"/>
    <w:rsid w:val="002B3C9B"/>
    <w:rsid w:val="002B7390"/>
    <w:rsid w:val="002C0D2B"/>
    <w:rsid w:val="002C3521"/>
    <w:rsid w:val="002C48FE"/>
    <w:rsid w:val="002C5046"/>
    <w:rsid w:val="002C53AE"/>
    <w:rsid w:val="002C5407"/>
    <w:rsid w:val="002C5584"/>
    <w:rsid w:val="002C74CE"/>
    <w:rsid w:val="002D1DF4"/>
    <w:rsid w:val="002D4251"/>
    <w:rsid w:val="002D5454"/>
    <w:rsid w:val="002D605E"/>
    <w:rsid w:val="002D6776"/>
    <w:rsid w:val="002D72FE"/>
    <w:rsid w:val="002E1FA6"/>
    <w:rsid w:val="002E3425"/>
    <w:rsid w:val="002E38F8"/>
    <w:rsid w:val="002E3964"/>
    <w:rsid w:val="002E550B"/>
    <w:rsid w:val="002E5D26"/>
    <w:rsid w:val="002E7A54"/>
    <w:rsid w:val="002F1500"/>
    <w:rsid w:val="002F1B3E"/>
    <w:rsid w:val="002F4BE7"/>
    <w:rsid w:val="002F4E51"/>
    <w:rsid w:val="002F50D6"/>
    <w:rsid w:val="002F5521"/>
    <w:rsid w:val="002F60EE"/>
    <w:rsid w:val="00300595"/>
    <w:rsid w:val="00300B5F"/>
    <w:rsid w:val="00301F54"/>
    <w:rsid w:val="00302656"/>
    <w:rsid w:val="003042ED"/>
    <w:rsid w:val="0030692D"/>
    <w:rsid w:val="0030761D"/>
    <w:rsid w:val="00307A8F"/>
    <w:rsid w:val="00310051"/>
    <w:rsid w:val="003103D7"/>
    <w:rsid w:val="00311341"/>
    <w:rsid w:val="0031167B"/>
    <w:rsid w:val="00312ABA"/>
    <w:rsid w:val="00314519"/>
    <w:rsid w:val="0031639F"/>
    <w:rsid w:val="00320FFD"/>
    <w:rsid w:val="00321D5A"/>
    <w:rsid w:val="0032337E"/>
    <w:rsid w:val="003262F5"/>
    <w:rsid w:val="00326517"/>
    <w:rsid w:val="0032689A"/>
    <w:rsid w:val="0032759D"/>
    <w:rsid w:val="00327C22"/>
    <w:rsid w:val="00331941"/>
    <w:rsid w:val="00332E9E"/>
    <w:rsid w:val="00332FE1"/>
    <w:rsid w:val="00334312"/>
    <w:rsid w:val="00336269"/>
    <w:rsid w:val="00340454"/>
    <w:rsid w:val="00340F96"/>
    <w:rsid w:val="00342A7E"/>
    <w:rsid w:val="003437B3"/>
    <w:rsid w:val="003453D5"/>
    <w:rsid w:val="00346E6D"/>
    <w:rsid w:val="00347128"/>
    <w:rsid w:val="00350062"/>
    <w:rsid w:val="00352C67"/>
    <w:rsid w:val="00353CDE"/>
    <w:rsid w:val="003553F7"/>
    <w:rsid w:val="00356F8C"/>
    <w:rsid w:val="003663DD"/>
    <w:rsid w:val="003725D4"/>
    <w:rsid w:val="00373911"/>
    <w:rsid w:val="003803A0"/>
    <w:rsid w:val="00380E0A"/>
    <w:rsid w:val="003811F9"/>
    <w:rsid w:val="0038171F"/>
    <w:rsid w:val="00383CE3"/>
    <w:rsid w:val="00384C4A"/>
    <w:rsid w:val="00386ACD"/>
    <w:rsid w:val="003926D1"/>
    <w:rsid w:val="003A2A02"/>
    <w:rsid w:val="003A40EA"/>
    <w:rsid w:val="003A4DF3"/>
    <w:rsid w:val="003A6968"/>
    <w:rsid w:val="003A6D9F"/>
    <w:rsid w:val="003A7095"/>
    <w:rsid w:val="003A7A38"/>
    <w:rsid w:val="003B07FE"/>
    <w:rsid w:val="003B0B08"/>
    <w:rsid w:val="003B1C9D"/>
    <w:rsid w:val="003B3153"/>
    <w:rsid w:val="003B35EC"/>
    <w:rsid w:val="003B40AF"/>
    <w:rsid w:val="003B4355"/>
    <w:rsid w:val="003B4D41"/>
    <w:rsid w:val="003C053B"/>
    <w:rsid w:val="003C1F40"/>
    <w:rsid w:val="003C20C6"/>
    <w:rsid w:val="003C6272"/>
    <w:rsid w:val="003D012B"/>
    <w:rsid w:val="003D0E24"/>
    <w:rsid w:val="003D53D0"/>
    <w:rsid w:val="003D7879"/>
    <w:rsid w:val="003E0647"/>
    <w:rsid w:val="003E0B62"/>
    <w:rsid w:val="003E0E67"/>
    <w:rsid w:val="003E52DE"/>
    <w:rsid w:val="003E55AC"/>
    <w:rsid w:val="003E6F1A"/>
    <w:rsid w:val="003F007A"/>
    <w:rsid w:val="003F0BC2"/>
    <w:rsid w:val="003F2A0D"/>
    <w:rsid w:val="003F3F6A"/>
    <w:rsid w:val="003F7400"/>
    <w:rsid w:val="003F78E3"/>
    <w:rsid w:val="00401757"/>
    <w:rsid w:val="004033A2"/>
    <w:rsid w:val="00412554"/>
    <w:rsid w:val="00412D10"/>
    <w:rsid w:val="004130AE"/>
    <w:rsid w:val="00413AB2"/>
    <w:rsid w:val="00416BD2"/>
    <w:rsid w:val="0041721C"/>
    <w:rsid w:val="00421A9C"/>
    <w:rsid w:val="00423860"/>
    <w:rsid w:val="00424CF0"/>
    <w:rsid w:val="00430FB8"/>
    <w:rsid w:val="00431AD6"/>
    <w:rsid w:val="0043249E"/>
    <w:rsid w:val="00434867"/>
    <w:rsid w:val="004373F5"/>
    <w:rsid w:val="004378FA"/>
    <w:rsid w:val="00443159"/>
    <w:rsid w:val="004446C1"/>
    <w:rsid w:val="00444D4C"/>
    <w:rsid w:val="00444FBC"/>
    <w:rsid w:val="00445D1B"/>
    <w:rsid w:val="00446FEA"/>
    <w:rsid w:val="0045067B"/>
    <w:rsid w:val="00460583"/>
    <w:rsid w:val="004734C4"/>
    <w:rsid w:val="0047537F"/>
    <w:rsid w:val="0048150C"/>
    <w:rsid w:val="00481BF0"/>
    <w:rsid w:val="00482092"/>
    <w:rsid w:val="004837DB"/>
    <w:rsid w:val="004840B5"/>
    <w:rsid w:val="00486BD5"/>
    <w:rsid w:val="0049043A"/>
    <w:rsid w:val="00491085"/>
    <w:rsid w:val="00494323"/>
    <w:rsid w:val="004952EF"/>
    <w:rsid w:val="004952F9"/>
    <w:rsid w:val="00495A2E"/>
    <w:rsid w:val="004A1334"/>
    <w:rsid w:val="004A3BD4"/>
    <w:rsid w:val="004A4E66"/>
    <w:rsid w:val="004A7B4E"/>
    <w:rsid w:val="004B073A"/>
    <w:rsid w:val="004B16A2"/>
    <w:rsid w:val="004B695E"/>
    <w:rsid w:val="004C2500"/>
    <w:rsid w:val="004C3D69"/>
    <w:rsid w:val="004C567A"/>
    <w:rsid w:val="004C630A"/>
    <w:rsid w:val="004C6337"/>
    <w:rsid w:val="004D00F0"/>
    <w:rsid w:val="004D6015"/>
    <w:rsid w:val="004E3F7F"/>
    <w:rsid w:val="004E4F00"/>
    <w:rsid w:val="004E5126"/>
    <w:rsid w:val="004E60EF"/>
    <w:rsid w:val="004E6C28"/>
    <w:rsid w:val="004E7241"/>
    <w:rsid w:val="004F056A"/>
    <w:rsid w:val="004F369A"/>
    <w:rsid w:val="004F4413"/>
    <w:rsid w:val="004F5335"/>
    <w:rsid w:val="004F659B"/>
    <w:rsid w:val="004F6E7D"/>
    <w:rsid w:val="004F7AAD"/>
    <w:rsid w:val="004F7C77"/>
    <w:rsid w:val="0050063C"/>
    <w:rsid w:val="00500997"/>
    <w:rsid w:val="0050123B"/>
    <w:rsid w:val="00501492"/>
    <w:rsid w:val="005043BA"/>
    <w:rsid w:val="005067CE"/>
    <w:rsid w:val="00507388"/>
    <w:rsid w:val="005073C4"/>
    <w:rsid w:val="005114E7"/>
    <w:rsid w:val="00511BDB"/>
    <w:rsid w:val="00512EDC"/>
    <w:rsid w:val="00513674"/>
    <w:rsid w:val="00513909"/>
    <w:rsid w:val="00514A4E"/>
    <w:rsid w:val="005171F7"/>
    <w:rsid w:val="00520696"/>
    <w:rsid w:val="00520DDE"/>
    <w:rsid w:val="0052269D"/>
    <w:rsid w:val="00524970"/>
    <w:rsid w:val="00524DC3"/>
    <w:rsid w:val="005254C8"/>
    <w:rsid w:val="00526490"/>
    <w:rsid w:val="0052754E"/>
    <w:rsid w:val="0052784E"/>
    <w:rsid w:val="00534D94"/>
    <w:rsid w:val="00536360"/>
    <w:rsid w:val="00537C77"/>
    <w:rsid w:val="0054017A"/>
    <w:rsid w:val="005404C8"/>
    <w:rsid w:val="005438B3"/>
    <w:rsid w:val="00543E82"/>
    <w:rsid w:val="00544D5B"/>
    <w:rsid w:val="005461E6"/>
    <w:rsid w:val="00546517"/>
    <w:rsid w:val="00554520"/>
    <w:rsid w:val="005616FD"/>
    <w:rsid w:val="00561A60"/>
    <w:rsid w:val="00562256"/>
    <w:rsid w:val="00565237"/>
    <w:rsid w:val="00566A43"/>
    <w:rsid w:val="005674D7"/>
    <w:rsid w:val="0057135F"/>
    <w:rsid w:val="0057188D"/>
    <w:rsid w:val="00571B90"/>
    <w:rsid w:val="00571F4A"/>
    <w:rsid w:val="00572483"/>
    <w:rsid w:val="00573FFB"/>
    <w:rsid w:val="005742D3"/>
    <w:rsid w:val="00576D10"/>
    <w:rsid w:val="0057724F"/>
    <w:rsid w:val="005774CF"/>
    <w:rsid w:val="00577E83"/>
    <w:rsid w:val="0058314D"/>
    <w:rsid w:val="00584632"/>
    <w:rsid w:val="00585702"/>
    <w:rsid w:val="00585A5E"/>
    <w:rsid w:val="005867BF"/>
    <w:rsid w:val="00587108"/>
    <w:rsid w:val="00587E7D"/>
    <w:rsid w:val="0059149F"/>
    <w:rsid w:val="0059234F"/>
    <w:rsid w:val="005945A4"/>
    <w:rsid w:val="005945D8"/>
    <w:rsid w:val="005952BF"/>
    <w:rsid w:val="00595EA9"/>
    <w:rsid w:val="005A1603"/>
    <w:rsid w:val="005A23B2"/>
    <w:rsid w:val="005A2A2C"/>
    <w:rsid w:val="005A4BFE"/>
    <w:rsid w:val="005A6C70"/>
    <w:rsid w:val="005A6CDF"/>
    <w:rsid w:val="005B0105"/>
    <w:rsid w:val="005B0A03"/>
    <w:rsid w:val="005B0F8F"/>
    <w:rsid w:val="005B4862"/>
    <w:rsid w:val="005B605A"/>
    <w:rsid w:val="005B688D"/>
    <w:rsid w:val="005C138E"/>
    <w:rsid w:val="005C1982"/>
    <w:rsid w:val="005C1B49"/>
    <w:rsid w:val="005C22A0"/>
    <w:rsid w:val="005C3180"/>
    <w:rsid w:val="005C4BBB"/>
    <w:rsid w:val="005D04C9"/>
    <w:rsid w:val="005D236C"/>
    <w:rsid w:val="005D2BDE"/>
    <w:rsid w:val="005D45EA"/>
    <w:rsid w:val="005D6D78"/>
    <w:rsid w:val="005E0308"/>
    <w:rsid w:val="005E28A7"/>
    <w:rsid w:val="005E3D5C"/>
    <w:rsid w:val="005E40A6"/>
    <w:rsid w:val="005E4DA0"/>
    <w:rsid w:val="005E4F78"/>
    <w:rsid w:val="005E643E"/>
    <w:rsid w:val="005E7B03"/>
    <w:rsid w:val="005F02D4"/>
    <w:rsid w:val="005F05DC"/>
    <w:rsid w:val="005F178D"/>
    <w:rsid w:val="005F4953"/>
    <w:rsid w:val="005F7900"/>
    <w:rsid w:val="005F79F2"/>
    <w:rsid w:val="00602526"/>
    <w:rsid w:val="00603705"/>
    <w:rsid w:val="006046CD"/>
    <w:rsid w:val="00604F9E"/>
    <w:rsid w:val="006064DB"/>
    <w:rsid w:val="0060711A"/>
    <w:rsid w:val="00611604"/>
    <w:rsid w:val="00611CCB"/>
    <w:rsid w:val="00611D79"/>
    <w:rsid w:val="00616CEC"/>
    <w:rsid w:val="00621E4E"/>
    <w:rsid w:val="00622361"/>
    <w:rsid w:val="00622424"/>
    <w:rsid w:val="00627B80"/>
    <w:rsid w:val="00634BA0"/>
    <w:rsid w:val="00635DA7"/>
    <w:rsid w:val="00640CD3"/>
    <w:rsid w:val="006420DE"/>
    <w:rsid w:val="006433E0"/>
    <w:rsid w:val="0064363D"/>
    <w:rsid w:val="006444BF"/>
    <w:rsid w:val="006444D1"/>
    <w:rsid w:val="006446EB"/>
    <w:rsid w:val="0064478F"/>
    <w:rsid w:val="00645223"/>
    <w:rsid w:val="006457A5"/>
    <w:rsid w:val="00645E7D"/>
    <w:rsid w:val="00647204"/>
    <w:rsid w:val="00647858"/>
    <w:rsid w:val="00647AA6"/>
    <w:rsid w:val="006507AC"/>
    <w:rsid w:val="00651601"/>
    <w:rsid w:val="00651752"/>
    <w:rsid w:val="006532EE"/>
    <w:rsid w:val="00654A15"/>
    <w:rsid w:val="00655512"/>
    <w:rsid w:val="00660158"/>
    <w:rsid w:val="00660284"/>
    <w:rsid w:val="00662D43"/>
    <w:rsid w:val="00663F88"/>
    <w:rsid w:val="006641CE"/>
    <w:rsid w:val="00664F8F"/>
    <w:rsid w:val="006657BE"/>
    <w:rsid w:val="0066798D"/>
    <w:rsid w:val="00670C3A"/>
    <w:rsid w:val="00674EC1"/>
    <w:rsid w:val="0067700F"/>
    <w:rsid w:val="00677CF6"/>
    <w:rsid w:val="0068054F"/>
    <w:rsid w:val="00680CFF"/>
    <w:rsid w:val="00683107"/>
    <w:rsid w:val="00683134"/>
    <w:rsid w:val="00683E21"/>
    <w:rsid w:val="00684AA1"/>
    <w:rsid w:val="00692242"/>
    <w:rsid w:val="00692BD0"/>
    <w:rsid w:val="00693C1B"/>
    <w:rsid w:val="00693E3A"/>
    <w:rsid w:val="006953B1"/>
    <w:rsid w:val="00695487"/>
    <w:rsid w:val="006A09B4"/>
    <w:rsid w:val="006A1A51"/>
    <w:rsid w:val="006A2DE4"/>
    <w:rsid w:val="006A2EEF"/>
    <w:rsid w:val="006A5C28"/>
    <w:rsid w:val="006B0249"/>
    <w:rsid w:val="006B173D"/>
    <w:rsid w:val="006B3138"/>
    <w:rsid w:val="006B3F33"/>
    <w:rsid w:val="006B3FD5"/>
    <w:rsid w:val="006C094B"/>
    <w:rsid w:val="006C1EEF"/>
    <w:rsid w:val="006C4C5F"/>
    <w:rsid w:val="006C5976"/>
    <w:rsid w:val="006D12E7"/>
    <w:rsid w:val="006D1C6B"/>
    <w:rsid w:val="006D2BCB"/>
    <w:rsid w:val="006D3495"/>
    <w:rsid w:val="006D3509"/>
    <w:rsid w:val="006D3F60"/>
    <w:rsid w:val="006D5C74"/>
    <w:rsid w:val="006E00E1"/>
    <w:rsid w:val="006E0D73"/>
    <w:rsid w:val="006F1168"/>
    <w:rsid w:val="006F1B80"/>
    <w:rsid w:val="006F2CE8"/>
    <w:rsid w:val="006F3F80"/>
    <w:rsid w:val="006F51DF"/>
    <w:rsid w:val="006F614C"/>
    <w:rsid w:val="006F6AED"/>
    <w:rsid w:val="007014BE"/>
    <w:rsid w:val="00702083"/>
    <w:rsid w:val="007020AB"/>
    <w:rsid w:val="0070438A"/>
    <w:rsid w:val="007048B2"/>
    <w:rsid w:val="007049A1"/>
    <w:rsid w:val="00706ABD"/>
    <w:rsid w:val="00706EA4"/>
    <w:rsid w:val="00707EA8"/>
    <w:rsid w:val="0071006C"/>
    <w:rsid w:val="0071174A"/>
    <w:rsid w:val="0071243B"/>
    <w:rsid w:val="007130F6"/>
    <w:rsid w:val="00713336"/>
    <w:rsid w:val="00713A0A"/>
    <w:rsid w:val="0071664C"/>
    <w:rsid w:val="00716901"/>
    <w:rsid w:val="00717846"/>
    <w:rsid w:val="00720C0B"/>
    <w:rsid w:val="007212AE"/>
    <w:rsid w:val="00724CCB"/>
    <w:rsid w:val="0072679F"/>
    <w:rsid w:val="00727B05"/>
    <w:rsid w:val="00732B3C"/>
    <w:rsid w:val="00733837"/>
    <w:rsid w:val="00735F6F"/>
    <w:rsid w:val="0074125C"/>
    <w:rsid w:val="0074191C"/>
    <w:rsid w:val="0074226F"/>
    <w:rsid w:val="007429CA"/>
    <w:rsid w:val="007462DA"/>
    <w:rsid w:val="00747F73"/>
    <w:rsid w:val="00751106"/>
    <w:rsid w:val="0075439B"/>
    <w:rsid w:val="0075606C"/>
    <w:rsid w:val="00757520"/>
    <w:rsid w:val="0075770D"/>
    <w:rsid w:val="00757C8E"/>
    <w:rsid w:val="00757E2A"/>
    <w:rsid w:val="007600E1"/>
    <w:rsid w:val="00762E98"/>
    <w:rsid w:val="00765E65"/>
    <w:rsid w:val="00766AA0"/>
    <w:rsid w:val="007673A0"/>
    <w:rsid w:val="00767882"/>
    <w:rsid w:val="007679D0"/>
    <w:rsid w:val="00772189"/>
    <w:rsid w:val="00773969"/>
    <w:rsid w:val="007747F0"/>
    <w:rsid w:val="00775813"/>
    <w:rsid w:val="007759CF"/>
    <w:rsid w:val="0077616D"/>
    <w:rsid w:val="0077686E"/>
    <w:rsid w:val="007768D7"/>
    <w:rsid w:val="00777158"/>
    <w:rsid w:val="00777AAC"/>
    <w:rsid w:val="00780AA3"/>
    <w:rsid w:val="007810F2"/>
    <w:rsid w:val="00782EF7"/>
    <w:rsid w:val="00784346"/>
    <w:rsid w:val="007843C4"/>
    <w:rsid w:val="00784BC0"/>
    <w:rsid w:val="00784CBF"/>
    <w:rsid w:val="00784E44"/>
    <w:rsid w:val="00786059"/>
    <w:rsid w:val="007901C9"/>
    <w:rsid w:val="00791078"/>
    <w:rsid w:val="00791818"/>
    <w:rsid w:val="00791937"/>
    <w:rsid w:val="00793313"/>
    <w:rsid w:val="00793D4F"/>
    <w:rsid w:val="00793DD0"/>
    <w:rsid w:val="007945FC"/>
    <w:rsid w:val="0079486D"/>
    <w:rsid w:val="00795671"/>
    <w:rsid w:val="007964CD"/>
    <w:rsid w:val="007A0AA2"/>
    <w:rsid w:val="007A1A45"/>
    <w:rsid w:val="007A2964"/>
    <w:rsid w:val="007A75A0"/>
    <w:rsid w:val="007B4304"/>
    <w:rsid w:val="007B4B43"/>
    <w:rsid w:val="007C0527"/>
    <w:rsid w:val="007C0C8C"/>
    <w:rsid w:val="007C17C2"/>
    <w:rsid w:val="007C1939"/>
    <w:rsid w:val="007C2137"/>
    <w:rsid w:val="007C2C31"/>
    <w:rsid w:val="007C2DEE"/>
    <w:rsid w:val="007C335F"/>
    <w:rsid w:val="007C3639"/>
    <w:rsid w:val="007C51A2"/>
    <w:rsid w:val="007C6BBD"/>
    <w:rsid w:val="007D23C4"/>
    <w:rsid w:val="007D434C"/>
    <w:rsid w:val="007D4455"/>
    <w:rsid w:val="007D5D9F"/>
    <w:rsid w:val="007D60DB"/>
    <w:rsid w:val="007D6598"/>
    <w:rsid w:val="007D6D02"/>
    <w:rsid w:val="007E1A0D"/>
    <w:rsid w:val="007E2E0B"/>
    <w:rsid w:val="007E5095"/>
    <w:rsid w:val="007E566A"/>
    <w:rsid w:val="007E64BE"/>
    <w:rsid w:val="007E6C46"/>
    <w:rsid w:val="007F018E"/>
    <w:rsid w:val="007F0BD8"/>
    <w:rsid w:val="007F385A"/>
    <w:rsid w:val="0080580B"/>
    <w:rsid w:val="0081188E"/>
    <w:rsid w:val="00811980"/>
    <w:rsid w:val="00812DAA"/>
    <w:rsid w:val="0081386E"/>
    <w:rsid w:val="008141CF"/>
    <w:rsid w:val="00814A5A"/>
    <w:rsid w:val="00815F70"/>
    <w:rsid w:val="00816668"/>
    <w:rsid w:val="00820C60"/>
    <w:rsid w:val="008222FF"/>
    <w:rsid w:val="00823465"/>
    <w:rsid w:val="00824BC6"/>
    <w:rsid w:val="00824BE1"/>
    <w:rsid w:val="00824F85"/>
    <w:rsid w:val="0082590C"/>
    <w:rsid w:val="00833FEC"/>
    <w:rsid w:val="00835BED"/>
    <w:rsid w:val="00840A1E"/>
    <w:rsid w:val="008416F7"/>
    <w:rsid w:val="008436CA"/>
    <w:rsid w:val="008466F5"/>
    <w:rsid w:val="00847850"/>
    <w:rsid w:val="00847977"/>
    <w:rsid w:val="0085061A"/>
    <w:rsid w:val="008553E1"/>
    <w:rsid w:val="008571FA"/>
    <w:rsid w:val="0086047A"/>
    <w:rsid w:val="00860AAA"/>
    <w:rsid w:val="00862D4F"/>
    <w:rsid w:val="00862EE3"/>
    <w:rsid w:val="008631F2"/>
    <w:rsid w:val="00865512"/>
    <w:rsid w:val="008670EB"/>
    <w:rsid w:val="00872ECD"/>
    <w:rsid w:val="00877821"/>
    <w:rsid w:val="00877BD9"/>
    <w:rsid w:val="00880B42"/>
    <w:rsid w:val="00883432"/>
    <w:rsid w:val="00884375"/>
    <w:rsid w:val="0088463A"/>
    <w:rsid w:val="00884A37"/>
    <w:rsid w:val="0088531D"/>
    <w:rsid w:val="008860DE"/>
    <w:rsid w:val="00886B4C"/>
    <w:rsid w:val="0088759E"/>
    <w:rsid w:val="00891EE8"/>
    <w:rsid w:val="00895B1D"/>
    <w:rsid w:val="0089606A"/>
    <w:rsid w:val="008A0476"/>
    <w:rsid w:val="008A2F16"/>
    <w:rsid w:val="008A5A5A"/>
    <w:rsid w:val="008A74FF"/>
    <w:rsid w:val="008B0678"/>
    <w:rsid w:val="008B1802"/>
    <w:rsid w:val="008B22A2"/>
    <w:rsid w:val="008B60A9"/>
    <w:rsid w:val="008B74C2"/>
    <w:rsid w:val="008C041B"/>
    <w:rsid w:val="008C1F77"/>
    <w:rsid w:val="008C38B7"/>
    <w:rsid w:val="008C54BA"/>
    <w:rsid w:val="008C5723"/>
    <w:rsid w:val="008C70F1"/>
    <w:rsid w:val="008D0264"/>
    <w:rsid w:val="008D06E6"/>
    <w:rsid w:val="008D1AFA"/>
    <w:rsid w:val="008D2B7A"/>
    <w:rsid w:val="008D3298"/>
    <w:rsid w:val="008D3406"/>
    <w:rsid w:val="008D483F"/>
    <w:rsid w:val="008D5971"/>
    <w:rsid w:val="008D718C"/>
    <w:rsid w:val="008E3C36"/>
    <w:rsid w:val="008E3FF9"/>
    <w:rsid w:val="008E4A41"/>
    <w:rsid w:val="008E58F0"/>
    <w:rsid w:val="008F0E2A"/>
    <w:rsid w:val="008F2EFE"/>
    <w:rsid w:val="008F37AF"/>
    <w:rsid w:val="008F4964"/>
    <w:rsid w:val="008F4CE8"/>
    <w:rsid w:val="00900140"/>
    <w:rsid w:val="009041AC"/>
    <w:rsid w:val="0091134C"/>
    <w:rsid w:val="009122A6"/>
    <w:rsid w:val="009124C0"/>
    <w:rsid w:val="00913A8F"/>
    <w:rsid w:val="00914304"/>
    <w:rsid w:val="0091698A"/>
    <w:rsid w:val="009170A0"/>
    <w:rsid w:val="00917AB3"/>
    <w:rsid w:val="00921C8E"/>
    <w:rsid w:val="009236E6"/>
    <w:rsid w:val="00924890"/>
    <w:rsid w:val="00924EDB"/>
    <w:rsid w:val="00936FCB"/>
    <w:rsid w:val="00940671"/>
    <w:rsid w:val="00940892"/>
    <w:rsid w:val="0094162E"/>
    <w:rsid w:val="00941C38"/>
    <w:rsid w:val="00943179"/>
    <w:rsid w:val="00943CF7"/>
    <w:rsid w:val="00943D1D"/>
    <w:rsid w:val="00945670"/>
    <w:rsid w:val="00947D74"/>
    <w:rsid w:val="00947E72"/>
    <w:rsid w:val="00950F30"/>
    <w:rsid w:val="00952C64"/>
    <w:rsid w:val="00953B29"/>
    <w:rsid w:val="009542FA"/>
    <w:rsid w:val="00954369"/>
    <w:rsid w:val="00957A5F"/>
    <w:rsid w:val="00957D89"/>
    <w:rsid w:val="00957DD1"/>
    <w:rsid w:val="00960583"/>
    <w:rsid w:val="00960D98"/>
    <w:rsid w:val="00960F5B"/>
    <w:rsid w:val="00962022"/>
    <w:rsid w:val="00963240"/>
    <w:rsid w:val="00964110"/>
    <w:rsid w:val="0096467B"/>
    <w:rsid w:val="009652CE"/>
    <w:rsid w:val="009709B1"/>
    <w:rsid w:val="009733EE"/>
    <w:rsid w:val="009737FB"/>
    <w:rsid w:val="009739CA"/>
    <w:rsid w:val="00973C2D"/>
    <w:rsid w:val="009746FE"/>
    <w:rsid w:val="009750F5"/>
    <w:rsid w:val="00976767"/>
    <w:rsid w:val="00976DBC"/>
    <w:rsid w:val="00977162"/>
    <w:rsid w:val="00980A6E"/>
    <w:rsid w:val="009833DB"/>
    <w:rsid w:val="00983983"/>
    <w:rsid w:val="00987A00"/>
    <w:rsid w:val="00996037"/>
    <w:rsid w:val="00996C37"/>
    <w:rsid w:val="00996C42"/>
    <w:rsid w:val="00996CC1"/>
    <w:rsid w:val="009A0638"/>
    <w:rsid w:val="009A210F"/>
    <w:rsid w:val="009A2C46"/>
    <w:rsid w:val="009A3612"/>
    <w:rsid w:val="009A3804"/>
    <w:rsid w:val="009A42BA"/>
    <w:rsid w:val="009A573E"/>
    <w:rsid w:val="009A6940"/>
    <w:rsid w:val="009A6C76"/>
    <w:rsid w:val="009A77CF"/>
    <w:rsid w:val="009B29F6"/>
    <w:rsid w:val="009B385D"/>
    <w:rsid w:val="009B3AE5"/>
    <w:rsid w:val="009B4655"/>
    <w:rsid w:val="009B5AC6"/>
    <w:rsid w:val="009B5CC3"/>
    <w:rsid w:val="009B6C89"/>
    <w:rsid w:val="009C30A4"/>
    <w:rsid w:val="009C3773"/>
    <w:rsid w:val="009C3980"/>
    <w:rsid w:val="009C4499"/>
    <w:rsid w:val="009C51ED"/>
    <w:rsid w:val="009D0B5D"/>
    <w:rsid w:val="009D3306"/>
    <w:rsid w:val="009D5496"/>
    <w:rsid w:val="009D55FD"/>
    <w:rsid w:val="009D56B4"/>
    <w:rsid w:val="009D5FDA"/>
    <w:rsid w:val="009E13B9"/>
    <w:rsid w:val="009E21A0"/>
    <w:rsid w:val="009E286C"/>
    <w:rsid w:val="009E3DCF"/>
    <w:rsid w:val="009E4D61"/>
    <w:rsid w:val="009E4DD7"/>
    <w:rsid w:val="009E556E"/>
    <w:rsid w:val="009E7AD8"/>
    <w:rsid w:val="009F07FA"/>
    <w:rsid w:val="009F11CA"/>
    <w:rsid w:val="009F1F14"/>
    <w:rsid w:val="009F38A5"/>
    <w:rsid w:val="009F390A"/>
    <w:rsid w:val="009F3E6B"/>
    <w:rsid w:val="009F569D"/>
    <w:rsid w:val="009F7EC4"/>
    <w:rsid w:val="00A0088F"/>
    <w:rsid w:val="00A013A2"/>
    <w:rsid w:val="00A01681"/>
    <w:rsid w:val="00A01D7D"/>
    <w:rsid w:val="00A02EC6"/>
    <w:rsid w:val="00A03006"/>
    <w:rsid w:val="00A032B3"/>
    <w:rsid w:val="00A03C92"/>
    <w:rsid w:val="00A045E2"/>
    <w:rsid w:val="00A04FD3"/>
    <w:rsid w:val="00A05B02"/>
    <w:rsid w:val="00A07E70"/>
    <w:rsid w:val="00A116FF"/>
    <w:rsid w:val="00A12CED"/>
    <w:rsid w:val="00A12F44"/>
    <w:rsid w:val="00A15F0F"/>
    <w:rsid w:val="00A16D69"/>
    <w:rsid w:val="00A1741D"/>
    <w:rsid w:val="00A22D57"/>
    <w:rsid w:val="00A24B61"/>
    <w:rsid w:val="00A24DBA"/>
    <w:rsid w:val="00A274E5"/>
    <w:rsid w:val="00A276E1"/>
    <w:rsid w:val="00A30248"/>
    <w:rsid w:val="00A316BB"/>
    <w:rsid w:val="00A34686"/>
    <w:rsid w:val="00A34F90"/>
    <w:rsid w:val="00A357E8"/>
    <w:rsid w:val="00A3684A"/>
    <w:rsid w:val="00A368A6"/>
    <w:rsid w:val="00A37447"/>
    <w:rsid w:val="00A37961"/>
    <w:rsid w:val="00A405A2"/>
    <w:rsid w:val="00A4160E"/>
    <w:rsid w:val="00A43EC6"/>
    <w:rsid w:val="00A47BD4"/>
    <w:rsid w:val="00A50023"/>
    <w:rsid w:val="00A5231D"/>
    <w:rsid w:val="00A53827"/>
    <w:rsid w:val="00A5563C"/>
    <w:rsid w:val="00A5606C"/>
    <w:rsid w:val="00A56370"/>
    <w:rsid w:val="00A57239"/>
    <w:rsid w:val="00A575B4"/>
    <w:rsid w:val="00A5778F"/>
    <w:rsid w:val="00A57D1F"/>
    <w:rsid w:val="00A60677"/>
    <w:rsid w:val="00A60A34"/>
    <w:rsid w:val="00A60AFB"/>
    <w:rsid w:val="00A61366"/>
    <w:rsid w:val="00A61ACA"/>
    <w:rsid w:val="00A629EE"/>
    <w:rsid w:val="00A62A82"/>
    <w:rsid w:val="00A70D26"/>
    <w:rsid w:val="00A715AA"/>
    <w:rsid w:val="00A71E0F"/>
    <w:rsid w:val="00A745C2"/>
    <w:rsid w:val="00A745C8"/>
    <w:rsid w:val="00A75B51"/>
    <w:rsid w:val="00A76DAB"/>
    <w:rsid w:val="00A82279"/>
    <w:rsid w:val="00A84B73"/>
    <w:rsid w:val="00A84D7A"/>
    <w:rsid w:val="00A85355"/>
    <w:rsid w:val="00A854F8"/>
    <w:rsid w:val="00A86C34"/>
    <w:rsid w:val="00A90BC8"/>
    <w:rsid w:val="00A91C4A"/>
    <w:rsid w:val="00A92E7C"/>
    <w:rsid w:val="00A93B09"/>
    <w:rsid w:val="00A94330"/>
    <w:rsid w:val="00A94744"/>
    <w:rsid w:val="00A96125"/>
    <w:rsid w:val="00A97145"/>
    <w:rsid w:val="00A974AA"/>
    <w:rsid w:val="00AA3DD1"/>
    <w:rsid w:val="00AA7080"/>
    <w:rsid w:val="00AA78BA"/>
    <w:rsid w:val="00AB0F8D"/>
    <w:rsid w:val="00AB1FE3"/>
    <w:rsid w:val="00AB2E99"/>
    <w:rsid w:val="00AB3BE7"/>
    <w:rsid w:val="00AB4E2C"/>
    <w:rsid w:val="00AB5BE8"/>
    <w:rsid w:val="00AB7706"/>
    <w:rsid w:val="00AB7889"/>
    <w:rsid w:val="00AB7C39"/>
    <w:rsid w:val="00AC151F"/>
    <w:rsid w:val="00AC2AB1"/>
    <w:rsid w:val="00AC6E84"/>
    <w:rsid w:val="00AD2EB2"/>
    <w:rsid w:val="00AD3D68"/>
    <w:rsid w:val="00AD405C"/>
    <w:rsid w:val="00AD45A3"/>
    <w:rsid w:val="00AD56C8"/>
    <w:rsid w:val="00AE0B7F"/>
    <w:rsid w:val="00AE0DCA"/>
    <w:rsid w:val="00AE173F"/>
    <w:rsid w:val="00AE2C30"/>
    <w:rsid w:val="00AE44E5"/>
    <w:rsid w:val="00AF21A1"/>
    <w:rsid w:val="00AF248D"/>
    <w:rsid w:val="00AF2B4A"/>
    <w:rsid w:val="00AF2D44"/>
    <w:rsid w:val="00AF45E1"/>
    <w:rsid w:val="00AF679E"/>
    <w:rsid w:val="00AF6DB7"/>
    <w:rsid w:val="00AF74EA"/>
    <w:rsid w:val="00AF79FC"/>
    <w:rsid w:val="00B01415"/>
    <w:rsid w:val="00B0489B"/>
    <w:rsid w:val="00B116C0"/>
    <w:rsid w:val="00B11AEB"/>
    <w:rsid w:val="00B14458"/>
    <w:rsid w:val="00B17B0D"/>
    <w:rsid w:val="00B17F73"/>
    <w:rsid w:val="00B20AD2"/>
    <w:rsid w:val="00B20CF3"/>
    <w:rsid w:val="00B221AA"/>
    <w:rsid w:val="00B25821"/>
    <w:rsid w:val="00B2792A"/>
    <w:rsid w:val="00B31BE0"/>
    <w:rsid w:val="00B32EAB"/>
    <w:rsid w:val="00B33E61"/>
    <w:rsid w:val="00B36A9E"/>
    <w:rsid w:val="00B373A0"/>
    <w:rsid w:val="00B37EB3"/>
    <w:rsid w:val="00B407A7"/>
    <w:rsid w:val="00B441B7"/>
    <w:rsid w:val="00B45237"/>
    <w:rsid w:val="00B46993"/>
    <w:rsid w:val="00B51F64"/>
    <w:rsid w:val="00B51F7F"/>
    <w:rsid w:val="00B54989"/>
    <w:rsid w:val="00B551EB"/>
    <w:rsid w:val="00B556AE"/>
    <w:rsid w:val="00B56AD2"/>
    <w:rsid w:val="00B6230D"/>
    <w:rsid w:val="00B63E5A"/>
    <w:rsid w:val="00B6448A"/>
    <w:rsid w:val="00B65FA6"/>
    <w:rsid w:val="00B664AE"/>
    <w:rsid w:val="00B67559"/>
    <w:rsid w:val="00B7045B"/>
    <w:rsid w:val="00B704C6"/>
    <w:rsid w:val="00B74E28"/>
    <w:rsid w:val="00B755F0"/>
    <w:rsid w:val="00B81239"/>
    <w:rsid w:val="00B8132E"/>
    <w:rsid w:val="00B823D7"/>
    <w:rsid w:val="00B83629"/>
    <w:rsid w:val="00B846E9"/>
    <w:rsid w:val="00B85A43"/>
    <w:rsid w:val="00B863C2"/>
    <w:rsid w:val="00B957FE"/>
    <w:rsid w:val="00B969AB"/>
    <w:rsid w:val="00B96B79"/>
    <w:rsid w:val="00B96DE6"/>
    <w:rsid w:val="00B97A14"/>
    <w:rsid w:val="00BA15E9"/>
    <w:rsid w:val="00BA1949"/>
    <w:rsid w:val="00BA4728"/>
    <w:rsid w:val="00BA5743"/>
    <w:rsid w:val="00BA5EA6"/>
    <w:rsid w:val="00BA7A7E"/>
    <w:rsid w:val="00BA7CAA"/>
    <w:rsid w:val="00BB0E05"/>
    <w:rsid w:val="00BB5E72"/>
    <w:rsid w:val="00BB769F"/>
    <w:rsid w:val="00BB7F28"/>
    <w:rsid w:val="00BC0AC1"/>
    <w:rsid w:val="00BC1435"/>
    <w:rsid w:val="00BC1AF8"/>
    <w:rsid w:val="00BC1F1F"/>
    <w:rsid w:val="00BC2752"/>
    <w:rsid w:val="00BC5BF4"/>
    <w:rsid w:val="00BC629C"/>
    <w:rsid w:val="00BC6AF9"/>
    <w:rsid w:val="00BC6D86"/>
    <w:rsid w:val="00BC6ECD"/>
    <w:rsid w:val="00BC754C"/>
    <w:rsid w:val="00BC7B97"/>
    <w:rsid w:val="00BD01D6"/>
    <w:rsid w:val="00BD087D"/>
    <w:rsid w:val="00BD2513"/>
    <w:rsid w:val="00BD2C64"/>
    <w:rsid w:val="00BD5023"/>
    <w:rsid w:val="00BD6092"/>
    <w:rsid w:val="00BD6ABC"/>
    <w:rsid w:val="00BE3841"/>
    <w:rsid w:val="00BE4C41"/>
    <w:rsid w:val="00BE6101"/>
    <w:rsid w:val="00BE6BDC"/>
    <w:rsid w:val="00BE6E6C"/>
    <w:rsid w:val="00BF1B7C"/>
    <w:rsid w:val="00BF462F"/>
    <w:rsid w:val="00BF6E5F"/>
    <w:rsid w:val="00C03B3F"/>
    <w:rsid w:val="00C04AD1"/>
    <w:rsid w:val="00C071F6"/>
    <w:rsid w:val="00C0753A"/>
    <w:rsid w:val="00C12A1C"/>
    <w:rsid w:val="00C16DBB"/>
    <w:rsid w:val="00C1741C"/>
    <w:rsid w:val="00C20F58"/>
    <w:rsid w:val="00C21976"/>
    <w:rsid w:val="00C2558C"/>
    <w:rsid w:val="00C266E0"/>
    <w:rsid w:val="00C2678C"/>
    <w:rsid w:val="00C26DE5"/>
    <w:rsid w:val="00C3076E"/>
    <w:rsid w:val="00C309FA"/>
    <w:rsid w:val="00C3222F"/>
    <w:rsid w:val="00C328DB"/>
    <w:rsid w:val="00C3449C"/>
    <w:rsid w:val="00C42EF4"/>
    <w:rsid w:val="00C43539"/>
    <w:rsid w:val="00C440F8"/>
    <w:rsid w:val="00C45690"/>
    <w:rsid w:val="00C46ADF"/>
    <w:rsid w:val="00C5212A"/>
    <w:rsid w:val="00C52265"/>
    <w:rsid w:val="00C5291C"/>
    <w:rsid w:val="00C540F9"/>
    <w:rsid w:val="00C56BB4"/>
    <w:rsid w:val="00C60218"/>
    <w:rsid w:val="00C620BB"/>
    <w:rsid w:val="00C62F28"/>
    <w:rsid w:val="00C66B0B"/>
    <w:rsid w:val="00C70204"/>
    <w:rsid w:val="00C77587"/>
    <w:rsid w:val="00C7789E"/>
    <w:rsid w:val="00C83066"/>
    <w:rsid w:val="00C8309B"/>
    <w:rsid w:val="00C856CD"/>
    <w:rsid w:val="00C86A3C"/>
    <w:rsid w:val="00C8746E"/>
    <w:rsid w:val="00C8767C"/>
    <w:rsid w:val="00C87733"/>
    <w:rsid w:val="00C92DFC"/>
    <w:rsid w:val="00C94DB7"/>
    <w:rsid w:val="00CA42A5"/>
    <w:rsid w:val="00CA477B"/>
    <w:rsid w:val="00CA6F98"/>
    <w:rsid w:val="00CB0998"/>
    <w:rsid w:val="00CB0EB2"/>
    <w:rsid w:val="00CB11F7"/>
    <w:rsid w:val="00CB28C3"/>
    <w:rsid w:val="00CB3E2D"/>
    <w:rsid w:val="00CB46AC"/>
    <w:rsid w:val="00CB5542"/>
    <w:rsid w:val="00CB6432"/>
    <w:rsid w:val="00CB6DB8"/>
    <w:rsid w:val="00CC0B1B"/>
    <w:rsid w:val="00CC37D1"/>
    <w:rsid w:val="00CC4149"/>
    <w:rsid w:val="00CC48FC"/>
    <w:rsid w:val="00CC4DF6"/>
    <w:rsid w:val="00CD0AF5"/>
    <w:rsid w:val="00CD0DAD"/>
    <w:rsid w:val="00CD101E"/>
    <w:rsid w:val="00CD14DB"/>
    <w:rsid w:val="00CD23B8"/>
    <w:rsid w:val="00CD244F"/>
    <w:rsid w:val="00CD2740"/>
    <w:rsid w:val="00CE11C6"/>
    <w:rsid w:val="00CE4104"/>
    <w:rsid w:val="00CE5A5C"/>
    <w:rsid w:val="00CE73F2"/>
    <w:rsid w:val="00CF28A0"/>
    <w:rsid w:val="00CF66B9"/>
    <w:rsid w:val="00CF6CE3"/>
    <w:rsid w:val="00D01AEB"/>
    <w:rsid w:val="00D03377"/>
    <w:rsid w:val="00D03CFC"/>
    <w:rsid w:val="00D04EF0"/>
    <w:rsid w:val="00D1066E"/>
    <w:rsid w:val="00D137C2"/>
    <w:rsid w:val="00D146EE"/>
    <w:rsid w:val="00D156B4"/>
    <w:rsid w:val="00D17491"/>
    <w:rsid w:val="00D17958"/>
    <w:rsid w:val="00D21BC5"/>
    <w:rsid w:val="00D22E30"/>
    <w:rsid w:val="00D22F7C"/>
    <w:rsid w:val="00D2434B"/>
    <w:rsid w:val="00D24A28"/>
    <w:rsid w:val="00D257B9"/>
    <w:rsid w:val="00D30856"/>
    <w:rsid w:val="00D30D24"/>
    <w:rsid w:val="00D31112"/>
    <w:rsid w:val="00D316CD"/>
    <w:rsid w:val="00D33F3C"/>
    <w:rsid w:val="00D34EB3"/>
    <w:rsid w:val="00D370A6"/>
    <w:rsid w:val="00D37D77"/>
    <w:rsid w:val="00D37EB6"/>
    <w:rsid w:val="00D4120E"/>
    <w:rsid w:val="00D44268"/>
    <w:rsid w:val="00D44451"/>
    <w:rsid w:val="00D44A59"/>
    <w:rsid w:val="00D459B2"/>
    <w:rsid w:val="00D45DBC"/>
    <w:rsid w:val="00D4610D"/>
    <w:rsid w:val="00D46297"/>
    <w:rsid w:val="00D46D24"/>
    <w:rsid w:val="00D47E8F"/>
    <w:rsid w:val="00D51779"/>
    <w:rsid w:val="00D521CF"/>
    <w:rsid w:val="00D52379"/>
    <w:rsid w:val="00D53219"/>
    <w:rsid w:val="00D54568"/>
    <w:rsid w:val="00D5479D"/>
    <w:rsid w:val="00D553DF"/>
    <w:rsid w:val="00D63BD8"/>
    <w:rsid w:val="00D642CA"/>
    <w:rsid w:val="00D66042"/>
    <w:rsid w:val="00D6716D"/>
    <w:rsid w:val="00D70D1B"/>
    <w:rsid w:val="00D77B63"/>
    <w:rsid w:val="00D804AF"/>
    <w:rsid w:val="00D80B6D"/>
    <w:rsid w:val="00D814F2"/>
    <w:rsid w:val="00D81E02"/>
    <w:rsid w:val="00D83441"/>
    <w:rsid w:val="00D83A30"/>
    <w:rsid w:val="00D8509E"/>
    <w:rsid w:val="00D8559C"/>
    <w:rsid w:val="00D8676B"/>
    <w:rsid w:val="00D86CA3"/>
    <w:rsid w:val="00D878DC"/>
    <w:rsid w:val="00D87A0D"/>
    <w:rsid w:val="00D92D8A"/>
    <w:rsid w:val="00D92EAC"/>
    <w:rsid w:val="00D93536"/>
    <w:rsid w:val="00D97C95"/>
    <w:rsid w:val="00DA0395"/>
    <w:rsid w:val="00DA0BF8"/>
    <w:rsid w:val="00DA21D0"/>
    <w:rsid w:val="00DA3C4F"/>
    <w:rsid w:val="00DA4AF9"/>
    <w:rsid w:val="00DB08CB"/>
    <w:rsid w:val="00DB0BAA"/>
    <w:rsid w:val="00DB3B64"/>
    <w:rsid w:val="00DB5748"/>
    <w:rsid w:val="00DB57B9"/>
    <w:rsid w:val="00DB6B09"/>
    <w:rsid w:val="00DB7BE3"/>
    <w:rsid w:val="00DB7C6F"/>
    <w:rsid w:val="00DB7D72"/>
    <w:rsid w:val="00DC0578"/>
    <w:rsid w:val="00DC1788"/>
    <w:rsid w:val="00DC21A8"/>
    <w:rsid w:val="00DC23D3"/>
    <w:rsid w:val="00DC2946"/>
    <w:rsid w:val="00DC76DF"/>
    <w:rsid w:val="00DD47C2"/>
    <w:rsid w:val="00DD5166"/>
    <w:rsid w:val="00DD6A4E"/>
    <w:rsid w:val="00DD6B9C"/>
    <w:rsid w:val="00DD7460"/>
    <w:rsid w:val="00DD7D99"/>
    <w:rsid w:val="00DD7DB7"/>
    <w:rsid w:val="00DE2184"/>
    <w:rsid w:val="00DE38BA"/>
    <w:rsid w:val="00DE49B9"/>
    <w:rsid w:val="00DE5219"/>
    <w:rsid w:val="00DE6933"/>
    <w:rsid w:val="00DE6F63"/>
    <w:rsid w:val="00DE7368"/>
    <w:rsid w:val="00DE7B69"/>
    <w:rsid w:val="00DF317E"/>
    <w:rsid w:val="00DF532D"/>
    <w:rsid w:val="00DF57BC"/>
    <w:rsid w:val="00DF7292"/>
    <w:rsid w:val="00E00F30"/>
    <w:rsid w:val="00E03D92"/>
    <w:rsid w:val="00E04123"/>
    <w:rsid w:val="00E04D1F"/>
    <w:rsid w:val="00E04F58"/>
    <w:rsid w:val="00E05681"/>
    <w:rsid w:val="00E070C6"/>
    <w:rsid w:val="00E11B17"/>
    <w:rsid w:val="00E11BF0"/>
    <w:rsid w:val="00E13828"/>
    <w:rsid w:val="00E13889"/>
    <w:rsid w:val="00E15B08"/>
    <w:rsid w:val="00E176EE"/>
    <w:rsid w:val="00E215EF"/>
    <w:rsid w:val="00E2324C"/>
    <w:rsid w:val="00E2413A"/>
    <w:rsid w:val="00E2597F"/>
    <w:rsid w:val="00E306ED"/>
    <w:rsid w:val="00E31FD1"/>
    <w:rsid w:val="00E320E1"/>
    <w:rsid w:val="00E34AAF"/>
    <w:rsid w:val="00E34D32"/>
    <w:rsid w:val="00E36882"/>
    <w:rsid w:val="00E37F37"/>
    <w:rsid w:val="00E41A23"/>
    <w:rsid w:val="00E42923"/>
    <w:rsid w:val="00E44403"/>
    <w:rsid w:val="00E46405"/>
    <w:rsid w:val="00E46F45"/>
    <w:rsid w:val="00E47549"/>
    <w:rsid w:val="00E47C1E"/>
    <w:rsid w:val="00E47D06"/>
    <w:rsid w:val="00E50C6B"/>
    <w:rsid w:val="00E52232"/>
    <w:rsid w:val="00E52E0F"/>
    <w:rsid w:val="00E55204"/>
    <w:rsid w:val="00E5600B"/>
    <w:rsid w:val="00E56B79"/>
    <w:rsid w:val="00E57B0F"/>
    <w:rsid w:val="00E57F8D"/>
    <w:rsid w:val="00E60C74"/>
    <w:rsid w:val="00E61895"/>
    <w:rsid w:val="00E64848"/>
    <w:rsid w:val="00E64B54"/>
    <w:rsid w:val="00E66B07"/>
    <w:rsid w:val="00E67640"/>
    <w:rsid w:val="00E70126"/>
    <w:rsid w:val="00E74E2A"/>
    <w:rsid w:val="00E75E6B"/>
    <w:rsid w:val="00E77D00"/>
    <w:rsid w:val="00E82A1A"/>
    <w:rsid w:val="00E842D1"/>
    <w:rsid w:val="00E85CB1"/>
    <w:rsid w:val="00E8744D"/>
    <w:rsid w:val="00E8779D"/>
    <w:rsid w:val="00E87F69"/>
    <w:rsid w:val="00E91DD6"/>
    <w:rsid w:val="00E922DE"/>
    <w:rsid w:val="00E93B4D"/>
    <w:rsid w:val="00EA08A0"/>
    <w:rsid w:val="00EA0C95"/>
    <w:rsid w:val="00EA11CB"/>
    <w:rsid w:val="00EA1BE9"/>
    <w:rsid w:val="00EA1F14"/>
    <w:rsid w:val="00EA26E4"/>
    <w:rsid w:val="00EA6ABC"/>
    <w:rsid w:val="00EB1350"/>
    <w:rsid w:val="00EB7346"/>
    <w:rsid w:val="00EC59EB"/>
    <w:rsid w:val="00EC5ECF"/>
    <w:rsid w:val="00EC69E9"/>
    <w:rsid w:val="00ED04C8"/>
    <w:rsid w:val="00ED05B3"/>
    <w:rsid w:val="00ED16E3"/>
    <w:rsid w:val="00ED1789"/>
    <w:rsid w:val="00ED1F57"/>
    <w:rsid w:val="00ED28FD"/>
    <w:rsid w:val="00ED2908"/>
    <w:rsid w:val="00ED53A2"/>
    <w:rsid w:val="00ED7636"/>
    <w:rsid w:val="00ED7D18"/>
    <w:rsid w:val="00EE13EB"/>
    <w:rsid w:val="00EE399F"/>
    <w:rsid w:val="00EE4EFD"/>
    <w:rsid w:val="00EE6CB5"/>
    <w:rsid w:val="00EE7070"/>
    <w:rsid w:val="00EF0591"/>
    <w:rsid w:val="00EF1E13"/>
    <w:rsid w:val="00EF3C44"/>
    <w:rsid w:val="00EF4CFB"/>
    <w:rsid w:val="00EF52FF"/>
    <w:rsid w:val="00EF743B"/>
    <w:rsid w:val="00F03D59"/>
    <w:rsid w:val="00F04A1C"/>
    <w:rsid w:val="00F053EA"/>
    <w:rsid w:val="00F05647"/>
    <w:rsid w:val="00F0636E"/>
    <w:rsid w:val="00F067A4"/>
    <w:rsid w:val="00F11DE2"/>
    <w:rsid w:val="00F141EF"/>
    <w:rsid w:val="00F15C7E"/>
    <w:rsid w:val="00F1657F"/>
    <w:rsid w:val="00F16A1E"/>
    <w:rsid w:val="00F17670"/>
    <w:rsid w:val="00F1790B"/>
    <w:rsid w:val="00F205BD"/>
    <w:rsid w:val="00F21D6B"/>
    <w:rsid w:val="00F22DEF"/>
    <w:rsid w:val="00F23178"/>
    <w:rsid w:val="00F24282"/>
    <w:rsid w:val="00F25C1A"/>
    <w:rsid w:val="00F27CA1"/>
    <w:rsid w:val="00F27D50"/>
    <w:rsid w:val="00F322A4"/>
    <w:rsid w:val="00F3279D"/>
    <w:rsid w:val="00F3641A"/>
    <w:rsid w:val="00F3643F"/>
    <w:rsid w:val="00F366F1"/>
    <w:rsid w:val="00F36DB2"/>
    <w:rsid w:val="00F40A37"/>
    <w:rsid w:val="00F414F0"/>
    <w:rsid w:val="00F446F0"/>
    <w:rsid w:val="00F449BF"/>
    <w:rsid w:val="00F45F7D"/>
    <w:rsid w:val="00F47B30"/>
    <w:rsid w:val="00F47BD4"/>
    <w:rsid w:val="00F510C1"/>
    <w:rsid w:val="00F520D6"/>
    <w:rsid w:val="00F544A8"/>
    <w:rsid w:val="00F5492E"/>
    <w:rsid w:val="00F55C74"/>
    <w:rsid w:val="00F57F7E"/>
    <w:rsid w:val="00F60024"/>
    <w:rsid w:val="00F6251C"/>
    <w:rsid w:val="00F633E2"/>
    <w:rsid w:val="00F638C5"/>
    <w:rsid w:val="00F63D1F"/>
    <w:rsid w:val="00F67371"/>
    <w:rsid w:val="00F72AB7"/>
    <w:rsid w:val="00F76A4D"/>
    <w:rsid w:val="00F7796F"/>
    <w:rsid w:val="00F82F00"/>
    <w:rsid w:val="00F8374A"/>
    <w:rsid w:val="00F84838"/>
    <w:rsid w:val="00F84BD2"/>
    <w:rsid w:val="00F85564"/>
    <w:rsid w:val="00F8628D"/>
    <w:rsid w:val="00F92490"/>
    <w:rsid w:val="00F924CB"/>
    <w:rsid w:val="00F92BDC"/>
    <w:rsid w:val="00F939CA"/>
    <w:rsid w:val="00F93D9E"/>
    <w:rsid w:val="00F97260"/>
    <w:rsid w:val="00FA0AA6"/>
    <w:rsid w:val="00FA12DC"/>
    <w:rsid w:val="00FA1345"/>
    <w:rsid w:val="00FA28AC"/>
    <w:rsid w:val="00FA351D"/>
    <w:rsid w:val="00FA37D3"/>
    <w:rsid w:val="00FA4156"/>
    <w:rsid w:val="00FA4CB6"/>
    <w:rsid w:val="00FA53B6"/>
    <w:rsid w:val="00FA6DD9"/>
    <w:rsid w:val="00FA7DD1"/>
    <w:rsid w:val="00FB0196"/>
    <w:rsid w:val="00FB0A03"/>
    <w:rsid w:val="00FB0A26"/>
    <w:rsid w:val="00FB13F3"/>
    <w:rsid w:val="00FB192F"/>
    <w:rsid w:val="00FB2184"/>
    <w:rsid w:val="00FB291D"/>
    <w:rsid w:val="00FB2A31"/>
    <w:rsid w:val="00FB31AC"/>
    <w:rsid w:val="00FB43FF"/>
    <w:rsid w:val="00FC00D1"/>
    <w:rsid w:val="00FC036E"/>
    <w:rsid w:val="00FC1C08"/>
    <w:rsid w:val="00FC2B06"/>
    <w:rsid w:val="00FC367E"/>
    <w:rsid w:val="00FC539A"/>
    <w:rsid w:val="00FC5726"/>
    <w:rsid w:val="00FC5F94"/>
    <w:rsid w:val="00FC6094"/>
    <w:rsid w:val="00FC6354"/>
    <w:rsid w:val="00FC670D"/>
    <w:rsid w:val="00FC689D"/>
    <w:rsid w:val="00FC7163"/>
    <w:rsid w:val="00FD3977"/>
    <w:rsid w:val="00FD47B1"/>
    <w:rsid w:val="00FD501D"/>
    <w:rsid w:val="00FD58EA"/>
    <w:rsid w:val="00FE1F66"/>
    <w:rsid w:val="00FE631B"/>
    <w:rsid w:val="00FE6F88"/>
    <w:rsid w:val="00FF2889"/>
    <w:rsid w:val="00FF32A3"/>
    <w:rsid w:val="00FF33AF"/>
    <w:rsid w:val="00FF34C8"/>
    <w:rsid w:val="00FF363D"/>
    <w:rsid w:val="00FF38FB"/>
    <w:rsid w:val="00FF3C7B"/>
    <w:rsid w:val="00FF4E1D"/>
    <w:rsid w:val="00FF6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A373F9E"/>
  <w15:docId w15:val="{1D27B3A8-2909-468E-B11D-16569AC3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251"/>
    <w:pPr>
      <w:suppressAutoHyphens/>
      <w:spacing w:after="0" w:line="360" w:lineRule="auto"/>
      <w:ind w:firstLine="709"/>
      <w:jc w:val="both"/>
    </w:pPr>
    <w:rPr>
      <w:rFonts w:asciiTheme="minorHAnsi" w:hAnsiTheme="minorHAnsi"/>
    </w:rPr>
  </w:style>
  <w:style w:type="paragraph" w:styleId="Nagwek1">
    <w:name w:val="heading 1"/>
    <w:basedOn w:val="Normalny"/>
    <w:next w:val="Normalny"/>
    <w:link w:val="Nagwek1Znak"/>
    <w:qFormat/>
    <w:rsid w:val="00D92D8A"/>
    <w:pPr>
      <w:keepNext/>
      <w:keepLines/>
      <w:spacing w:before="7000"/>
      <w:ind w:firstLine="0"/>
      <w:jc w:val="right"/>
      <w:outlineLvl w:val="0"/>
    </w:pPr>
    <w:rPr>
      <w:rFonts w:eastAsiaTheme="majorEastAsia" w:cstheme="majorBidi"/>
      <w:b/>
      <w:bCs/>
      <w:sz w:val="60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F1500"/>
    <w:pPr>
      <w:keepNext/>
      <w:keepLines/>
      <w:numPr>
        <w:ilvl w:val="1"/>
        <w:numId w:val="1"/>
      </w:numPr>
      <w:shd w:val="clear" w:color="auto" w:fill="EEECE1" w:themeFill="background2"/>
      <w:spacing w:before="240" w:after="100" w:afterAutospacing="1" w:line="240" w:lineRule="auto"/>
      <w:ind w:left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D4610D"/>
    <w:pPr>
      <w:keepNext/>
      <w:keepLines/>
      <w:numPr>
        <w:ilvl w:val="2"/>
        <w:numId w:val="1"/>
      </w:numPr>
      <w:spacing w:before="200" w:after="240" w:line="288" w:lineRule="auto"/>
      <w:outlineLvl w:val="2"/>
    </w:pPr>
    <w:rPr>
      <w:rFonts w:eastAsiaTheme="majorEastAsia" w:cstheme="majorBidi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20F58"/>
    <w:pPr>
      <w:keepNext/>
      <w:keepLines/>
      <w:numPr>
        <w:ilvl w:val="3"/>
        <w:numId w:val="1"/>
      </w:numPr>
      <w:spacing w:before="120"/>
      <w:outlineLvl w:val="3"/>
    </w:pPr>
    <w:rPr>
      <w:rFonts w:eastAsiaTheme="majorEastAsia" w:cstheme="majorBidi"/>
      <w:b/>
      <w:bCs/>
      <w:iCs/>
      <w:sz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A7A7E"/>
    <w:pPr>
      <w:keepNext/>
      <w:keepLines/>
      <w:numPr>
        <w:ilvl w:val="4"/>
        <w:numId w:val="1"/>
      </w:numPr>
      <w:spacing w:before="60"/>
      <w:outlineLvl w:val="4"/>
    </w:pPr>
    <w:rPr>
      <w:rFonts w:eastAsiaTheme="majorEastAsia" w:cstheme="majorBidi"/>
      <w:sz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20F58"/>
    <w:pPr>
      <w:keepNext/>
      <w:keepLines/>
      <w:numPr>
        <w:ilvl w:val="5"/>
        <w:numId w:val="1"/>
      </w:numPr>
      <w:spacing w:line="240" w:lineRule="auto"/>
      <w:outlineLvl w:val="5"/>
    </w:pPr>
    <w:rPr>
      <w:rFonts w:eastAsiaTheme="majorEastAsia" w:cstheme="majorBidi"/>
      <w:i/>
      <w:iCs/>
      <w:sz w:val="24"/>
    </w:rPr>
  </w:style>
  <w:style w:type="paragraph" w:styleId="Nagwek7">
    <w:name w:val="heading 7"/>
    <w:basedOn w:val="Normalny"/>
    <w:next w:val="Normalny"/>
    <w:link w:val="Nagwek7Znak"/>
    <w:qFormat/>
    <w:rsid w:val="00BC754C"/>
    <w:pPr>
      <w:tabs>
        <w:tab w:val="num" w:pos="2005"/>
      </w:tabs>
      <w:suppressAutoHyphens w:val="0"/>
      <w:autoSpaceDN/>
      <w:spacing w:before="240" w:after="60" w:line="240" w:lineRule="auto"/>
      <w:ind w:left="2005" w:hanging="1296"/>
      <w:textAlignment w:val="auto"/>
      <w:outlineLvl w:val="6"/>
    </w:pPr>
    <w:rPr>
      <w:rFonts w:eastAsia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C754C"/>
    <w:pPr>
      <w:tabs>
        <w:tab w:val="num" w:pos="2149"/>
      </w:tabs>
      <w:suppressAutoHyphens w:val="0"/>
      <w:autoSpaceDN/>
      <w:spacing w:before="240" w:after="60" w:line="240" w:lineRule="auto"/>
      <w:ind w:left="2149" w:hanging="1440"/>
      <w:textAlignment w:val="auto"/>
      <w:outlineLvl w:val="7"/>
    </w:pPr>
    <w:rPr>
      <w:rFonts w:eastAsia="Times New Roman"/>
      <w:i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C754C"/>
    <w:pPr>
      <w:tabs>
        <w:tab w:val="num" w:pos="2293"/>
      </w:tabs>
      <w:suppressAutoHyphens w:val="0"/>
      <w:autoSpaceDN/>
      <w:spacing w:before="240" w:after="60" w:line="240" w:lineRule="auto"/>
      <w:ind w:left="2293" w:hanging="1584"/>
      <w:textAlignment w:val="auto"/>
      <w:outlineLvl w:val="8"/>
    </w:pPr>
    <w:rPr>
      <w:rFonts w:eastAsia="Times New Roman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73D74"/>
    <w:rPr>
      <w:rFonts w:asciiTheme="minorHAnsi" w:eastAsiaTheme="majorEastAsia" w:hAnsiTheme="minorHAnsi" w:cstheme="majorBidi"/>
      <w:b/>
      <w:bCs/>
      <w:sz w:val="60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F1500"/>
    <w:rPr>
      <w:rFonts w:asciiTheme="minorHAnsi" w:eastAsiaTheme="majorEastAsia" w:hAnsiTheme="minorHAnsi" w:cstheme="majorBidi"/>
      <w:b/>
      <w:bCs/>
      <w:sz w:val="24"/>
      <w:szCs w:val="26"/>
      <w:shd w:val="clear" w:color="auto" w:fill="EEECE1" w:themeFill="background2"/>
    </w:rPr>
  </w:style>
  <w:style w:type="character" w:customStyle="1" w:styleId="Nagwek3Znak">
    <w:name w:val="Nagłówek 3 Znak"/>
    <w:basedOn w:val="Domylnaczcionkaakapitu"/>
    <w:link w:val="Nagwek3"/>
    <w:rsid w:val="00D4610D"/>
    <w:rPr>
      <w:rFonts w:asciiTheme="minorHAnsi" w:eastAsiaTheme="majorEastAsia" w:hAnsiTheme="minorHAnsi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20F58"/>
    <w:rPr>
      <w:rFonts w:asciiTheme="minorHAnsi" w:eastAsiaTheme="majorEastAsia" w:hAnsiTheme="minorHAnsi" w:cstheme="majorBidi"/>
      <w:b/>
      <w:bCs/>
      <w:iCs/>
      <w:sz w:val="24"/>
    </w:rPr>
  </w:style>
  <w:style w:type="paragraph" w:styleId="Bezodstpw">
    <w:name w:val="No Spacing"/>
    <w:link w:val="BezodstpwZnak"/>
    <w:uiPriority w:val="1"/>
    <w:qFormat/>
    <w:rsid w:val="00953B29"/>
    <w:pPr>
      <w:suppressAutoHyphens/>
      <w:spacing w:after="0" w:line="360" w:lineRule="auto"/>
      <w:ind w:firstLine="709"/>
    </w:pPr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nhideWhenUsed/>
    <w:rsid w:val="008E3FF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E3FF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A6136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366"/>
    <w:rPr>
      <w:rFonts w:ascii="Arial" w:hAnsi="Arial"/>
    </w:rPr>
  </w:style>
  <w:style w:type="paragraph" w:styleId="Tekstdymka">
    <w:name w:val="Balloon Text"/>
    <w:basedOn w:val="Normalny"/>
    <w:link w:val="TekstdymkaZnak"/>
    <w:uiPriority w:val="99"/>
    <w:unhideWhenUsed/>
    <w:rsid w:val="00A613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61366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List Paragraph,BulletC,Akapit z listą1"/>
    <w:basedOn w:val="Normalny"/>
    <w:link w:val="AkapitzlistZnak"/>
    <w:uiPriority w:val="99"/>
    <w:qFormat/>
    <w:rsid w:val="00513909"/>
    <w:pPr>
      <w:suppressAutoHyphens w:val="0"/>
      <w:autoSpaceDN/>
      <w:ind w:left="720"/>
      <w:contextualSpacing/>
      <w:textAlignment w:val="auto"/>
    </w:pPr>
    <w:rPr>
      <w:rFonts w:eastAsiaTheme="minorHAnsi" w:cstheme="minorBidi"/>
    </w:rPr>
  </w:style>
  <w:style w:type="character" w:styleId="Hipercze">
    <w:name w:val="Hyperlink"/>
    <w:basedOn w:val="Domylnaczcionkaakapitu"/>
    <w:uiPriority w:val="99"/>
    <w:unhideWhenUsed/>
    <w:rsid w:val="003042ED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47BD4"/>
    <w:pPr>
      <w:tabs>
        <w:tab w:val="right" w:leader="dot" w:pos="9356"/>
      </w:tabs>
      <w:ind w:left="567" w:hanging="567"/>
    </w:pPr>
    <w:rPr>
      <w:b/>
      <w:noProof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917AB3"/>
    <w:pPr>
      <w:tabs>
        <w:tab w:val="right" w:leader="dot" w:pos="9356"/>
      </w:tabs>
      <w:ind w:left="567" w:hanging="567"/>
    </w:pPr>
    <w:rPr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42EF4"/>
    <w:pPr>
      <w:tabs>
        <w:tab w:val="left" w:pos="908"/>
        <w:tab w:val="right" w:leader="dot" w:pos="9356"/>
      </w:tabs>
      <w:ind w:left="567" w:hanging="567"/>
    </w:pPr>
    <w:rPr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C20F58"/>
    <w:pPr>
      <w:tabs>
        <w:tab w:val="left" w:pos="1100"/>
        <w:tab w:val="right" w:leader="dot" w:pos="9344"/>
      </w:tabs>
      <w:ind w:left="907" w:hanging="680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1F46A4"/>
    <w:pPr>
      <w:suppressAutoHyphens w:val="0"/>
      <w:autoSpaceDN/>
      <w:spacing w:line="240" w:lineRule="auto"/>
      <w:ind w:firstLine="0"/>
      <w:jc w:val="center"/>
      <w:textAlignment w:val="auto"/>
    </w:pPr>
    <w:rPr>
      <w:rFonts w:eastAsia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46A4"/>
    <w:rPr>
      <w:rFonts w:ascii="Arial" w:eastAsia="Times New Roman" w:hAnsi="Arial"/>
      <w:b/>
      <w:sz w:val="32"/>
      <w:szCs w:val="20"/>
      <w:lang w:eastAsia="pl-PL"/>
    </w:rPr>
  </w:style>
  <w:style w:type="character" w:styleId="Tytuksiki">
    <w:name w:val="Book Title"/>
    <w:uiPriority w:val="33"/>
    <w:qFormat/>
    <w:rsid w:val="0075770D"/>
    <w:rPr>
      <w:b/>
      <w:bCs/>
      <w:smallCaps/>
      <w:spacing w:val="5"/>
    </w:rPr>
  </w:style>
  <w:style w:type="character" w:customStyle="1" w:styleId="Nagwek6Znak">
    <w:name w:val="Nagłówek 6 Znak"/>
    <w:basedOn w:val="Domylnaczcionkaakapitu"/>
    <w:link w:val="Nagwek6"/>
    <w:uiPriority w:val="9"/>
    <w:rsid w:val="00C20F58"/>
    <w:rPr>
      <w:rFonts w:asciiTheme="minorHAnsi" w:eastAsiaTheme="majorEastAsia" w:hAnsiTheme="minorHAnsi" w:cstheme="majorBidi"/>
      <w:i/>
      <w:iCs/>
      <w:sz w:val="24"/>
    </w:rPr>
  </w:style>
  <w:style w:type="numbering" w:customStyle="1" w:styleId="Mgd">
    <w:name w:val="Mgd"/>
    <w:uiPriority w:val="99"/>
    <w:rsid w:val="007B4304"/>
    <w:pPr>
      <w:numPr>
        <w:numId w:val="2"/>
      </w:numPr>
    </w:pPr>
  </w:style>
  <w:style w:type="character" w:customStyle="1" w:styleId="Nagwek5Znak">
    <w:name w:val="Nagłówek 5 Znak"/>
    <w:basedOn w:val="Domylnaczcionkaakapitu"/>
    <w:link w:val="Nagwek5"/>
    <w:uiPriority w:val="9"/>
    <w:rsid w:val="00BA7A7E"/>
    <w:rPr>
      <w:rFonts w:asciiTheme="minorHAnsi" w:eastAsiaTheme="majorEastAsia" w:hAnsiTheme="minorHAnsi" w:cstheme="majorBidi"/>
      <w:sz w:val="24"/>
    </w:rPr>
  </w:style>
  <w:style w:type="paragraph" w:styleId="Spistreci5">
    <w:name w:val="toc 5"/>
    <w:basedOn w:val="Normalny"/>
    <w:next w:val="Normalny"/>
    <w:autoRedefine/>
    <w:uiPriority w:val="39"/>
    <w:unhideWhenUsed/>
    <w:rsid w:val="00F85564"/>
    <w:pPr>
      <w:tabs>
        <w:tab w:val="right" w:leader="dot" w:pos="9356"/>
      </w:tabs>
      <w:ind w:left="1191" w:hanging="794"/>
    </w:pPr>
    <w:rPr>
      <w:sz w:val="24"/>
    </w:rPr>
  </w:style>
  <w:style w:type="table" w:styleId="Tabela-Siatka">
    <w:name w:val="Table Grid"/>
    <w:basedOn w:val="Standardowy"/>
    <w:uiPriority w:val="59"/>
    <w:rsid w:val="00192226"/>
    <w:pPr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6">
    <w:name w:val="toc 6"/>
    <w:basedOn w:val="Normalny"/>
    <w:next w:val="Normalny"/>
    <w:autoRedefine/>
    <w:uiPriority w:val="39"/>
    <w:unhideWhenUsed/>
    <w:rsid w:val="007E1A0D"/>
    <w:pPr>
      <w:tabs>
        <w:tab w:val="right" w:pos="11907"/>
      </w:tabs>
      <w:ind w:left="567" w:firstLine="0"/>
    </w:pPr>
    <w:rPr>
      <w:i/>
      <w:sz w:val="24"/>
    </w:rPr>
  </w:style>
  <w:style w:type="paragraph" w:styleId="Tytu">
    <w:name w:val="Title"/>
    <w:aliases w:val="Tytuł_1"/>
    <w:basedOn w:val="Normalny"/>
    <w:next w:val="Normalny"/>
    <w:link w:val="TytuZnak"/>
    <w:qFormat/>
    <w:rsid w:val="00180637"/>
    <w:pPr>
      <w:numPr>
        <w:numId w:val="3"/>
      </w:numPr>
      <w:tabs>
        <w:tab w:val="left" w:pos="113"/>
        <w:tab w:val="left" w:pos="1134"/>
      </w:tabs>
      <w:suppressAutoHyphens w:val="0"/>
      <w:autoSpaceDN/>
      <w:spacing w:after="120" w:line="240" w:lineRule="auto"/>
      <w:contextualSpacing/>
      <w:textAlignment w:val="auto"/>
    </w:pPr>
    <w:rPr>
      <w:rFonts w:ascii="Calibri" w:eastAsiaTheme="majorEastAsia" w:hAnsi="Calibri" w:cstheme="majorBidi"/>
      <w:i/>
      <w:spacing w:val="5"/>
      <w:kern w:val="28"/>
      <w:sz w:val="24"/>
      <w:szCs w:val="52"/>
    </w:rPr>
  </w:style>
  <w:style w:type="character" w:customStyle="1" w:styleId="TytuZnak">
    <w:name w:val="Tytuł Znak"/>
    <w:aliases w:val="Tytuł_1 Znak"/>
    <w:basedOn w:val="Domylnaczcionkaakapitu"/>
    <w:link w:val="Tytu"/>
    <w:rsid w:val="00180637"/>
    <w:rPr>
      <w:rFonts w:eastAsiaTheme="majorEastAsia" w:cstheme="majorBidi"/>
      <w:i/>
      <w:spacing w:val="5"/>
      <w:kern w:val="28"/>
      <w:sz w:val="24"/>
      <w:szCs w:val="52"/>
    </w:rPr>
  </w:style>
  <w:style w:type="character" w:styleId="Pogrubienie">
    <w:name w:val="Strong"/>
    <w:uiPriority w:val="22"/>
    <w:qFormat/>
    <w:rsid w:val="006532EE"/>
    <w:rPr>
      <w:rFonts w:asciiTheme="minorHAnsi" w:hAnsiTheme="minorHAnsi" w:cs="Times New Roman"/>
      <w:b/>
      <w:bCs/>
      <w:sz w:val="24"/>
    </w:rPr>
  </w:style>
  <w:style w:type="paragraph" w:customStyle="1" w:styleId="Bibliografialista">
    <w:name w:val="Bibliografia lista"/>
    <w:basedOn w:val="Normalny"/>
    <w:rsid w:val="00B863C2"/>
    <w:pPr>
      <w:numPr>
        <w:numId w:val="4"/>
      </w:numPr>
      <w:suppressAutoHyphens w:val="0"/>
      <w:autoSpaceDN/>
      <w:spacing w:line="240" w:lineRule="auto"/>
      <w:ind w:left="340" w:hanging="340"/>
      <w:textAlignment w:val="auto"/>
    </w:pPr>
    <w:rPr>
      <w:rFonts w:ascii="Times New Roman" w:hAnsi="Times New Roman"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2A15"/>
    <w:pPr>
      <w:numPr>
        <w:ilvl w:val="1"/>
      </w:numPr>
      <w:pBdr>
        <w:bottom w:val="single" w:sz="2" w:space="1" w:color="595959" w:themeColor="text1" w:themeTint="A6"/>
      </w:pBdr>
      <w:suppressAutoHyphens w:val="0"/>
      <w:autoSpaceDN/>
      <w:spacing w:line="240" w:lineRule="auto"/>
      <w:ind w:firstLine="709"/>
      <w:jc w:val="right"/>
      <w:textAlignment w:val="auto"/>
    </w:pPr>
    <w:rPr>
      <w:rFonts w:eastAsiaTheme="majorEastAsia" w:cstheme="majorBidi"/>
      <w:b/>
      <w:iCs/>
      <w:color w:val="595959" w:themeColor="text1" w:themeTint="A6"/>
      <w:spacing w:val="15"/>
      <w:sz w:val="20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E2A15"/>
    <w:rPr>
      <w:rFonts w:ascii="Arial" w:eastAsiaTheme="majorEastAsia" w:hAnsi="Arial" w:cstheme="majorBidi"/>
      <w:b/>
      <w:iCs/>
      <w:color w:val="595959" w:themeColor="text1" w:themeTint="A6"/>
      <w:spacing w:val="15"/>
      <w:sz w:val="20"/>
      <w:szCs w:val="24"/>
    </w:rPr>
  </w:style>
  <w:style w:type="character" w:styleId="Numerstrony">
    <w:name w:val="page number"/>
    <w:uiPriority w:val="99"/>
    <w:rsid w:val="001E2A15"/>
    <w:rPr>
      <w:rFonts w:cs="Times New Roman"/>
    </w:rPr>
  </w:style>
  <w:style w:type="paragraph" w:styleId="NormalnyWeb">
    <w:name w:val="Normal (Web)"/>
    <w:aliases w:val="Normalny (Web) Znak Znak,Normalny (Web) Znak"/>
    <w:basedOn w:val="Normalny"/>
    <w:link w:val="NormalnyWebZnak1"/>
    <w:uiPriority w:val="99"/>
    <w:rsid w:val="001E2A15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eastAsia="Times New Roman" w:hAnsi="Times New Roman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E2A15"/>
    <w:pPr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Times New Roman" w:eastAsia="Times New Roman" w:hAnsi="Times New Roman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E2A15"/>
    <w:rPr>
      <w:rFonts w:ascii="Times New Roman" w:eastAsia="Times New Roman" w:hAnsi="Times New Roman"/>
      <w:szCs w:val="24"/>
    </w:rPr>
  </w:style>
  <w:style w:type="character" w:styleId="Odwoaniedokomentarza">
    <w:name w:val="annotation reference"/>
    <w:uiPriority w:val="99"/>
    <w:semiHidden/>
    <w:unhideWhenUsed/>
    <w:rsid w:val="001E2A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2A15"/>
    <w:pPr>
      <w:suppressAutoHyphens w:val="0"/>
      <w:autoSpaceDN/>
      <w:spacing w:line="240" w:lineRule="auto"/>
      <w:ind w:firstLine="0"/>
      <w:jc w:val="left"/>
      <w:textAlignment w:val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2A1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A15"/>
    <w:rPr>
      <w:rFonts w:ascii="Times New Roman" w:eastAsia="Times New Roman" w:hAnsi="Times New Roman"/>
      <w:b/>
      <w:bCs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E2A15"/>
    <w:pPr>
      <w:suppressAutoHyphens w:val="0"/>
      <w:autoSpaceDN/>
      <w:spacing w:after="120" w:line="480" w:lineRule="auto"/>
      <w:ind w:left="283" w:firstLine="0"/>
      <w:jc w:val="left"/>
      <w:textAlignment w:val="auto"/>
    </w:pPr>
    <w:rPr>
      <w:rFonts w:ascii="Times New Roman" w:eastAsia="Times New Roman" w:hAnsi="Times New Roman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E2A15"/>
    <w:rPr>
      <w:rFonts w:ascii="Times New Roman" w:eastAsia="Times New Roman" w:hAnsi="Times New Roman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1E2A15"/>
    <w:pPr>
      <w:widowControl w:val="0"/>
      <w:suppressAutoHyphens w:val="0"/>
      <w:autoSpaceDN/>
      <w:spacing w:line="240" w:lineRule="auto"/>
      <w:ind w:firstLine="0"/>
      <w:jc w:val="left"/>
      <w:textAlignment w:val="auto"/>
    </w:pPr>
    <w:rPr>
      <w:rFonts w:ascii="Courier New" w:eastAsia="Times New Roman" w:hAnsi="Courier New"/>
      <w:snapToGrid w:val="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E2A15"/>
    <w:rPr>
      <w:rFonts w:ascii="Courier New" w:eastAsia="Times New Roman" w:hAnsi="Courier New"/>
      <w:snapToGrid w:val="0"/>
      <w:szCs w:val="20"/>
    </w:rPr>
  </w:style>
  <w:style w:type="paragraph" w:customStyle="1" w:styleId="Styl11ptWyjustowanyZlewej124cmInterlinia15wiers">
    <w:name w:val="Styl 11 pt Wyjustowany Z lewej:  124 cm Interlinia:  15 wiers..."/>
    <w:basedOn w:val="Normalny"/>
    <w:next w:val="Normalny"/>
    <w:rsid w:val="001E2A15"/>
    <w:pPr>
      <w:autoSpaceDN/>
      <w:ind w:left="705" w:firstLine="0"/>
      <w:textAlignment w:val="auto"/>
    </w:pPr>
    <w:rPr>
      <w:rFonts w:ascii="Times New Roman" w:eastAsia="Times New Roman" w:hAnsi="Times New Roman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2A15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2A15"/>
    <w:pPr>
      <w:suppressAutoHyphens w:val="0"/>
      <w:autoSpaceDN/>
      <w:spacing w:line="276" w:lineRule="auto"/>
      <w:jc w:val="left"/>
      <w:textAlignment w:val="auto"/>
      <w:outlineLvl w:val="9"/>
    </w:pPr>
    <w:rPr>
      <w:rFonts w:asciiTheme="majorHAnsi" w:hAnsiTheme="majorHAnsi"/>
      <w:color w:val="365F91" w:themeColor="accent1" w:themeShade="BF"/>
      <w:sz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2A15"/>
    <w:pPr>
      <w:suppressAutoHyphens w:val="0"/>
      <w:autoSpaceDN/>
      <w:ind w:firstLine="0"/>
      <w:textAlignment w:val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2A15"/>
    <w:rPr>
      <w:rFonts w:ascii="Arial" w:eastAsia="Times New Roman" w:hAnsi="Arial"/>
      <w:sz w:val="20"/>
      <w:szCs w:val="20"/>
      <w:lang w:eastAsia="pl-PL"/>
    </w:rPr>
  </w:style>
  <w:style w:type="paragraph" w:customStyle="1" w:styleId="Wyliczanie">
    <w:name w:val="Wyliczanie"/>
    <w:basedOn w:val="Normalny"/>
    <w:rsid w:val="00C42EF4"/>
    <w:pPr>
      <w:numPr>
        <w:numId w:val="5"/>
      </w:numPr>
      <w:suppressAutoHyphens w:val="0"/>
      <w:autoSpaceDN/>
      <w:spacing w:line="240" w:lineRule="auto"/>
      <w:ind w:left="284" w:hanging="284"/>
      <w:textAlignment w:val="auto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1E2A15"/>
    <w:rPr>
      <w:color w:val="800080"/>
      <w:u w:val="single"/>
    </w:rPr>
  </w:style>
  <w:style w:type="paragraph" w:customStyle="1" w:styleId="xl63">
    <w:name w:val="xl63"/>
    <w:basedOn w:val="Normalny"/>
    <w:rsid w:val="001E2A15"/>
    <w:pPr>
      <w:pBdr>
        <w:top w:val="double" w:sz="6" w:space="0" w:color="auto"/>
        <w:left w:val="double" w:sz="6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4">
    <w:name w:val="xl64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1E2A15"/>
    <w:pPr>
      <w:pBdr>
        <w:left w:val="double" w:sz="6" w:space="0" w:color="auto"/>
        <w:bottom w:val="single" w:sz="12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E2A15"/>
    <w:pPr>
      <w:pBdr>
        <w:bottom w:val="single" w:sz="12" w:space="0" w:color="auto"/>
        <w:right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7">
    <w:name w:val="xl67"/>
    <w:basedOn w:val="Normalny"/>
    <w:rsid w:val="001E2A15"/>
    <w:pPr>
      <w:pBdr>
        <w:bottom w:val="single" w:sz="12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8">
    <w:name w:val="xl68"/>
    <w:basedOn w:val="Normalny"/>
    <w:rsid w:val="001E2A15"/>
    <w:pPr>
      <w:pBdr>
        <w:bottom w:val="single" w:sz="12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69">
    <w:name w:val="xl69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0">
    <w:name w:val="xl70"/>
    <w:basedOn w:val="Normalny"/>
    <w:rsid w:val="001E2A15"/>
    <w:pPr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1E2A15"/>
    <w:pPr>
      <w:pBdr>
        <w:left w:val="double" w:sz="6" w:space="0" w:color="auto"/>
        <w:bottom w:val="double" w:sz="6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2">
    <w:name w:val="xl72"/>
    <w:basedOn w:val="Normalny"/>
    <w:rsid w:val="001E2A15"/>
    <w:pPr>
      <w:pBdr>
        <w:top w:val="double" w:sz="6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3">
    <w:name w:val="xl73"/>
    <w:basedOn w:val="Normalny"/>
    <w:rsid w:val="001E2A15"/>
    <w:pPr>
      <w:pBdr>
        <w:top w:val="single" w:sz="12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4">
    <w:name w:val="xl74"/>
    <w:basedOn w:val="Normalny"/>
    <w:rsid w:val="001E2A15"/>
    <w:pPr>
      <w:pBdr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5">
    <w:name w:val="xl75"/>
    <w:basedOn w:val="Normalny"/>
    <w:rsid w:val="001E2A15"/>
    <w:pPr>
      <w:pBdr>
        <w:left w:val="double" w:sz="6" w:space="0" w:color="auto"/>
        <w:bottom w:val="double" w:sz="6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color w:val="000000"/>
      <w:sz w:val="20"/>
      <w:szCs w:val="20"/>
      <w:lang w:eastAsia="pl-PL"/>
    </w:rPr>
  </w:style>
  <w:style w:type="paragraph" w:customStyle="1" w:styleId="xl76">
    <w:name w:val="xl76"/>
    <w:basedOn w:val="Normalny"/>
    <w:rsid w:val="001E2A15"/>
    <w:pPr>
      <w:pBdr>
        <w:top w:val="single" w:sz="8" w:space="0" w:color="auto"/>
        <w:left w:val="double" w:sz="6" w:space="0" w:color="auto"/>
        <w:bottom w:val="single" w:sz="8" w:space="0" w:color="auto"/>
        <w:right w:val="single" w:sz="12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sz w:val="20"/>
      <w:szCs w:val="20"/>
      <w:lang w:eastAsia="pl-PL"/>
    </w:rPr>
  </w:style>
  <w:style w:type="paragraph" w:customStyle="1" w:styleId="xl77">
    <w:name w:val="xl77"/>
    <w:basedOn w:val="Normalny"/>
    <w:rsid w:val="001E2A15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1E2A15"/>
    <w:pPr>
      <w:pBdr>
        <w:top w:val="single" w:sz="8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1E2A15"/>
    <w:pPr>
      <w:pBdr>
        <w:top w:val="single" w:sz="8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1E2A15"/>
    <w:pPr>
      <w:pBdr>
        <w:top w:val="double" w:sz="6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1E2A15"/>
    <w:pPr>
      <w:pBdr>
        <w:top w:val="double" w:sz="6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1E2A15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1E2A15"/>
    <w:pPr>
      <w:pBdr>
        <w:top w:val="single" w:sz="8" w:space="0" w:color="auto"/>
        <w:left w:val="single" w:sz="12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4">
    <w:name w:val="xl84"/>
    <w:basedOn w:val="Normalny"/>
    <w:rsid w:val="001E2A15"/>
    <w:pPr>
      <w:pBdr>
        <w:top w:val="single" w:sz="8" w:space="0" w:color="auto"/>
        <w:bottom w:val="single" w:sz="8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1E2A15"/>
    <w:pPr>
      <w:pBdr>
        <w:top w:val="single" w:sz="8" w:space="0" w:color="auto"/>
        <w:bottom w:val="single" w:sz="8" w:space="0" w:color="auto"/>
        <w:right w:val="double" w:sz="6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1E2A15"/>
    <w:pPr>
      <w:pBdr>
        <w:top w:val="single" w:sz="8" w:space="0" w:color="auto"/>
        <w:bottom w:val="single" w:sz="8" w:space="0" w:color="auto"/>
        <w:right w:val="single" w:sz="12" w:space="0" w:color="auto"/>
      </w:pBdr>
      <w:shd w:val="clear" w:color="000000" w:fill="D0CECE"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 Light" w:eastAsia="Times New Roman" w:hAnsi="Calibri Light"/>
      <w:b/>
      <w:bCs/>
      <w:sz w:val="20"/>
      <w:szCs w:val="20"/>
      <w:lang w:eastAsia="pl-PL"/>
    </w:rPr>
  </w:style>
  <w:style w:type="paragraph" w:customStyle="1" w:styleId="TimesCE">
    <w:name w:val="Times CE"/>
    <w:basedOn w:val="Normalny"/>
    <w:rsid w:val="00862EE3"/>
    <w:pPr>
      <w:suppressAutoHyphens w:val="0"/>
      <w:autoSpaceDN/>
      <w:spacing w:line="360" w:lineRule="atLeast"/>
      <w:ind w:firstLine="0"/>
      <w:jc w:val="left"/>
      <w:textAlignment w:val="auto"/>
    </w:pPr>
    <w:rPr>
      <w:rFonts w:ascii="Times New Roman" w:eastAsia="Times New Roman" w:hAnsi="Times New Roman"/>
      <w:szCs w:val="20"/>
      <w:lang w:eastAsia="pl-PL"/>
    </w:rPr>
  </w:style>
  <w:style w:type="paragraph" w:customStyle="1" w:styleId="Tekst">
    <w:name w:val="Tekst"/>
    <w:basedOn w:val="Normalny"/>
    <w:link w:val="TekstZnak"/>
    <w:rsid w:val="00C04AD1"/>
    <w:pPr>
      <w:suppressAutoHyphens w:val="0"/>
      <w:autoSpaceDN/>
      <w:spacing w:before="60"/>
      <w:ind w:firstLine="851"/>
      <w:textAlignment w:val="auto"/>
    </w:pPr>
    <w:rPr>
      <w:rFonts w:eastAsia="Times New Roman"/>
      <w:sz w:val="20"/>
      <w:szCs w:val="20"/>
      <w:lang w:eastAsia="pl-PL"/>
    </w:rPr>
  </w:style>
  <w:style w:type="paragraph" w:customStyle="1" w:styleId="PABNagwek1">
    <w:name w:val="PAB Nagłówek 1"/>
    <w:basedOn w:val="Nagwek1"/>
    <w:rsid w:val="00C04AD1"/>
    <w:pPr>
      <w:keepLines w:val="0"/>
      <w:numPr>
        <w:numId w:val="6"/>
      </w:numPr>
      <w:suppressAutoHyphens w:val="0"/>
      <w:autoSpaceDN/>
      <w:spacing w:before="240"/>
      <w:jc w:val="left"/>
      <w:textAlignment w:val="auto"/>
    </w:pPr>
    <w:rPr>
      <w:rFonts w:ascii="Arial" w:eastAsia="Times New Roman" w:hAnsi="Arial" w:cs="Times New Roman"/>
      <w:bCs w:val="0"/>
      <w:caps/>
      <w:kern w:val="28"/>
      <w:sz w:val="24"/>
      <w:szCs w:val="20"/>
      <w:lang w:eastAsia="pl-PL"/>
    </w:rPr>
  </w:style>
  <w:style w:type="paragraph" w:customStyle="1" w:styleId="PABnaglowek4">
    <w:name w:val="PAB naglowek 4"/>
    <w:basedOn w:val="Tekst"/>
    <w:next w:val="Tekst"/>
    <w:rsid w:val="00C04AD1"/>
    <w:pPr>
      <w:numPr>
        <w:ilvl w:val="3"/>
        <w:numId w:val="6"/>
      </w:numPr>
      <w:tabs>
        <w:tab w:val="clear" w:pos="851"/>
      </w:tabs>
      <w:spacing w:before="120"/>
      <w:ind w:left="3589" w:hanging="360"/>
    </w:pPr>
    <w:rPr>
      <w:b/>
    </w:rPr>
  </w:style>
  <w:style w:type="paragraph" w:customStyle="1" w:styleId="PABNagwek2">
    <w:name w:val="PAB Nagłówek 2"/>
    <w:basedOn w:val="Nagwek3"/>
    <w:next w:val="Tekst"/>
    <w:rsid w:val="00C04AD1"/>
    <w:pPr>
      <w:keepLines w:val="0"/>
      <w:numPr>
        <w:ilvl w:val="1"/>
        <w:numId w:val="6"/>
      </w:numPr>
      <w:suppressAutoHyphens w:val="0"/>
      <w:autoSpaceDN/>
      <w:spacing w:before="120"/>
      <w:textAlignment w:val="auto"/>
    </w:pPr>
    <w:rPr>
      <w:rFonts w:ascii="Arial" w:eastAsia="Times New Roman" w:hAnsi="Arial" w:cs="Times New Roman"/>
      <w:bCs w:val="0"/>
      <w:sz w:val="20"/>
      <w:szCs w:val="20"/>
      <w:lang w:eastAsia="pl-PL"/>
    </w:rPr>
  </w:style>
  <w:style w:type="paragraph" w:customStyle="1" w:styleId="PABNagwek3">
    <w:name w:val="PAB Nagłówek 3"/>
    <w:basedOn w:val="Nagwek3"/>
    <w:next w:val="Tekst"/>
    <w:rsid w:val="00C04AD1"/>
    <w:pPr>
      <w:keepLines w:val="0"/>
      <w:widowControl w:val="0"/>
      <w:numPr>
        <w:numId w:val="6"/>
      </w:numPr>
      <w:suppressAutoHyphens w:val="0"/>
      <w:autoSpaceDN/>
      <w:spacing w:before="180"/>
      <w:textAlignment w:val="auto"/>
    </w:pPr>
    <w:rPr>
      <w:rFonts w:ascii="Arial" w:eastAsia="Times New Roman" w:hAnsi="Arial" w:cs="Times New Roman"/>
      <w:bCs w:val="0"/>
      <w:sz w:val="20"/>
      <w:szCs w:val="20"/>
      <w:lang w:eastAsia="pl-PL"/>
    </w:rPr>
  </w:style>
  <w:style w:type="character" w:customStyle="1" w:styleId="TekstZnak">
    <w:name w:val="Tekst Znak"/>
    <w:link w:val="Tekst"/>
    <w:rsid w:val="00C04AD1"/>
    <w:rPr>
      <w:rFonts w:ascii="Arial" w:eastAsia="Times New Roman" w:hAnsi="Arial"/>
      <w:sz w:val="20"/>
      <w:szCs w:val="20"/>
      <w:lang w:eastAsia="pl-PL"/>
    </w:rPr>
  </w:style>
  <w:style w:type="paragraph" w:customStyle="1" w:styleId="Default">
    <w:name w:val="Default"/>
    <w:link w:val="DefaultZnak"/>
    <w:rsid w:val="0096467B"/>
    <w:pPr>
      <w:widowControl w:val="0"/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96467B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azwaczci">
    <w:name w:val="Nazwa części"/>
    <w:basedOn w:val="Normalny"/>
    <w:rsid w:val="00235CEE"/>
    <w:pPr>
      <w:keepNext/>
      <w:numPr>
        <w:numId w:val="7"/>
      </w:numPr>
      <w:suppressAutoHyphens w:val="0"/>
      <w:autoSpaceDN/>
      <w:spacing w:line="240" w:lineRule="auto"/>
      <w:jc w:val="center"/>
      <w:textAlignment w:val="auto"/>
      <w:outlineLvl w:val="0"/>
    </w:pPr>
    <w:rPr>
      <w:rFonts w:ascii="Times New Roman" w:eastAsia="Times New Roman" w:hAnsi="Times New Roman"/>
      <w:b/>
      <w:caps/>
      <w:sz w:val="40"/>
      <w:szCs w:val="20"/>
      <w:u w:val="single"/>
      <w:lang w:eastAsia="pl-PL"/>
    </w:rPr>
  </w:style>
  <w:style w:type="paragraph" w:customStyle="1" w:styleId="CM26">
    <w:name w:val="CM26"/>
    <w:basedOn w:val="Default"/>
    <w:next w:val="Default"/>
    <w:rsid w:val="00C620BB"/>
    <w:pPr>
      <w:spacing w:after="240"/>
    </w:pPr>
    <w:rPr>
      <w:color w:val="auto"/>
    </w:rPr>
  </w:style>
  <w:style w:type="character" w:customStyle="1" w:styleId="Nagwek7Znak">
    <w:name w:val="Nagłówek 7 Znak"/>
    <w:basedOn w:val="Domylnaczcionkaakapitu"/>
    <w:link w:val="Nagwek7"/>
    <w:rsid w:val="00BC754C"/>
    <w:rPr>
      <w:rFonts w:ascii="Arial" w:eastAsia="Times New Roman" w:hAnsi="Arial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C754C"/>
    <w:rPr>
      <w:rFonts w:ascii="Arial" w:eastAsia="Times New Roman" w:hAnsi="Arial"/>
      <w:i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BC754C"/>
    <w:rPr>
      <w:rFonts w:ascii="Arial" w:eastAsia="Times New Roman" w:hAnsi="Arial"/>
      <w:b/>
      <w:i/>
      <w:sz w:val="18"/>
      <w:szCs w:val="20"/>
      <w:lang w:eastAsia="pl-PL"/>
    </w:rPr>
  </w:style>
  <w:style w:type="paragraph" w:customStyle="1" w:styleId="StylNagwek1Dolewej">
    <w:name w:val="Styl Nagłówek 1 + Do lewej"/>
    <w:basedOn w:val="Nagwek1"/>
    <w:rsid w:val="00BC754C"/>
    <w:pPr>
      <w:keepLines w:val="0"/>
      <w:tabs>
        <w:tab w:val="left" w:pos="380"/>
        <w:tab w:val="num" w:pos="2134"/>
      </w:tabs>
      <w:suppressAutoHyphens w:val="0"/>
      <w:autoSpaceDN/>
      <w:spacing w:before="0" w:line="240" w:lineRule="auto"/>
      <w:ind w:left="2134" w:hanging="432"/>
      <w:jc w:val="left"/>
      <w:textAlignment w:val="auto"/>
    </w:pPr>
    <w:rPr>
      <w:rFonts w:ascii="Times New Roman" w:eastAsia="Times New Roman" w:hAnsi="Times New Roman" w:cs="Times New Roman"/>
      <w:caps/>
      <w:sz w:val="28"/>
      <w:lang w:eastAsia="pl-PL"/>
    </w:rPr>
  </w:style>
  <w:style w:type="paragraph" w:customStyle="1" w:styleId="NagwekA">
    <w:name w:val="Nagłówek A"/>
    <w:basedOn w:val="Nagwek1"/>
    <w:link w:val="NagwekAZnak"/>
    <w:qFormat/>
    <w:rsid w:val="00D92D8A"/>
    <w:pPr>
      <w:numPr>
        <w:numId w:val="9"/>
      </w:numPr>
      <w:shd w:val="clear" w:color="auto" w:fill="EEECE1" w:themeFill="background2"/>
      <w:spacing w:before="6000" w:line="240" w:lineRule="auto"/>
      <w:jc w:val="center"/>
    </w:pPr>
    <w:rPr>
      <w:color w:val="0075B0"/>
      <w:u w:val="single"/>
    </w:rPr>
  </w:style>
  <w:style w:type="paragraph" w:customStyle="1" w:styleId="StylStylNagwek1DolewejInterlinia15wiersza1">
    <w:name w:val="Styl Styl Nagłówek 1 + Do lewej + Interlinia:  15 wiersza1"/>
    <w:basedOn w:val="StylNagwek1Dolewej"/>
    <w:rsid w:val="00DA21D0"/>
    <w:pPr>
      <w:tabs>
        <w:tab w:val="clear" w:pos="380"/>
        <w:tab w:val="clear" w:pos="2134"/>
        <w:tab w:val="num" w:pos="360"/>
      </w:tabs>
      <w:spacing w:before="240" w:after="240" w:line="360" w:lineRule="auto"/>
      <w:ind w:left="360" w:hanging="360"/>
    </w:pPr>
    <w:rPr>
      <w:szCs w:val="20"/>
    </w:rPr>
  </w:style>
  <w:style w:type="character" w:customStyle="1" w:styleId="NagwekAZnak">
    <w:name w:val="Nagłówek A Znak"/>
    <w:basedOn w:val="Nagwek1Znak"/>
    <w:link w:val="NagwekA"/>
    <w:rsid w:val="0094162E"/>
    <w:rPr>
      <w:rFonts w:asciiTheme="minorHAnsi" w:eastAsiaTheme="majorEastAsia" w:hAnsiTheme="minorHAnsi" w:cstheme="majorBidi"/>
      <w:b/>
      <w:bCs/>
      <w:color w:val="0075B0"/>
      <w:sz w:val="60"/>
      <w:szCs w:val="28"/>
      <w:u w:val="single"/>
      <w:shd w:val="clear" w:color="auto" w:fill="EEECE1" w:themeFill="background2"/>
    </w:rPr>
  </w:style>
  <w:style w:type="paragraph" w:customStyle="1" w:styleId="Rysunki">
    <w:name w:val="Rysunki"/>
    <w:basedOn w:val="Nagwek5"/>
    <w:link w:val="RysunkiZnak"/>
    <w:qFormat/>
    <w:rsid w:val="00E46F45"/>
    <w:pPr>
      <w:numPr>
        <w:ilvl w:val="0"/>
        <w:numId w:val="0"/>
      </w:numPr>
      <w:shd w:val="clear" w:color="auto" w:fill="EEECE1" w:themeFill="background2"/>
      <w:spacing w:line="240" w:lineRule="auto"/>
    </w:pPr>
    <w:rPr>
      <w:b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170A0"/>
    <w:pPr>
      <w:spacing w:after="120"/>
    </w:pPr>
    <w:rPr>
      <w:sz w:val="16"/>
      <w:szCs w:val="16"/>
    </w:rPr>
  </w:style>
  <w:style w:type="character" w:customStyle="1" w:styleId="RysunkiZnak">
    <w:name w:val="Rysunki Znak"/>
    <w:basedOn w:val="Nagwek2Znak"/>
    <w:link w:val="Rysunki"/>
    <w:rsid w:val="00E46F45"/>
    <w:rPr>
      <w:rFonts w:asciiTheme="minorHAnsi" w:eastAsiaTheme="majorEastAsia" w:hAnsiTheme="minorHAnsi" w:cstheme="majorBidi"/>
      <w:b w:val="0"/>
      <w:bCs w:val="0"/>
      <w:sz w:val="24"/>
      <w:szCs w:val="26"/>
      <w:shd w:val="clear" w:color="auto" w:fill="EEECE1" w:themeFill="background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170A0"/>
    <w:rPr>
      <w:rFonts w:ascii="Arial" w:hAnsi="Arial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D7879"/>
    <w:rPr>
      <w:i/>
      <w:iCs/>
      <w:sz w:val="20"/>
      <w:szCs w:val="20"/>
    </w:rPr>
  </w:style>
  <w:style w:type="paragraph" w:customStyle="1" w:styleId="Nagwek0">
    <w:name w:val="Nagłówek 0"/>
    <w:basedOn w:val="Nagwek2"/>
    <w:link w:val="Nagwek0Znak"/>
    <w:qFormat/>
    <w:rsid w:val="0038171F"/>
    <w:pPr>
      <w:numPr>
        <w:ilvl w:val="0"/>
        <w:numId w:val="0"/>
      </w:numPr>
    </w:pPr>
  </w:style>
  <w:style w:type="character" w:customStyle="1" w:styleId="BezodstpwZnak">
    <w:name w:val="Bez odstępów Znak"/>
    <w:basedOn w:val="Domylnaczcionkaakapitu"/>
    <w:link w:val="Bezodstpw"/>
    <w:uiPriority w:val="1"/>
    <w:rsid w:val="00352C67"/>
    <w:rPr>
      <w:rFonts w:ascii="Arial" w:hAnsi="Arial"/>
    </w:rPr>
  </w:style>
  <w:style w:type="character" w:customStyle="1" w:styleId="Nagwek0Znak">
    <w:name w:val="Nagłówek 0 Znak"/>
    <w:basedOn w:val="Nagwek2Znak"/>
    <w:link w:val="Nagwek0"/>
    <w:rsid w:val="0038171F"/>
    <w:rPr>
      <w:rFonts w:asciiTheme="minorHAnsi" w:eastAsiaTheme="majorEastAsia" w:hAnsiTheme="minorHAnsi" w:cstheme="majorBidi"/>
      <w:b/>
      <w:bCs/>
      <w:sz w:val="24"/>
      <w:szCs w:val="26"/>
      <w:shd w:val="clear" w:color="auto" w:fill="EEECE1" w:themeFill="background2"/>
    </w:rPr>
  </w:style>
  <w:style w:type="paragraph" w:customStyle="1" w:styleId="wypunktowanie">
    <w:name w:val="wypunktowanie"/>
    <w:basedOn w:val="Normalny"/>
    <w:rsid w:val="000B37C5"/>
    <w:pPr>
      <w:widowControl w:val="0"/>
      <w:numPr>
        <w:numId w:val="19"/>
      </w:numPr>
      <w:tabs>
        <w:tab w:val="clear" w:pos="908"/>
        <w:tab w:val="num" w:pos="624"/>
      </w:tabs>
      <w:suppressAutoHyphens w:val="0"/>
      <w:autoSpaceDN/>
      <w:spacing w:line="240" w:lineRule="auto"/>
      <w:ind w:left="624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A7A7E"/>
    <w:pPr>
      <w:suppressAutoHyphens w:val="0"/>
      <w:autoSpaceDN/>
      <w:spacing w:after="120" w:line="480" w:lineRule="auto"/>
      <w:ind w:firstLine="0"/>
      <w:jc w:val="left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7A7E"/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yl10pt">
    <w:name w:val="Styl 10 pt"/>
    <w:rsid w:val="00BA7A7E"/>
    <w:rPr>
      <w:sz w:val="20"/>
    </w:rPr>
  </w:style>
  <w:style w:type="paragraph" w:customStyle="1" w:styleId="nrtabeli">
    <w:name w:val="nr tabeli"/>
    <w:basedOn w:val="Normalny"/>
    <w:link w:val="nrtabeliZnak"/>
    <w:qFormat/>
    <w:rsid w:val="00ED2908"/>
    <w:pPr>
      <w:numPr>
        <w:numId w:val="21"/>
      </w:numPr>
      <w:suppressAutoHyphens w:val="0"/>
      <w:autoSpaceDN/>
      <w:spacing w:before="120" w:line="240" w:lineRule="auto"/>
      <w:ind w:left="697" w:hanging="340"/>
      <w:jc w:val="center"/>
      <w:textAlignment w:val="auto"/>
    </w:pPr>
    <w:rPr>
      <w:rFonts w:ascii="Calibri" w:eastAsia="Times New Roman" w:hAnsi="Calibri"/>
      <w:szCs w:val="24"/>
    </w:rPr>
  </w:style>
  <w:style w:type="character" w:customStyle="1" w:styleId="nrtabeliZnak">
    <w:name w:val="nr tabeli Znak"/>
    <w:link w:val="nrtabeli"/>
    <w:rsid w:val="00ED2908"/>
    <w:rPr>
      <w:rFonts w:eastAsia="Times New Roman"/>
      <w:szCs w:val="24"/>
    </w:rPr>
  </w:style>
  <w:style w:type="paragraph" w:styleId="Spistreci7">
    <w:name w:val="toc 7"/>
    <w:basedOn w:val="Normalny"/>
    <w:next w:val="Normalny"/>
    <w:autoRedefine/>
    <w:uiPriority w:val="39"/>
    <w:unhideWhenUsed/>
    <w:rsid w:val="00CB46AC"/>
    <w:pPr>
      <w:suppressAutoHyphens w:val="0"/>
      <w:autoSpaceDN/>
      <w:spacing w:after="100" w:line="259" w:lineRule="auto"/>
      <w:ind w:left="1320" w:firstLine="0"/>
      <w:jc w:val="left"/>
      <w:textAlignment w:val="auto"/>
    </w:pPr>
    <w:rPr>
      <w:rFonts w:eastAsiaTheme="minorEastAsia" w:cstheme="minorBidi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CB46AC"/>
    <w:pPr>
      <w:suppressAutoHyphens w:val="0"/>
      <w:autoSpaceDN/>
      <w:spacing w:after="100" w:line="259" w:lineRule="auto"/>
      <w:ind w:left="1540" w:firstLine="0"/>
      <w:jc w:val="left"/>
      <w:textAlignment w:val="auto"/>
    </w:pPr>
    <w:rPr>
      <w:rFonts w:eastAsiaTheme="minorEastAsia" w:cstheme="minorBidi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CB46AC"/>
    <w:pPr>
      <w:suppressAutoHyphens w:val="0"/>
      <w:autoSpaceDN/>
      <w:spacing w:after="100" w:line="259" w:lineRule="auto"/>
      <w:ind w:left="1760" w:firstLine="0"/>
      <w:jc w:val="left"/>
      <w:textAlignment w:val="auto"/>
    </w:pPr>
    <w:rPr>
      <w:rFonts w:eastAsiaTheme="minorEastAsia" w:cstheme="minorBid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6AC"/>
    <w:rPr>
      <w:color w:val="808080"/>
      <w:shd w:val="clear" w:color="auto" w:fill="E6E6E6"/>
    </w:rPr>
  </w:style>
  <w:style w:type="character" w:customStyle="1" w:styleId="Nagwek20">
    <w:name w:val="Nagłówek #2_"/>
    <w:basedOn w:val="Domylnaczcionkaakapitu"/>
    <w:link w:val="Nagwek21"/>
    <w:uiPriority w:val="99"/>
    <w:locked/>
    <w:rsid w:val="008141CF"/>
    <w:rPr>
      <w:rFonts w:ascii="Arial Narrow" w:hAnsi="Arial Narrow" w:cs="Arial Narrow"/>
      <w:sz w:val="14"/>
      <w:szCs w:val="14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8141CF"/>
    <w:pPr>
      <w:widowControl w:val="0"/>
      <w:shd w:val="clear" w:color="auto" w:fill="FFFFFF"/>
      <w:suppressAutoHyphens w:val="0"/>
      <w:autoSpaceDN/>
      <w:spacing w:line="394" w:lineRule="exact"/>
      <w:ind w:firstLine="0"/>
      <w:textAlignment w:val="auto"/>
      <w:outlineLvl w:val="1"/>
    </w:pPr>
    <w:rPr>
      <w:rFonts w:ascii="Arial Narrow" w:hAnsi="Arial Narrow" w:cs="Arial Narrow"/>
      <w:sz w:val="14"/>
      <w:szCs w:val="1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7162"/>
    <w:rPr>
      <w:color w:val="808080"/>
      <w:shd w:val="clear" w:color="auto" w:fill="E6E6E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7F8D"/>
    <w:rPr>
      <w:vertAlign w:val="superscript"/>
    </w:rPr>
  </w:style>
  <w:style w:type="character" w:customStyle="1" w:styleId="ListaZnakZnakZnakZnakZnakZnakZnakZnakZnakZnakZnakZnakZnak">
    <w:name w:val="Lista Znak Znak Znak Znak Znak Znak Znak Znak Znak Znak Znak Znak Znak"/>
    <w:basedOn w:val="Domylnaczcionkaakapitu"/>
    <w:rsid w:val="00D22F7C"/>
    <w:rPr>
      <w:sz w:val="24"/>
      <w:lang w:val="pl-PL" w:eastAsia="pl-PL" w:bidi="ar-SA"/>
    </w:rPr>
  </w:style>
  <w:style w:type="paragraph" w:styleId="Cytat">
    <w:name w:val="Quote"/>
    <w:basedOn w:val="Normalny"/>
    <w:next w:val="Normalny"/>
    <w:link w:val="CytatZnak"/>
    <w:uiPriority w:val="99"/>
    <w:qFormat/>
    <w:rsid w:val="00791937"/>
    <w:pPr>
      <w:suppressAutoHyphens w:val="0"/>
      <w:autoSpaceDN/>
      <w:spacing w:line="240" w:lineRule="auto"/>
      <w:ind w:firstLine="0"/>
      <w:jc w:val="left"/>
      <w:textAlignment w:val="auto"/>
    </w:pPr>
    <w:rPr>
      <w:rFonts w:ascii="Times New Roman" w:eastAsia="Times New Roman" w:hAnsi="Times New Roman"/>
      <w:i/>
      <w:iCs/>
      <w:color w:val="000000"/>
      <w:sz w:val="24"/>
      <w:szCs w:val="24"/>
      <w:lang w:eastAsia="pl-PL"/>
    </w:rPr>
  </w:style>
  <w:style w:type="character" w:customStyle="1" w:styleId="CytatZnak">
    <w:name w:val="Cytat Znak"/>
    <w:basedOn w:val="Domylnaczcionkaakapitu"/>
    <w:link w:val="Cytat"/>
    <w:uiPriority w:val="99"/>
    <w:rsid w:val="00791937"/>
    <w:rPr>
      <w:rFonts w:ascii="Times New Roman" w:eastAsia="Times New Roman" w:hAnsi="Times New Roman"/>
      <w:i/>
      <w:iCs/>
      <w:color w:val="000000"/>
      <w:sz w:val="24"/>
      <w:szCs w:val="24"/>
      <w:lang w:eastAsia="pl-PL"/>
    </w:rPr>
  </w:style>
  <w:style w:type="character" w:customStyle="1" w:styleId="NormalnyWebZnak1">
    <w:name w:val="Normalny (Web) Znak1"/>
    <w:aliases w:val="Normalny (Web) Znak Znak Znak,Normalny (Web) Znak Znak1"/>
    <w:link w:val="NormalnyWeb"/>
    <w:uiPriority w:val="99"/>
    <w:locked/>
    <w:rsid w:val="00791937"/>
    <w:rPr>
      <w:rFonts w:ascii="Times New Roman" w:eastAsia="Times New Roman" w:hAnsi="Times New Roman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47B30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1134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1134C"/>
    <w:rPr>
      <w:rFonts w:asciiTheme="minorHAnsi" w:hAnsiTheme="minorHAnsi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3639"/>
    <w:rPr>
      <w:color w:val="605E5C"/>
      <w:shd w:val="clear" w:color="auto" w:fill="E1DFDD"/>
    </w:rPr>
  </w:style>
  <w:style w:type="paragraph" w:styleId="Legenda">
    <w:name w:val="caption"/>
    <w:basedOn w:val="Normalny"/>
    <w:next w:val="Normalny"/>
    <w:link w:val="LegendaZnak"/>
    <w:qFormat/>
    <w:rsid w:val="00815F70"/>
    <w:pPr>
      <w:suppressAutoHyphens w:val="0"/>
      <w:autoSpaceDN/>
      <w:spacing w:before="120" w:after="120" w:line="240" w:lineRule="auto"/>
      <w:ind w:firstLine="0"/>
      <w:textAlignment w:val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LegendaZnak">
    <w:name w:val="Legenda Znak"/>
    <w:link w:val="Legenda"/>
    <w:rsid w:val="00815F70"/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Obiekt Znak,List Paragraph1 Znak,List Paragraph Znak,BulletC Znak,Akapit z listą1 Znak"/>
    <w:link w:val="Akapitzlist"/>
    <w:uiPriority w:val="99"/>
    <w:rsid w:val="007901C9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ONTEK\16.%20DW%20762%20MA&#321;OGOSZCZ%20-%20CH&#280;CINY\2.%20MA&#321;OGOSZCZ\6.%20KANALIZACJA\PROJEKT%20BUDOWLANY\PAB%20-%20BRAN&#379;A%20SANITARNA%20-%20BUDOWA%20KANALIZACJI%20DESZCZOWEJ_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024B3-2316-478D-8F57-C1654BC5C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PAB - BRANŻA SANITARNA - BUDOWA KANALIZACJI DESZCZOWEJ_1.dotx</Template>
  <TotalTime>43</TotalTime>
  <Pages>8</Pages>
  <Words>1512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cp:lastModifiedBy>Użytkownik</cp:lastModifiedBy>
  <cp:revision>12</cp:revision>
  <cp:lastPrinted>2020-06-10T10:37:00Z</cp:lastPrinted>
  <dcterms:created xsi:type="dcterms:W3CDTF">2020-06-09T08:02:00Z</dcterms:created>
  <dcterms:modified xsi:type="dcterms:W3CDTF">2020-06-10T10:37:00Z</dcterms:modified>
</cp:coreProperties>
</file>