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7"/>
        <w:gridCol w:w="1002"/>
        <w:gridCol w:w="2530"/>
        <w:gridCol w:w="430"/>
        <w:gridCol w:w="1860"/>
        <w:gridCol w:w="1100"/>
      </w:tblGrid>
      <w:tr w:rsidR="001F2C78" w:rsidRPr="00CA6F98" w14:paraId="5442DF75" w14:textId="77777777" w:rsidTr="00561A60">
        <w:trPr>
          <w:trHeight w:val="802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CBC8D3" w14:textId="77777777" w:rsidR="001F2C78" w:rsidRPr="00CA6F98" w:rsidRDefault="00767882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NAZWA OBIEKTU</w:t>
            </w:r>
            <w:r w:rsidR="001F2C78" w:rsidRPr="00CA6F98">
              <w:rPr>
                <w:rFonts w:cs="Calibri"/>
              </w:rPr>
              <w:t>:</w:t>
            </w:r>
          </w:p>
          <w:p w14:paraId="49E43E9D" w14:textId="77777777" w:rsidR="001F2C78" w:rsidRPr="00CA6F98" w:rsidRDefault="00BE3841" w:rsidP="0057135F">
            <w:pPr>
              <w:spacing w:line="240" w:lineRule="auto"/>
              <w:ind w:left="142" w:right="-637" w:firstLine="0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  <w:sz w:val="24"/>
                <w:szCs w:val="24"/>
              </w:rPr>
              <w:t>M</w:t>
            </w:r>
            <w:r w:rsidR="00EA11CB">
              <w:rPr>
                <w:rFonts w:cs="Calibri"/>
                <w:b/>
                <w:sz w:val="24"/>
                <w:szCs w:val="24"/>
              </w:rPr>
              <w:t xml:space="preserve">ost drogowy </w:t>
            </w:r>
            <w:r w:rsidR="0057135F">
              <w:rPr>
                <w:rFonts w:cs="Calibri"/>
                <w:b/>
                <w:sz w:val="24"/>
                <w:szCs w:val="24"/>
              </w:rPr>
              <w:t>przez rzekę Sanna</w:t>
            </w:r>
            <w:r>
              <w:rPr>
                <w:rFonts w:cs="Calibri"/>
                <w:b/>
                <w:sz w:val="24"/>
                <w:szCs w:val="24"/>
              </w:rPr>
              <w:t xml:space="preserve"> w ciągu drogi powiatowej nr 1004R Zaklików – Borów</w:t>
            </w:r>
          </w:p>
        </w:tc>
      </w:tr>
      <w:tr w:rsidR="001F2C78" w:rsidRPr="00CA6F98" w14:paraId="43F7B9E7" w14:textId="77777777" w:rsidTr="00561A60">
        <w:trPr>
          <w:trHeight w:hRule="exact" w:val="1258"/>
          <w:jc w:val="center"/>
        </w:trPr>
        <w:tc>
          <w:tcPr>
            <w:tcW w:w="995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835DDA" w14:textId="77777777" w:rsidR="00767882" w:rsidRPr="00CA6F98" w:rsidRDefault="00767882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ADRES OBIEKTU:</w:t>
            </w:r>
          </w:p>
          <w:p w14:paraId="5EB43F92" w14:textId="418A9B14" w:rsidR="001F2C78" w:rsidRPr="00CA6F98" w:rsidRDefault="00B51F64" w:rsidP="00CC0B1B">
            <w:pPr>
              <w:pStyle w:val="Tekstpodstawowy"/>
              <w:ind w:left="477"/>
              <w:jc w:val="left"/>
              <w:rPr>
                <w:rFonts w:eastAsia="Calibri" w:cs="Calibri"/>
                <w:b w:val="0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2"/>
                <w:szCs w:val="22"/>
                <w:lang w:eastAsia="en-US"/>
              </w:rPr>
              <w:t>37-470 Zaklików</w:t>
            </w:r>
            <w:r w:rsidR="00BA1949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,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Gmina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 xml:space="preserve">Zaklików,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powiat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stalowowolski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>, województwo podkarpackie</w:t>
            </w:r>
            <w:r w:rsidR="00735F6F" w:rsidRPr="00CA6F98">
              <w:rPr>
                <w:rFonts w:eastAsia="Calibri" w:cs="Calibri"/>
                <w:b w:val="0"/>
                <w:sz w:val="22"/>
                <w:szCs w:val="22"/>
                <w:lang w:eastAsia="en-US"/>
              </w:rPr>
              <w:br/>
            </w:r>
            <w:r w:rsidR="00735F6F" w:rsidRPr="00CA6F98">
              <w:rPr>
                <w:rFonts w:cs="Calibri"/>
                <w:b w:val="0"/>
                <w:sz w:val="22"/>
                <w:szCs w:val="22"/>
              </w:rPr>
              <w:t xml:space="preserve">numery </w:t>
            </w:r>
            <w:proofErr w:type="spellStart"/>
            <w:r w:rsidR="00735F6F" w:rsidRPr="00CA6F98">
              <w:rPr>
                <w:rFonts w:cs="Calibri"/>
                <w:b w:val="0"/>
                <w:sz w:val="22"/>
                <w:szCs w:val="22"/>
              </w:rPr>
              <w:t>ewid</w:t>
            </w:r>
            <w:proofErr w:type="spellEnd"/>
            <w:r w:rsidR="00735F6F" w:rsidRPr="00CA6F98">
              <w:rPr>
                <w:rFonts w:cs="Calibri"/>
                <w:b w:val="0"/>
                <w:sz w:val="22"/>
                <w:szCs w:val="22"/>
              </w:rPr>
              <w:t>. dz.: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380/3</w:t>
            </w:r>
            <w:r w:rsidR="00F21D6B">
              <w:rPr>
                <w:rFonts w:eastAsia="Calibri" w:cs="Calibri"/>
                <w:sz w:val="22"/>
                <w:szCs w:val="22"/>
                <w:lang w:eastAsia="en-US"/>
              </w:rPr>
              <w:t xml:space="preserve">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>obręb</w:t>
            </w:r>
            <w:r w:rsidR="001A2981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>00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13 Łążek Zaklikowski</w:t>
            </w:r>
          </w:p>
        </w:tc>
      </w:tr>
      <w:tr w:rsidR="00735F6F" w:rsidRPr="00CA6F98" w14:paraId="56DE1950" w14:textId="77777777" w:rsidTr="00561A60">
        <w:trPr>
          <w:trHeight w:val="958"/>
          <w:jc w:val="center"/>
        </w:trPr>
        <w:tc>
          <w:tcPr>
            <w:tcW w:w="995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3A20C" w14:textId="77777777" w:rsidR="00735F6F" w:rsidRPr="00CA6F98" w:rsidRDefault="00735F6F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KATEGORIA OBIEKTU:</w:t>
            </w:r>
          </w:p>
          <w:p w14:paraId="4D8C52A4" w14:textId="77777777" w:rsidR="00CC0B1B" w:rsidRPr="00CA6F98" w:rsidRDefault="00CC0B1B" w:rsidP="00CC0B1B">
            <w:pPr>
              <w:spacing w:line="240" w:lineRule="auto"/>
              <w:ind w:left="709" w:right="38" w:hanging="232"/>
              <w:jc w:val="left"/>
              <w:rPr>
                <w:rFonts w:cs="Calibri"/>
                <w:b/>
              </w:rPr>
            </w:pPr>
            <w:r w:rsidRPr="00CA6F98">
              <w:rPr>
                <w:rFonts w:cs="Calibri"/>
                <w:b/>
              </w:rPr>
              <w:t xml:space="preserve">XXV </w:t>
            </w:r>
            <w:r w:rsidRPr="00CA6F98">
              <w:rPr>
                <w:rFonts w:cs="Calibri"/>
              </w:rPr>
              <w:t>– drogi i kolejowe drogi szynowe</w:t>
            </w:r>
          </w:p>
          <w:p w14:paraId="1B4B44D5" w14:textId="77777777" w:rsidR="00CC0B1B" w:rsidRPr="00CA6F98" w:rsidRDefault="00CC0B1B" w:rsidP="00CC0B1B">
            <w:pPr>
              <w:spacing w:line="240" w:lineRule="auto"/>
              <w:ind w:left="709" w:right="38" w:hanging="232"/>
              <w:jc w:val="left"/>
              <w:rPr>
                <w:rFonts w:cs="Calibri"/>
                <w:b/>
              </w:rPr>
            </w:pPr>
            <w:r w:rsidRPr="00CA6F98">
              <w:rPr>
                <w:rFonts w:cs="Calibri"/>
                <w:b/>
              </w:rPr>
              <w:t xml:space="preserve">XXVI </w:t>
            </w:r>
            <w:r w:rsidRPr="00CA6F98">
              <w:rPr>
                <w:rFonts w:cs="Calibri"/>
              </w:rPr>
              <w:t>– sieci teletechniczne</w:t>
            </w:r>
            <w:r w:rsidR="00412D10" w:rsidRPr="00CA6F98">
              <w:rPr>
                <w:rFonts w:cs="Calibri"/>
              </w:rPr>
              <w:t>, kanalizacyjne</w:t>
            </w:r>
          </w:p>
          <w:p w14:paraId="319C5E65" w14:textId="77777777" w:rsidR="00735F6F" w:rsidRPr="00CA6F98" w:rsidRDefault="00735F6F" w:rsidP="00CC0B1B">
            <w:pPr>
              <w:spacing w:line="240" w:lineRule="auto"/>
              <w:ind w:left="709" w:right="38" w:hanging="232"/>
              <w:jc w:val="left"/>
              <w:rPr>
                <w:rFonts w:cs="Calibri"/>
              </w:rPr>
            </w:pPr>
            <w:r w:rsidRPr="00CA6F98">
              <w:rPr>
                <w:rFonts w:cs="Calibri"/>
                <w:b/>
              </w:rPr>
              <w:t xml:space="preserve">XXVIII </w:t>
            </w:r>
            <w:r w:rsidRPr="00CA6F98">
              <w:rPr>
                <w:rFonts w:cs="Calibri"/>
              </w:rPr>
              <w:t>– drogowe i kolejowe obiekty mostowe</w:t>
            </w:r>
          </w:p>
        </w:tc>
      </w:tr>
      <w:tr w:rsidR="003803A0" w:rsidRPr="00CA6F98" w14:paraId="795F311A" w14:textId="77777777" w:rsidTr="00561A60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17DFCFD" w14:textId="77777777" w:rsidR="003803A0" w:rsidRPr="00CA6F98" w:rsidRDefault="003803A0" w:rsidP="00561A60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BA1949" w:rsidRPr="00CA6F98" w14:paraId="3F88FE6B" w14:textId="77777777" w:rsidTr="00BA1949">
        <w:trPr>
          <w:trHeight w:val="1271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EB9F51" w14:textId="77777777" w:rsidR="00CC0B1B" w:rsidRPr="00CA6F98" w:rsidRDefault="00CC0B1B" w:rsidP="00CC0B1B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INWESTOR:</w:t>
            </w:r>
          </w:p>
          <w:p w14:paraId="114BBD6C" w14:textId="77777777" w:rsidR="00B51F64" w:rsidRPr="006D5EA2" w:rsidRDefault="00B51F64" w:rsidP="00B51F64">
            <w:pPr>
              <w:spacing w:line="276" w:lineRule="auto"/>
              <w:ind w:right="38" w:firstLine="0"/>
              <w:jc w:val="left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Powiat Stalowowolski </w:t>
            </w:r>
          </w:p>
          <w:p w14:paraId="21AE874B" w14:textId="77777777" w:rsidR="007048B2" w:rsidRPr="00CA6F98" w:rsidRDefault="00B51F64" w:rsidP="00CC0B1B">
            <w:pPr>
              <w:spacing w:line="276" w:lineRule="auto"/>
              <w:ind w:left="709" w:right="38" w:hanging="232"/>
              <w:jc w:val="left"/>
              <w:rPr>
                <w:rFonts w:cs="Calibri"/>
              </w:rPr>
            </w:pPr>
            <w:r w:rsidRPr="00B353C3">
              <w:rPr>
                <w:rFonts w:cstheme="minorHAnsi"/>
              </w:rPr>
              <w:t>ul. Podleśna 15</w:t>
            </w:r>
            <w:r>
              <w:rPr>
                <w:rFonts w:cstheme="minorHAnsi"/>
              </w:rPr>
              <w:t xml:space="preserve">; </w:t>
            </w:r>
            <w:r w:rsidRPr="00B353C3">
              <w:rPr>
                <w:rFonts w:cstheme="minorHAnsi"/>
              </w:rPr>
              <w:t>37-450 Stalowa Wola</w:t>
            </w:r>
          </w:p>
        </w:tc>
      </w:tr>
      <w:tr w:rsidR="00445D1B" w:rsidRPr="00CA6F98" w14:paraId="4827AA31" w14:textId="77777777" w:rsidTr="00561A60">
        <w:trPr>
          <w:trHeight w:val="208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95353A" w14:textId="77777777" w:rsidR="00445D1B" w:rsidRPr="00CA6F98" w:rsidRDefault="00445D1B" w:rsidP="00561A60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543E82" w:rsidRPr="00CA6F98" w14:paraId="1504CF83" w14:textId="77777777" w:rsidTr="00561A60">
        <w:trPr>
          <w:trHeight w:val="1475"/>
          <w:jc w:val="center"/>
        </w:trPr>
        <w:tc>
          <w:tcPr>
            <w:tcW w:w="403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34B8F584" w14:textId="77777777" w:rsidR="00543E82" w:rsidRPr="00CA6F98" w:rsidRDefault="00543E82" w:rsidP="00543E8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 xml:space="preserve">JEDNOSTKA PROJEKTOWA:      </w:t>
            </w:r>
          </w:p>
          <w:p w14:paraId="36AF8905" w14:textId="77777777" w:rsidR="00B51F64" w:rsidRDefault="005017AC" w:rsidP="00B51F64">
            <w:pPr>
              <w:spacing w:line="276" w:lineRule="auto"/>
              <w:ind w:left="709" w:right="38" w:hanging="232"/>
              <w:jc w:val="left"/>
              <w:rPr>
                <w:rFonts w:cstheme="minorHAnsi"/>
              </w:rPr>
            </w:pPr>
            <w:r>
              <w:rPr>
                <w:noProof/>
              </w:rPr>
              <w:object w:dxaOrig="1440" w:dyaOrig="1440" w14:anchorId="539EB1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11.6pt;margin-top:18.55pt;width:1in;height:32.9pt;z-index:251659264;mso-position-horizontal-relative:text;mso-position-vertical-relative:text;mso-width-relative:page;mso-height-relative:page">
                  <v:imagedata r:id="rId8" o:title=""/>
                </v:shape>
                <o:OLEObject Type="Embed" ProgID="PBrush" ShapeID="_x0000_s1028" DrawAspect="Content" ObjectID="_1653297439" r:id="rId9"/>
              </w:object>
            </w:r>
            <w:proofErr w:type="spellStart"/>
            <w:r w:rsidR="00B51F64" w:rsidRPr="006D5EA2">
              <w:rPr>
                <w:rFonts w:cstheme="minorHAnsi"/>
                <w:b/>
                <w:sz w:val="28"/>
              </w:rPr>
              <w:t>iM</w:t>
            </w:r>
            <w:proofErr w:type="spellEnd"/>
            <w:r w:rsidR="00B51F64" w:rsidRPr="006D5EA2">
              <w:rPr>
                <w:rFonts w:cstheme="minorHAnsi"/>
                <w:b/>
                <w:sz w:val="28"/>
              </w:rPr>
              <w:t xml:space="preserve"> SPORT Iwona Mostek</w:t>
            </w:r>
          </w:p>
          <w:p w14:paraId="072843E9" w14:textId="77777777" w:rsidR="00543E82" w:rsidRPr="00CA6F98" w:rsidRDefault="00B51F64" w:rsidP="00B51F64">
            <w:pPr>
              <w:spacing w:line="240" w:lineRule="auto"/>
              <w:ind w:left="1843" w:right="-79" w:firstLine="0"/>
              <w:jc w:val="left"/>
              <w:rPr>
                <w:rFonts w:cs="Calibri"/>
                <w:b/>
              </w:rPr>
            </w:pPr>
            <w:r w:rsidRPr="006D5EA2">
              <w:rPr>
                <w:rFonts w:cstheme="minorHAnsi"/>
              </w:rPr>
              <w:t>ul. Dukielska 13/16a</w:t>
            </w:r>
            <w:r>
              <w:rPr>
                <w:rFonts w:cstheme="minorHAnsi"/>
              </w:rPr>
              <w:t xml:space="preserve">, </w:t>
            </w:r>
            <w:r w:rsidRPr="006D5EA2">
              <w:rPr>
                <w:rFonts w:cstheme="minorHAnsi"/>
              </w:rPr>
              <w:t xml:space="preserve"> 35-505 Rzeszów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EC1F2E0" w14:textId="77777777" w:rsidR="00543E82" w:rsidRPr="00CA6F98" w:rsidRDefault="00543E82" w:rsidP="00543E82">
            <w:pPr>
              <w:tabs>
                <w:tab w:val="left" w:pos="2341"/>
              </w:tabs>
              <w:spacing w:line="276" w:lineRule="auto"/>
              <w:ind w:left="352" w:firstLine="0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 xml:space="preserve">biuro@mostek.pro                         </w:t>
            </w:r>
            <w:r w:rsidRPr="00CA6F98">
              <w:rPr>
                <w:rFonts w:cs="Calibri"/>
              </w:rPr>
              <w:br/>
              <w:t xml:space="preserve">www.mostek.pro </w:t>
            </w:r>
          </w:p>
          <w:p w14:paraId="618F3BD0" w14:textId="77777777" w:rsidR="00543E82" w:rsidRPr="00CA6F98" w:rsidRDefault="00543E82" w:rsidP="00543E82">
            <w:pPr>
              <w:tabs>
                <w:tab w:val="left" w:pos="2341"/>
              </w:tabs>
              <w:spacing w:line="276" w:lineRule="auto"/>
              <w:ind w:left="496" w:hanging="144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tel.: 17 200 00 44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EF67C7E" w14:textId="77777777" w:rsidR="00543E82" w:rsidRPr="00CA6F98" w:rsidRDefault="00543E82" w:rsidP="00543E82">
            <w:pPr>
              <w:spacing w:line="276" w:lineRule="auto"/>
              <w:ind w:firstLine="0"/>
              <w:jc w:val="left"/>
              <w:rPr>
                <w:rFonts w:cstheme="minorHAnsi"/>
                <w:b/>
              </w:rPr>
            </w:pPr>
            <w:r w:rsidRPr="00CA6F98">
              <w:rPr>
                <w:rFonts w:cstheme="minorHAnsi"/>
                <w:b/>
              </w:rPr>
              <w:t>ADRES DO KORESPONDENCJI:</w:t>
            </w:r>
          </w:p>
          <w:p w14:paraId="6112D71F" w14:textId="77777777" w:rsidR="00543E82" w:rsidRPr="00CA6F98" w:rsidRDefault="00B51F64" w:rsidP="00543E82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iM</w:t>
            </w:r>
            <w:proofErr w:type="spellEnd"/>
            <w:r>
              <w:rPr>
                <w:rFonts w:cstheme="minorHAnsi"/>
              </w:rPr>
              <w:t xml:space="preserve"> SPORT</w:t>
            </w:r>
            <w:r w:rsidRPr="00CA6F9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Iwona</w:t>
            </w:r>
            <w:r w:rsidR="00543E82" w:rsidRPr="00CA6F98">
              <w:rPr>
                <w:rFonts w:cstheme="minorHAnsi"/>
              </w:rPr>
              <w:t xml:space="preserve"> Mostek</w:t>
            </w:r>
          </w:p>
          <w:p w14:paraId="7F60D66A" w14:textId="77777777" w:rsidR="004A2BAE" w:rsidRDefault="004A2BAE" w:rsidP="00543E82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r w:rsidRPr="006D5EA2">
              <w:rPr>
                <w:rFonts w:cstheme="minorHAnsi"/>
              </w:rPr>
              <w:t>ul. Dukielska 13/16a</w:t>
            </w:r>
            <w:r>
              <w:rPr>
                <w:rFonts w:cstheme="minorHAnsi"/>
              </w:rPr>
              <w:t xml:space="preserve">, </w:t>
            </w:r>
            <w:r w:rsidRPr="006D5EA2">
              <w:rPr>
                <w:rFonts w:cstheme="minorHAnsi"/>
              </w:rPr>
              <w:t xml:space="preserve"> </w:t>
            </w:r>
          </w:p>
          <w:p w14:paraId="2AD3A8F0" w14:textId="7F3A6C7C" w:rsidR="00543E82" w:rsidRPr="00CA6F98" w:rsidRDefault="004A2BAE" w:rsidP="00543E82">
            <w:pPr>
              <w:spacing w:line="276" w:lineRule="auto"/>
              <w:ind w:firstLine="0"/>
              <w:jc w:val="left"/>
              <w:rPr>
                <w:rFonts w:cs="Calibri"/>
              </w:rPr>
            </w:pPr>
            <w:r w:rsidRPr="006D5EA2">
              <w:rPr>
                <w:rFonts w:cstheme="minorHAnsi"/>
              </w:rPr>
              <w:t>35-505 Rzeszów</w:t>
            </w:r>
          </w:p>
        </w:tc>
      </w:tr>
      <w:tr w:rsidR="003803A0" w:rsidRPr="00CA6F98" w14:paraId="45279641" w14:textId="77777777" w:rsidTr="00561A60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99A3A3" w14:textId="77777777" w:rsidR="003803A0" w:rsidRPr="00CA6F98" w:rsidRDefault="003803A0" w:rsidP="00561A60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1F2C78" w:rsidRPr="00CA6F98" w14:paraId="1DCDA727" w14:textId="77777777" w:rsidTr="00561A60">
        <w:trPr>
          <w:trHeight w:val="1164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BC2723" w14:textId="77777777" w:rsidR="001F2C78" w:rsidRPr="00CA6F98" w:rsidRDefault="001F2C78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NAZWA ZADANIA:</w:t>
            </w:r>
          </w:p>
          <w:p w14:paraId="4932C6BB" w14:textId="410EAD00" w:rsidR="00B64CA8" w:rsidRDefault="005945D8" w:rsidP="004A2BAE">
            <w:pPr>
              <w:pStyle w:val="Akapitzlist"/>
              <w:spacing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5945D8">
              <w:rPr>
                <w:b/>
                <w:bCs/>
                <w:sz w:val="32"/>
                <w:szCs w:val="32"/>
              </w:rPr>
              <w:t>„Przebudowa drogi powiatowej nr 1004R Zaklików – Borów</w:t>
            </w:r>
          </w:p>
          <w:p w14:paraId="3F36364B" w14:textId="3BFEC9CD" w:rsidR="007D434C" w:rsidRPr="00CA6F98" w:rsidRDefault="005945D8" w:rsidP="004A2BAE">
            <w:pPr>
              <w:pStyle w:val="Akapitzlist"/>
              <w:spacing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5945D8">
              <w:rPr>
                <w:b/>
                <w:bCs/>
                <w:sz w:val="32"/>
                <w:szCs w:val="32"/>
              </w:rPr>
              <w:t>wraz z przebudową mostu na rzece Sanna”</w:t>
            </w:r>
          </w:p>
        </w:tc>
      </w:tr>
      <w:tr w:rsidR="001F2C78" w:rsidRPr="00CA6F98" w14:paraId="045AAF65" w14:textId="77777777" w:rsidTr="00D92D8A">
        <w:trPr>
          <w:trHeight w:val="372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236B7" w14:textId="77777777" w:rsidR="007212AE" w:rsidRPr="00CA6F9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STADIUM:</w:t>
            </w:r>
          </w:p>
          <w:p w14:paraId="054A097D" w14:textId="77777777" w:rsidR="001F2C78" w:rsidRPr="00CA6F98" w:rsidRDefault="001F2C78" w:rsidP="00561A60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  <w:r w:rsidRPr="00CA6F98">
              <w:rPr>
                <w:rFonts w:cs="Calibri"/>
                <w:b/>
                <w:caps/>
                <w:sz w:val="56"/>
              </w:rPr>
              <w:t>PROJEKT BUDOWLANY</w:t>
            </w:r>
          </w:p>
        </w:tc>
      </w:tr>
      <w:tr w:rsidR="001F2C78" w:rsidRPr="00CA6F98" w14:paraId="04057231" w14:textId="77777777" w:rsidTr="00561A60">
        <w:trPr>
          <w:trHeight w:val="1004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0764E6" w14:textId="77777777" w:rsidR="001F2C78" w:rsidRPr="00CA6F98" w:rsidRDefault="001F2C78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CZĘŚĆ OPRACOWANIA</w:t>
            </w:r>
            <w:r w:rsidR="007212AE" w:rsidRPr="00CA6F98">
              <w:rPr>
                <w:rFonts w:cs="Calibri"/>
              </w:rPr>
              <w:t>:</w:t>
            </w:r>
          </w:p>
          <w:p w14:paraId="04B68FAB" w14:textId="3DAE3884" w:rsidR="00D92D8A" w:rsidRPr="00CA6F98" w:rsidRDefault="00D92D8A" w:rsidP="00D92D8A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 w:cstheme="minorBidi"/>
                <w:b/>
                <w:color w:val="0075B0"/>
                <w:sz w:val="40"/>
                <w:szCs w:val="40"/>
              </w:rPr>
            </w:pPr>
            <w:r w:rsidRPr="00CA6F98"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>TOM I</w:t>
            </w:r>
            <w:r w:rsidR="00B64CA8"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>I</w:t>
            </w:r>
            <w:r w:rsidRPr="00CA6F98"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 xml:space="preserve"> </w:t>
            </w:r>
          </w:p>
          <w:p w14:paraId="3B81DF76" w14:textId="77777777" w:rsidR="00B64CA8" w:rsidRDefault="00B64CA8" w:rsidP="00B64CA8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 w:cstheme="minorBidi"/>
                <w:b/>
                <w:color w:val="0075B0"/>
                <w:sz w:val="36"/>
                <w:szCs w:val="36"/>
              </w:rPr>
            </w:pPr>
            <w:r w:rsidRPr="00B64CA8">
              <w:rPr>
                <w:rFonts w:eastAsiaTheme="minorHAnsi" w:cstheme="minorBidi"/>
                <w:b/>
                <w:color w:val="0075B0"/>
                <w:sz w:val="36"/>
                <w:szCs w:val="36"/>
              </w:rPr>
              <w:t xml:space="preserve">OPINIA GEOTECHNICZNA Z DOKUMENTACJĄ </w:t>
            </w:r>
          </w:p>
          <w:p w14:paraId="4D91A969" w14:textId="5CB2E5B7" w:rsidR="00B64CA8" w:rsidRDefault="00B64CA8" w:rsidP="00B64CA8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 w:cstheme="minorBidi"/>
                <w:b/>
                <w:color w:val="0075B0"/>
                <w:sz w:val="36"/>
                <w:szCs w:val="36"/>
              </w:rPr>
            </w:pPr>
            <w:r w:rsidRPr="00B64CA8">
              <w:rPr>
                <w:rFonts w:eastAsiaTheme="minorHAnsi" w:cstheme="minorBidi"/>
                <w:b/>
                <w:color w:val="0075B0"/>
                <w:sz w:val="36"/>
                <w:szCs w:val="36"/>
              </w:rPr>
              <w:t>Z BADAŃ PODŁOŻA GRUNTOWEGO</w:t>
            </w:r>
          </w:p>
          <w:p w14:paraId="70C183C5" w14:textId="7C4DBE7D" w:rsidR="005945D8" w:rsidRDefault="00B64CA8" w:rsidP="00B64CA8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 w:cstheme="minorBidi"/>
                <w:b/>
                <w:color w:val="0075B0"/>
                <w:sz w:val="36"/>
                <w:szCs w:val="36"/>
              </w:rPr>
            </w:pPr>
            <w:r w:rsidRPr="00B64CA8">
              <w:rPr>
                <w:rFonts w:eastAsiaTheme="minorHAnsi" w:cstheme="minorBidi"/>
                <w:b/>
                <w:color w:val="0075B0"/>
                <w:sz w:val="36"/>
                <w:szCs w:val="36"/>
              </w:rPr>
              <w:t>PROJEKT GEOTECHNICZNY</w:t>
            </w:r>
          </w:p>
          <w:p w14:paraId="7669CEAF" w14:textId="77777777" w:rsidR="005945D8" w:rsidRDefault="005945D8" w:rsidP="00D92D8A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1317"/>
              <w:jc w:val="left"/>
              <w:textAlignment w:val="auto"/>
              <w:rPr>
                <w:rFonts w:cs="Calibri"/>
                <w:b/>
                <w:caps/>
                <w:color w:val="0075B0"/>
                <w:sz w:val="40"/>
                <w:szCs w:val="40"/>
              </w:rPr>
            </w:pPr>
          </w:p>
          <w:p w14:paraId="67B774B7" w14:textId="00667A2D" w:rsidR="00B64CA8" w:rsidRPr="00CA6F98" w:rsidRDefault="00B64CA8" w:rsidP="00D92D8A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1317"/>
              <w:jc w:val="left"/>
              <w:textAlignment w:val="auto"/>
              <w:rPr>
                <w:rFonts w:cs="Calibri"/>
                <w:b/>
                <w:caps/>
                <w:color w:val="0075B0"/>
                <w:sz w:val="40"/>
                <w:szCs w:val="40"/>
              </w:rPr>
            </w:pPr>
          </w:p>
        </w:tc>
      </w:tr>
      <w:tr w:rsidR="00D92D8A" w:rsidRPr="00CA6F98" w14:paraId="793B447D" w14:textId="77777777" w:rsidTr="00D92D8A">
        <w:trPr>
          <w:trHeight w:val="212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5FFA6FE1" w14:textId="77777777" w:rsidR="00D92D8A" w:rsidRPr="00CA6F98" w:rsidRDefault="00D92D8A" w:rsidP="00884375">
            <w:pPr>
              <w:ind w:firstLine="0"/>
              <w:rPr>
                <w:rFonts w:cs="Calibri"/>
                <w:sz w:val="4"/>
                <w:szCs w:val="4"/>
              </w:rPr>
            </w:pPr>
          </w:p>
          <w:p w14:paraId="25A2FFC7" w14:textId="77777777" w:rsidR="00D92D8A" w:rsidRPr="00CA6F98" w:rsidRDefault="00D92D8A" w:rsidP="00884375">
            <w:pPr>
              <w:ind w:firstLine="0"/>
              <w:rPr>
                <w:rFonts w:cs="Calibri"/>
                <w:sz w:val="4"/>
                <w:szCs w:val="4"/>
              </w:rPr>
            </w:pPr>
          </w:p>
        </w:tc>
      </w:tr>
      <w:tr w:rsidR="002C5584" w:rsidRPr="00CA6F98" w14:paraId="58210C18" w14:textId="77777777" w:rsidTr="00561A60">
        <w:trPr>
          <w:trHeight w:val="473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F6F63" w14:textId="7373B7C0" w:rsidR="00E11B17" w:rsidRPr="00CA6F98" w:rsidRDefault="002C5584" w:rsidP="00884375">
            <w:pPr>
              <w:spacing w:line="240" w:lineRule="auto"/>
              <w:ind w:right="415" w:firstLine="0"/>
              <w:rPr>
                <w:rFonts w:cstheme="minorHAnsi"/>
                <w:sz w:val="16"/>
                <w:szCs w:val="16"/>
              </w:rPr>
            </w:pPr>
            <w:r w:rsidRPr="00CA6F98">
              <w:rPr>
                <w:rFonts w:cstheme="minorHAnsi"/>
                <w:sz w:val="16"/>
                <w:szCs w:val="16"/>
              </w:rPr>
              <w:t xml:space="preserve">Imiona i nazwiska </w:t>
            </w:r>
            <w:r w:rsidR="00B64CA8">
              <w:rPr>
                <w:rFonts w:cstheme="minorHAnsi"/>
                <w:sz w:val="16"/>
                <w:szCs w:val="16"/>
              </w:rPr>
              <w:t>oraz podpisy opracowujących opracowanie znajdują się na kolejnej stronie</w:t>
            </w:r>
          </w:p>
        </w:tc>
      </w:tr>
      <w:tr w:rsidR="001F2C78" w:rsidRPr="00CA6F98" w14:paraId="6EA200ED" w14:textId="77777777" w:rsidTr="00884375">
        <w:trPr>
          <w:trHeight w:hRule="exact" w:val="95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6D9DA8D" w14:textId="77777777" w:rsidR="001F2C78" w:rsidRPr="00CA6F98" w:rsidRDefault="001F2C78" w:rsidP="00561A60">
            <w:pPr>
              <w:ind w:left="214"/>
              <w:rPr>
                <w:rFonts w:cs="Calibri"/>
                <w:b/>
                <w:i/>
                <w:sz w:val="16"/>
                <w:szCs w:val="16"/>
              </w:rPr>
            </w:pPr>
          </w:p>
        </w:tc>
      </w:tr>
      <w:tr w:rsidR="007212AE" w:rsidRPr="00CA6F98" w14:paraId="28A2C21B" w14:textId="77777777" w:rsidTr="00884375">
        <w:trPr>
          <w:trHeight w:val="796"/>
          <w:jc w:val="center"/>
        </w:trPr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80A7CA8" w14:textId="77777777" w:rsidR="007212AE" w:rsidRPr="00B64CA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B64CA8">
              <w:rPr>
                <w:rFonts w:cs="Calibri"/>
              </w:rPr>
              <w:t>NR ARCHIWALNY:</w:t>
            </w:r>
          </w:p>
          <w:p w14:paraId="255D1CEA" w14:textId="77777777" w:rsidR="007212AE" w:rsidRPr="00B64CA8" w:rsidRDefault="003A2A02" w:rsidP="00561A60">
            <w:pPr>
              <w:ind w:left="214" w:hanging="72"/>
              <w:jc w:val="center"/>
              <w:rPr>
                <w:b/>
                <w:sz w:val="32"/>
                <w:szCs w:val="28"/>
              </w:rPr>
            </w:pPr>
            <w:r w:rsidRPr="00B64CA8">
              <w:rPr>
                <w:b/>
                <w:sz w:val="28"/>
                <w:szCs w:val="28"/>
              </w:rPr>
              <w:t>201</w:t>
            </w:r>
            <w:r w:rsidR="00543E82" w:rsidRPr="00B64CA8">
              <w:rPr>
                <w:b/>
                <w:sz w:val="28"/>
                <w:szCs w:val="28"/>
              </w:rPr>
              <w:t>9</w:t>
            </w:r>
            <w:r w:rsidRPr="00B64CA8">
              <w:rPr>
                <w:b/>
                <w:sz w:val="28"/>
                <w:szCs w:val="28"/>
              </w:rPr>
              <w:t>/0</w:t>
            </w:r>
            <w:r w:rsidR="00D37D77" w:rsidRPr="00B64CA8">
              <w:rPr>
                <w:b/>
                <w:sz w:val="28"/>
                <w:szCs w:val="28"/>
              </w:rPr>
              <w:t>21</w:t>
            </w:r>
            <w:r w:rsidRPr="00B64CA8">
              <w:rPr>
                <w:b/>
                <w:sz w:val="28"/>
                <w:szCs w:val="28"/>
              </w:rPr>
              <w:t>/</w:t>
            </w:r>
            <w:r w:rsidR="00D37D77" w:rsidRPr="00B64CA8">
              <w:rPr>
                <w:b/>
                <w:sz w:val="28"/>
                <w:szCs w:val="28"/>
              </w:rPr>
              <w:t>ŁZ</w:t>
            </w:r>
          </w:p>
        </w:tc>
        <w:tc>
          <w:tcPr>
            <w:tcW w:w="3532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002AF55C" w14:textId="77777777" w:rsidR="007212AE" w:rsidRPr="00B64CA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B64CA8">
              <w:rPr>
                <w:rFonts w:cs="Calibri"/>
              </w:rPr>
              <w:t>DATA OPRACOWANIA:</w:t>
            </w:r>
          </w:p>
          <w:p w14:paraId="0B136E51" w14:textId="10F7F049" w:rsidR="007212AE" w:rsidRPr="00B64CA8" w:rsidRDefault="00B64CA8" w:rsidP="00603705">
            <w:pPr>
              <w:ind w:firstLine="0"/>
              <w:jc w:val="center"/>
              <w:rPr>
                <w:rFonts w:cs="Calibri"/>
                <w:b/>
                <w:sz w:val="18"/>
              </w:rPr>
            </w:pPr>
            <w:r w:rsidRPr="00B64CA8">
              <w:rPr>
                <w:b/>
                <w:sz w:val="28"/>
                <w:szCs w:val="28"/>
              </w:rPr>
              <w:t xml:space="preserve">Czerwiec </w:t>
            </w:r>
            <w:r w:rsidR="00884375" w:rsidRPr="00B64CA8">
              <w:rPr>
                <w:b/>
                <w:sz w:val="28"/>
                <w:szCs w:val="28"/>
              </w:rPr>
              <w:t>20</w:t>
            </w:r>
            <w:r w:rsidR="005945D8" w:rsidRPr="00B64CA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29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037BCD22" w14:textId="77777777" w:rsidR="007212AE" w:rsidRPr="00CA6F9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NR EGZEMPLARZA:</w:t>
            </w:r>
          </w:p>
        </w:tc>
        <w:tc>
          <w:tcPr>
            <w:tcW w:w="11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F793994" w14:textId="77777777" w:rsidR="007212AE" w:rsidRPr="00CA6F98" w:rsidRDefault="005945D8" w:rsidP="00561A60">
            <w:pPr>
              <w:tabs>
                <w:tab w:val="left" w:pos="2481"/>
              </w:tabs>
              <w:spacing w:line="240" w:lineRule="auto"/>
              <w:ind w:right="-104" w:firstLine="0"/>
              <w:jc w:val="center"/>
              <w:rPr>
                <w:rFonts w:cs="Calibri"/>
                <w:b/>
                <w:color w:val="0075B0"/>
                <w:sz w:val="64"/>
                <w:szCs w:val="64"/>
              </w:rPr>
            </w:pPr>
            <w:r>
              <w:rPr>
                <w:rFonts w:cs="Calibri"/>
                <w:b/>
                <w:color w:val="0075B0"/>
                <w:sz w:val="64"/>
                <w:szCs w:val="64"/>
              </w:rPr>
              <w:t>1</w:t>
            </w:r>
          </w:p>
        </w:tc>
      </w:tr>
    </w:tbl>
    <w:p w14:paraId="5FFBA2BA" w14:textId="6C8C02C4" w:rsidR="00F03D59" w:rsidRPr="00ED53A2" w:rsidRDefault="006F614C" w:rsidP="00B64CA8">
      <w:pPr>
        <w:suppressAutoHyphens w:val="0"/>
        <w:spacing w:after="200" w:line="276" w:lineRule="auto"/>
        <w:ind w:left="-284" w:right="-427" w:firstLine="0"/>
        <w:jc w:val="left"/>
      </w:pPr>
      <w:r w:rsidRPr="00CA6F98">
        <w:rPr>
          <w:rFonts w:cs="Arial"/>
          <w:sz w:val="15"/>
          <w:szCs w:val="15"/>
        </w:rPr>
        <w:t>Prawa autorskie zastrzeżone, łącznie z prawem reprodukcji lub udostępniania osobom trzecim niniejszego opracowania lub jego części bez upoważnienia inwesto</w:t>
      </w:r>
      <w:r w:rsidR="00B64CA8">
        <w:rPr>
          <w:rFonts w:cs="Arial"/>
          <w:sz w:val="15"/>
          <w:szCs w:val="15"/>
        </w:rPr>
        <w:t>ra</w:t>
      </w:r>
    </w:p>
    <w:sectPr w:rsidR="00F03D59" w:rsidRPr="00ED53A2" w:rsidSect="00173B9E">
      <w:footerReference w:type="even" r:id="rId10"/>
      <w:footerReference w:type="default" r:id="rId11"/>
      <w:pgSz w:w="11906" w:h="16838"/>
      <w:pgMar w:top="1134" w:right="851" w:bottom="1134" w:left="1701" w:header="510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46C4A" w14:textId="77777777" w:rsidR="005017AC" w:rsidRDefault="005017AC">
      <w:pPr>
        <w:spacing w:line="240" w:lineRule="auto"/>
      </w:pPr>
      <w:r>
        <w:separator/>
      </w:r>
    </w:p>
  </w:endnote>
  <w:endnote w:type="continuationSeparator" w:id="0">
    <w:p w14:paraId="65BAA4F0" w14:textId="77777777" w:rsidR="005017AC" w:rsidRDefault="00501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1894F" w14:textId="77777777" w:rsidR="00B11AEB" w:rsidRPr="00B63E5A" w:rsidRDefault="00B11AEB" w:rsidP="00173B9E">
    <w:pPr>
      <w:pBdr>
        <w:top w:val="single" w:sz="4" w:space="1" w:color="auto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right" w:pos="8647"/>
      </w:tabs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93568" behindDoc="0" locked="0" layoutInCell="0" allowOverlap="1" wp14:anchorId="2F552623" wp14:editId="70A4DB76">
              <wp:simplePos x="0" y="0"/>
              <wp:positionH relativeFrom="rightMargin">
                <wp:posOffset>-134000</wp:posOffset>
              </wp:positionH>
              <wp:positionV relativeFrom="margin">
                <wp:posOffset>9589770</wp:posOffset>
              </wp:positionV>
              <wp:extent cx="638175" cy="347345"/>
              <wp:effectExtent l="0" t="0" r="0" b="0"/>
              <wp:wrapNone/>
              <wp:docPr id="47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A7B9E6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ArabicDash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552623" id="_x0000_s1035" style="position:absolute;left:0;text-align:left;margin-left:-10.55pt;margin-top:755.1pt;width:50.25pt;height:27.35pt;z-index:2516935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" o:allowincell="f" filled="f" stroked="f">
              <v:textbox style="mso-fit-shape-to-text:t" inset="0,,0">
                <w:txbxContent>
                  <w:p w14:paraId="0DA7B9E6" w14:textId="77777777" w:rsidR="004033A2" w:rsidRPr="00C540F9" w:rsidRDefault="004033A2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ArabicDash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92544" behindDoc="0" locked="0" layoutInCell="0" allowOverlap="1" wp14:anchorId="7F843A65" wp14:editId="0EC130B3">
              <wp:simplePos x="0" y="0"/>
              <wp:positionH relativeFrom="rightMargin">
                <wp:posOffset>-51435</wp:posOffset>
              </wp:positionH>
              <wp:positionV relativeFrom="margin">
                <wp:posOffset>9278620</wp:posOffset>
              </wp:positionV>
              <wp:extent cx="346710" cy="347345"/>
              <wp:effectExtent l="0" t="0" r="0" b="0"/>
              <wp:wrapNone/>
              <wp:docPr id="4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C902B3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843A65" id="_x0000_s1036" style="position:absolute;left:0;text-align:left;margin-left:-4.05pt;margin-top:730.6pt;width:27.3pt;height:27.35pt;z-index:251692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" o:allowincell="f" filled="f" stroked="f">
              <v:textbox style="mso-fit-shape-to-text:t" inset="0,,0">
                <w:txbxContent>
                  <w:p w14:paraId="11C902B3" w14:textId="77777777" w:rsidR="004033A2" w:rsidRPr="00C540F9" w:rsidRDefault="004033A2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Pr="0030213B">
      <w:rPr>
        <w:i/>
        <w:noProof/>
        <w:sz w:val="20"/>
        <w:lang w:eastAsia="pl-PL"/>
      </w:rPr>
      <w:drawing>
        <wp:anchor distT="0" distB="0" distL="114300" distR="114300" simplePos="0" relativeHeight="251690496" behindDoc="0" locked="0" layoutInCell="1" allowOverlap="1" wp14:anchorId="24760E2F" wp14:editId="600ADBAB">
          <wp:simplePos x="0" y="0"/>
          <wp:positionH relativeFrom="column">
            <wp:posOffset>25179</wp:posOffset>
          </wp:positionH>
          <wp:positionV relativeFrom="paragraph">
            <wp:posOffset>59055</wp:posOffset>
          </wp:positionV>
          <wp:extent cx="254442" cy="216086"/>
          <wp:effectExtent l="0" t="0" r="0" b="0"/>
          <wp:wrapNone/>
          <wp:docPr id="50" name="Obraz 50" descr="mostek_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mostek_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442" cy="21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91520" behindDoc="0" locked="0" layoutInCell="0" allowOverlap="1" wp14:anchorId="1B9A0A9C" wp14:editId="7F95D431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49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C670E2" w14:textId="77777777" w:rsidR="00B11AEB" w:rsidRDefault="00B11AEB" w:rsidP="00173B9E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9A0A9C" id="_x0000_s1037" style="position:absolute;left:0;text-align:left;margin-left:-1091.5pt;margin-top:717.25pt;width:50.25pt;height:27.35pt;z-index:2516915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" o:allowincell="f" filled="f" stroked="f">
              <v:textbox style="mso-fit-shape-to-text:t" inset="0,,0">
                <w:txbxContent>
                  <w:p w14:paraId="30C670E2" w14:textId="77777777" w:rsidR="004033A2" w:rsidRDefault="004033A2" w:rsidP="00173B9E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b/>
        <w:i/>
        <w:iCs/>
        <w:color w:val="7F7F7F" w:themeColor="text1" w:themeTint="80"/>
        <w:sz w:val="16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</w:p>
  <w:p w14:paraId="2F1D8C05" w14:textId="77777777" w:rsidR="00B11AEB" w:rsidRPr="00173B9E" w:rsidRDefault="00B11AEB" w:rsidP="00173B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9AF4C" w14:textId="07EB5A29" w:rsidR="00B11AEB" w:rsidRPr="00B63E5A" w:rsidRDefault="00B11AEB" w:rsidP="00173B9E">
    <w:pPr>
      <w:pBdr>
        <w:top w:val="single" w:sz="4" w:space="1" w:color="auto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right" w:pos="8647"/>
      </w:tabs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88448" behindDoc="0" locked="0" layoutInCell="0" allowOverlap="1" wp14:anchorId="31FA4D9E" wp14:editId="6A807CF0">
              <wp:simplePos x="0" y="0"/>
              <wp:positionH relativeFrom="rightMargin">
                <wp:posOffset>-134000</wp:posOffset>
              </wp:positionH>
              <wp:positionV relativeFrom="margin">
                <wp:posOffset>9589770</wp:posOffset>
              </wp:positionV>
              <wp:extent cx="638175" cy="347345"/>
              <wp:effectExtent l="0" t="0" r="0" b="0"/>
              <wp:wrapNone/>
              <wp:docPr id="4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6A35E6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ArabicDash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A4D9E" id="_x0000_s1038" style="position:absolute;left:0;text-align:left;margin-left:-10.55pt;margin-top:755.1pt;width:50.25pt;height:27.35pt;z-index:2516884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" o:allowincell="f" filled="f" stroked="f">
              <v:textbox style="mso-fit-shape-to-text:t" inset="0,,0">
                <w:txbxContent>
                  <w:p w14:paraId="446A35E6" w14:textId="77777777" w:rsidR="004033A2" w:rsidRPr="00C540F9" w:rsidRDefault="004033A2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ArabicDash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87424" behindDoc="0" locked="0" layoutInCell="0" allowOverlap="1" wp14:anchorId="5E45FB85" wp14:editId="3DCF1294">
              <wp:simplePos x="0" y="0"/>
              <wp:positionH relativeFrom="rightMargin">
                <wp:posOffset>-51435</wp:posOffset>
              </wp:positionH>
              <wp:positionV relativeFrom="margin">
                <wp:posOffset>9278620</wp:posOffset>
              </wp:positionV>
              <wp:extent cx="346710" cy="347345"/>
              <wp:effectExtent l="0" t="0" r="0" b="0"/>
              <wp:wrapNone/>
              <wp:docPr id="4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B47FEB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45FB85" id="_x0000_s1039" style="position:absolute;left:0;text-align:left;margin-left:-4.05pt;margin-top:730.6pt;width:27.3pt;height:27.35pt;z-index:2516874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" o:allowincell="f" filled="f" stroked="f">
              <v:textbox style="mso-fit-shape-to-text:t" inset="0,,0">
                <w:txbxContent>
                  <w:p w14:paraId="2CB47FEB" w14:textId="77777777" w:rsidR="004033A2" w:rsidRPr="00C540F9" w:rsidRDefault="004033A2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86400" behindDoc="0" locked="0" layoutInCell="0" allowOverlap="1" wp14:anchorId="0961F999" wp14:editId="3D768C26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45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43D24" w14:textId="77777777" w:rsidR="00B11AEB" w:rsidRDefault="00B11AEB" w:rsidP="00173B9E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61F999" id="_x0000_s1031" style="position:absolute;left:0;text-align:left;margin-left:-1091.5pt;margin-top:717.25pt;width:50.25pt;height:27.35pt;z-index:2516864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" o:allowincell="f" filled="f" stroked="f">
              <v:textbox style="mso-fit-shape-to-text:t" inset="0,,0">
                <w:txbxContent>
                  <w:p w14:paraId="36643D24" w14:textId="77777777" w:rsidR="00B11AEB" w:rsidRDefault="00B11AEB" w:rsidP="00173B9E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</w:p>
  <w:p w14:paraId="6A06BE04" w14:textId="77777777" w:rsidR="00B11AEB" w:rsidRPr="00173B9E" w:rsidRDefault="00B11AEB" w:rsidP="00B64CA8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CBC9E" w14:textId="77777777" w:rsidR="005017AC" w:rsidRDefault="005017AC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F56419F" w14:textId="77777777" w:rsidR="005017AC" w:rsidRDefault="005017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64"/>
    <w:multiLevelType w:val="singleLevel"/>
    <w:tmpl w:val="00000064"/>
    <w:name w:val="WW8Num117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C95598"/>
    <w:multiLevelType w:val="hybridMultilevel"/>
    <w:tmpl w:val="02EA36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C20129"/>
    <w:multiLevelType w:val="multilevel"/>
    <w:tmpl w:val="77A21476"/>
    <w:name w:val="Magd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60"/>
      </w:rPr>
    </w:lvl>
    <w:lvl w:ilvl="1">
      <w:start w:val="1"/>
      <w:numFmt w:val="ordinal"/>
      <w:pStyle w:val="Nagwek2"/>
      <w:lvlText w:val="%2 "/>
      <w:lvlJc w:val="left"/>
      <w:pPr>
        <w:ind w:left="156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2%3. 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pStyle w:val="Nagwek4"/>
      <w:lvlText w:val="%2%3.%4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pStyle w:val="Nagwek5"/>
      <w:lvlText w:val="%2%3.%4.%5."/>
      <w:lvlJc w:val="left"/>
      <w:pPr>
        <w:ind w:left="0" w:firstLine="0"/>
      </w:pPr>
      <w:rPr>
        <w:rFonts w:ascii="Calibri" w:hAnsi="Calibri" w:hint="default"/>
        <w:b w:val="0"/>
        <w:i w:val="0"/>
        <w:color w:val="00B050"/>
        <w:sz w:val="24"/>
      </w:rPr>
    </w:lvl>
    <w:lvl w:ilvl="5">
      <w:start w:val="1"/>
      <w:numFmt w:val="none"/>
      <w:pStyle w:val="Nagwek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B445E60"/>
    <w:multiLevelType w:val="hybridMultilevel"/>
    <w:tmpl w:val="ADC25CB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14E726A8"/>
    <w:multiLevelType w:val="hybridMultilevel"/>
    <w:tmpl w:val="81C267F6"/>
    <w:lvl w:ilvl="0" w:tplc="A6EE8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C53507"/>
    <w:multiLevelType w:val="hybridMultilevel"/>
    <w:tmpl w:val="F9980458"/>
    <w:lvl w:ilvl="0" w:tplc="C16606D4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313C9"/>
    <w:multiLevelType w:val="hybridMultilevel"/>
    <w:tmpl w:val="9392CFE2"/>
    <w:name w:val="Magda2"/>
    <w:lvl w:ilvl="0" w:tplc="73BA2FE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E13BAC"/>
    <w:multiLevelType w:val="hybridMultilevel"/>
    <w:tmpl w:val="D902DABA"/>
    <w:name w:val="Magda32"/>
    <w:lvl w:ilvl="0" w:tplc="C58E59DA">
      <w:start w:val="1"/>
      <w:numFmt w:val="decimal"/>
      <w:lvlText w:val="[%1]."/>
      <w:lvlJc w:val="righ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96C1B"/>
    <w:multiLevelType w:val="hybridMultilevel"/>
    <w:tmpl w:val="FF9A4F9E"/>
    <w:lvl w:ilvl="0" w:tplc="DECE0F9C">
      <w:start w:val="1"/>
      <w:numFmt w:val="decimal"/>
      <w:pStyle w:val="nrtabeli"/>
      <w:lvlText w:val="Tabela 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9" w15:restartNumberingAfterBreak="0">
    <w:nsid w:val="31D57E2E"/>
    <w:multiLevelType w:val="hybridMultilevel"/>
    <w:tmpl w:val="F45AC6F2"/>
    <w:lvl w:ilvl="0" w:tplc="04150011">
      <w:start w:val="1"/>
      <w:numFmt w:val="decimal"/>
      <w:lvlText w:val="%1)"/>
      <w:lvlJc w:val="left"/>
      <w:pPr>
        <w:ind w:left="1473" w:hanging="360"/>
      </w:pPr>
    </w:lvl>
    <w:lvl w:ilvl="1" w:tplc="04150011">
      <w:start w:val="1"/>
      <w:numFmt w:val="decimal"/>
      <w:lvlText w:val="%2)"/>
      <w:lvlJc w:val="left"/>
      <w:pPr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10" w15:restartNumberingAfterBreak="0">
    <w:nsid w:val="326751C0"/>
    <w:multiLevelType w:val="hybridMultilevel"/>
    <w:tmpl w:val="E74852C8"/>
    <w:lvl w:ilvl="0" w:tplc="A96298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F96FD6"/>
    <w:multiLevelType w:val="hybridMultilevel"/>
    <w:tmpl w:val="587CE406"/>
    <w:name w:val="Magda22"/>
    <w:lvl w:ilvl="0" w:tplc="136C7CB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EAF6DCD"/>
    <w:multiLevelType w:val="hybridMultilevel"/>
    <w:tmpl w:val="1C0C3D64"/>
    <w:lvl w:ilvl="0" w:tplc="565802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25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46559"/>
    <w:multiLevelType w:val="singleLevel"/>
    <w:tmpl w:val="9DE4AED0"/>
    <w:lvl w:ilvl="0">
      <w:start w:val="1"/>
      <w:numFmt w:val="upperLetter"/>
      <w:pStyle w:val="Nazwaczc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2D81818"/>
    <w:multiLevelType w:val="hybridMultilevel"/>
    <w:tmpl w:val="28D83C62"/>
    <w:name w:val="Mgd4"/>
    <w:lvl w:ilvl="0" w:tplc="438E2C9A">
      <w:start w:val="1"/>
      <w:numFmt w:val="decimal"/>
      <w:lvlText w:val="%1)"/>
      <w:lvlJc w:val="left"/>
      <w:pPr>
        <w:ind w:left="1429" w:hanging="360"/>
      </w:pPr>
    </w:lvl>
    <w:lvl w:ilvl="1" w:tplc="64326CB4" w:tentative="1">
      <w:start w:val="1"/>
      <w:numFmt w:val="lowerLetter"/>
      <w:lvlText w:val="%2."/>
      <w:lvlJc w:val="left"/>
      <w:pPr>
        <w:ind w:left="2149" w:hanging="360"/>
      </w:pPr>
    </w:lvl>
    <w:lvl w:ilvl="2" w:tplc="D40202CA" w:tentative="1">
      <w:start w:val="1"/>
      <w:numFmt w:val="lowerRoman"/>
      <w:lvlText w:val="%3."/>
      <w:lvlJc w:val="right"/>
      <w:pPr>
        <w:ind w:left="2869" w:hanging="180"/>
      </w:pPr>
    </w:lvl>
    <w:lvl w:ilvl="3" w:tplc="75747D70" w:tentative="1">
      <w:start w:val="1"/>
      <w:numFmt w:val="decimal"/>
      <w:lvlText w:val="%4."/>
      <w:lvlJc w:val="left"/>
      <w:pPr>
        <w:ind w:left="3589" w:hanging="360"/>
      </w:pPr>
    </w:lvl>
    <w:lvl w:ilvl="4" w:tplc="B720DB4E" w:tentative="1">
      <w:start w:val="1"/>
      <w:numFmt w:val="lowerLetter"/>
      <w:lvlText w:val="%5."/>
      <w:lvlJc w:val="left"/>
      <w:pPr>
        <w:ind w:left="4309" w:hanging="360"/>
      </w:pPr>
    </w:lvl>
    <w:lvl w:ilvl="5" w:tplc="FBE62E42" w:tentative="1">
      <w:start w:val="1"/>
      <w:numFmt w:val="lowerRoman"/>
      <w:lvlText w:val="%6."/>
      <w:lvlJc w:val="right"/>
      <w:pPr>
        <w:ind w:left="5029" w:hanging="180"/>
      </w:pPr>
    </w:lvl>
    <w:lvl w:ilvl="6" w:tplc="29FE570E" w:tentative="1">
      <w:start w:val="1"/>
      <w:numFmt w:val="decimal"/>
      <w:lvlText w:val="%7."/>
      <w:lvlJc w:val="left"/>
      <w:pPr>
        <w:ind w:left="5749" w:hanging="360"/>
      </w:pPr>
    </w:lvl>
    <w:lvl w:ilvl="7" w:tplc="1C10F41A" w:tentative="1">
      <w:start w:val="1"/>
      <w:numFmt w:val="lowerLetter"/>
      <w:lvlText w:val="%8."/>
      <w:lvlJc w:val="left"/>
      <w:pPr>
        <w:ind w:left="6469" w:hanging="360"/>
      </w:pPr>
    </w:lvl>
    <w:lvl w:ilvl="8" w:tplc="151056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3112E22"/>
    <w:multiLevelType w:val="hybridMultilevel"/>
    <w:tmpl w:val="259EA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275854"/>
    <w:multiLevelType w:val="hybridMultilevel"/>
    <w:tmpl w:val="4232C96C"/>
    <w:name w:val="Magda32222"/>
    <w:lvl w:ilvl="0" w:tplc="F2647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416DE9"/>
    <w:multiLevelType w:val="hybridMultilevel"/>
    <w:tmpl w:val="FCA0282E"/>
    <w:name w:val="Magda222"/>
    <w:lvl w:ilvl="0" w:tplc="04150011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7473857"/>
    <w:multiLevelType w:val="hybridMultilevel"/>
    <w:tmpl w:val="23502BCA"/>
    <w:name w:val="Magda3"/>
    <w:lvl w:ilvl="0" w:tplc="1910D552">
      <w:start w:val="1"/>
      <w:numFmt w:val="upperLetter"/>
      <w:pStyle w:val="NagwekA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5B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B4420C6">
      <w:start w:val="1"/>
      <w:numFmt w:val="decimal"/>
      <w:lvlText w:val="%2)"/>
      <w:lvlJc w:val="left"/>
      <w:pPr>
        <w:ind w:left="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027" w:hanging="180"/>
      </w:pPr>
    </w:lvl>
    <w:lvl w:ilvl="3" w:tplc="0415000F" w:tentative="1">
      <w:start w:val="1"/>
      <w:numFmt w:val="decimal"/>
      <w:lvlText w:val="%4."/>
      <w:lvlJc w:val="left"/>
      <w:pPr>
        <w:ind w:left="1747" w:hanging="360"/>
      </w:pPr>
    </w:lvl>
    <w:lvl w:ilvl="4" w:tplc="04150019" w:tentative="1">
      <w:start w:val="1"/>
      <w:numFmt w:val="lowerLetter"/>
      <w:lvlText w:val="%5."/>
      <w:lvlJc w:val="left"/>
      <w:pPr>
        <w:ind w:left="2467" w:hanging="360"/>
      </w:pPr>
    </w:lvl>
    <w:lvl w:ilvl="5" w:tplc="0415001B" w:tentative="1">
      <w:start w:val="1"/>
      <w:numFmt w:val="lowerRoman"/>
      <w:lvlText w:val="%6."/>
      <w:lvlJc w:val="right"/>
      <w:pPr>
        <w:ind w:left="3187" w:hanging="180"/>
      </w:pPr>
    </w:lvl>
    <w:lvl w:ilvl="6" w:tplc="0415000F" w:tentative="1">
      <w:start w:val="1"/>
      <w:numFmt w:val="decimal"/>
      <w:lvlText w:val="%7."/>
      <w:lvlJc w:val="left"/>
      <w:pPr>
        <w:ind w:left="3907" w:hanging="360"/>
      </w:pPr>
    </w:lvl>
    <w:lvl w:ilvl="7" w:tplc="04150019" w:tentative="1">
      <w:start w:val="1"/>
      <w:numFmt w:val="lowerLetter"/>
      <w:lvlText w:val="%8."/>
      <w:lvlJc w:val="left"/>
      <w:pPr>
        <w:ind w:left="4627" w:hanging="360"/>
      </w:pPr>
    </w:lvl>
    <w:lvl w:ilvl="8" w:tplc="0415001B" w:tentative="1">
      <w:start w:val="1"/>
      <w:numFmt w:val="lowerRoman"/>
      <w:lvlText w:val="%9."/>
      <w:lvlJc w:val="right"/>
      <w:pPr>
        <w:ind w:left="5347" w:hanging="180"/>
      </w:pPr>
    </w:lvl>
  </w:abstractNum>
  <w:abstractNum w:abstractNumId="19" w15:restartNumberingAfterBreak="0">
    <w:nsid w:val="47E14CCF"/>
    <w:multiLevelType w:val="hybridMultilevel"/>
    <w:tmpl w:val="FF7CFB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E903C35"/>
    <w:multiLevelType w:val="hybridMultilevel"/>
    <w:tmpl w:val="B3BA5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21C36"/>
    <w:multiLevelType w:val="hybridMultilevel"/>
    <w:tmpl w:val="FD0677A4"/>
    <w:name w:val="Magda322222"/>
    <w:lvl w:ilvl="0" w:tplc="565802F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A140CF2"/>
    <w:multiLevelType w:val="hybridMultilevel"/>
    <w:tmpl w:val="B53AF2B0"/>
    <w:lvl w:ilvl="0" w:tplc="C58E59DA">
      <w:start w:val="1"/>
      <w:numFmt w:val="decimal"/>
      <w:lvlText w:val="[%1]."/>
      <w:lvlJc w:val="right"/>
      <w:pPr>
        <w:ind w:left="1429" w:hanging="36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71049"/>
    <w:multiLevelType w:val="hybridMultilevel"/>
    <w:tmpl w:val="2C74DD7A"/>
    <w:lvl w:ilvl="0" w:tplc="0415000F">
      <w:start w:val="1"/>
      <w:numFmt w:val="bullet"/>
      <w:pStyle w:val="Wyliczanie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451023"/>
    <w:multiLevelType w:val="multilevel"/>
    <w:tmpl w:val="C5D4F240"/>
    <w:lvl w:ilvl="0">
      <w:start w:val="1"/>
      <w:numFmt w:val="decimal"/>
      <w:pStyle w:val="Bibliografia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1153628"/>
    <w:multiLevelType w:val="hybridMultilevel"/>
    <w:tmpl w:val="9EC21FE0"/>
    <w:lvl w:ilvl="0" w:tplc="A96298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682174"/>
    <w:multiLevelType w:val="hybridMultilevel"/>
    <w:tmpl w:val="8842BCA4"/>
    <w:lvl w:ilvl="0" w:tplc="8DAEF364">
      <w:start w:val="1"/>
      <w:numFmt w:val="decimal"/>
      <w:pStyle w:val="Tytu"/>
      <w:lvlText w:val="Tablica %1. "/>
      <w:lvlJc w:val="left"/>
      <w:pPr>
        <w:ind w:left="1211" w:hanging="360"/>
      </w:pPr>
      <w:rPr>
        <w:rFonts w:ascii="Calibri" w:hAnsi="Calibri" w:hint="default"/>
        <w:b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D302E"/>
    <w:multiLevelType w:val="hybridMultilevel"/>
    <w:tmpl w:val="FF7CFB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774921"/>
    <w:multiLevelType w:val="multilevel"/>
    <w:tmpl w:val="104445A8"/>
    <w:styleLink w:val="Mgd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Restart w:val="0"/>
      <w:suff w:val="space"/>
      <w:lvlText w:val="Tab. %5."/>
      <w:lvlJc w:val="left"/>
      <w:pPr>
        <w:ind w:left="357" w:hanging="357"/>
      </w:pPr>
      <w:rPr>
        <w:rFonts w:ascii="Calibri" w:hAnsi="Calibri" w:hint="default"/>
        <w:b/>
        <w:i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9" w15:restartNumberingAfterBreak="0">
    <w:nsid w:val="7B6F328D"/>
    <w:multiLevelType w:val="hybridMultilevel"/>
    <w:tmpl w:val="F94EAFDA"/>
    <w:name w:val="Magda3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474E3B"/>
    <w:multiLevelType w:val="hybridMultilevel"/>
    <w:tmpl w:val="A8D6C9E0"/>
    <w:lvl w:ilvl="0" w:tplc="FFFFFFFF">
      <w:start w:val="1"/>
      <w:numFmt w:val="bullet"/>
      <w:pStyle w:val="wypunktowanie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C4F10"/>
    <w:multiLevelType w:val="hybridMultilevel"/>
    <w:tmpl w:val="BB5E870A"/>
    <w:name w:val="Magda3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A36684"/>
    <w:multiLevelType w:val="multilevel"/>
    <w:tmpl w:val="9F2A9ECA"/>
    <w:name w:val="Mgd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8"/>
  </w:num>
  <w:num w:numId="3">
    <w:abstractNumId w:val="26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2"/>
  </w:num>
  <w:num w:numId="7">
    <w:abstractNumId w:val="13"/>
  </w:num>
  <w:num w:numId="8">
    <w:abstractNumId w:val="15"/>
  </w:num>
  <w:num w:numId="9">
    <w:abstractNumId w:val="18"/>
  </w:num>
  <w:num w:numId="10">
    <w:abstractNumId w:val="7"/>
  </w:num>
  <w:num w:numId="11">
    <w:abstractNumId w:val="31"/>
  </w:num>
  <w:num w:numId="12">
    <w:abstractNumId w:val="1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30"/>
  </w:num>
  <w:num w:numId="20">
    <w:abstractNumId w:val="12"/>
  </w:num>
  <w:num w:numId="21">
    <w:abstractNumId w:val="8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3"/>
  </w:num>
  <w:num w:numId="27">
    <w:abstractNumId w:val="1"/>
  </w:num>
  <w:num w:numId="28">
    <w:abstractNumId w:val="4"/>
  </w:num>
  <w:num w:numId="29">
    <w:abstractNumId w:val="2"/>
  </w:num>
  <w:num w:numId="30">
    <w:abstractNumId w:val="20"/>
  </w:num>
  <w:num w:numId="31">
    <w:abstractNumId w:val="5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0"/>
  </w:num>
  <w:num w:numId="37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hideGrammaticalErrors/>
  <w:proofState w:spelling="clean"/>
  <w:attachedTemplate r:id="rId1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89"/>
    <w:rsid w:val="00000306"/>
    <w:rsid w:val="00000A5E"/>
    <w:rsid w:val="000047F6"/>
    <w:rsid w:val="00005B8F"/>
    <w:rsid w:val="000066CC"/>
    <w:rsid w:val="00006B46"/>
    <w:rsid w:val="000100C4"/>
    <w:rsid w:val="0001119F"/>
    <w:rsid w:val="00012468"/>
    <w:rsid w:val="000124E6"/>
    <w:rsid w:val="000135E2"/>
    <w:rsid w:val="000137C8"/>
    <w:rsid w:val="0001471C"/>
    <w:rsid w:val="000162F9"/>
    <w:rsid w:val="00020171"/>
    <w:rsid w:val="00020F34"/>
    <w:rsid w:val="00021AC4"/>
    <w:rsid w:val="00023BBC"/>
    <w:rsid w:val="00024282"/>
    <w:rsid w:val="00024EB5"/>
    <w:rsid w:val="00027574"/>
    <w:rsid w:val="000316A5"/>
    <w:rsid w:val="000317F4"/>
    <w:rsid w:val="00031AA7"/>
    <w:rsid w:val="00032ADE"/>
    <w:rsid w:val="00033F16"/>
    <w:rsid w:val="000347E6"/>
    <w:rsid w:val="00035619"/>
    <w:rsid w:val="00036A4F"/>
    <w:rsid w:val="00040DFB"/>
    <w:rsid w:val="000438D1"/>
    <w:rsid w:val="00044251"/>
    <w:rsid w:val="00046801"/>
    <w:rsid w:val="0004699B"/>
    <w:rsid w:val="00047FE8"/>
    <w:rsid w:val="000504C0"/>
    <w:rsid w:val="0005233B"/>
    <w:rsid w:val="00053716"/>
    <w:rsid w:val="00054239"/>
    <w:rsid w:val="000577D2"/>
    <w:rsid w:val="00062C70"/>
    <w:rsid w:val="000641CD"/>
    <w:rsid w:val="00064816"/>
    <w:rsid w:val="00067C9C"/>
    <w:rsid w:val="0007019C"/>
    <w:rsid w:val="000701E0"/>
    <w:rsid w:val="0007025F"/>
    <w:rsid w:val="000706CF"/>
    <w:rsid w:val="00070B59"/>
    <w:rsid w:val="00075052"/>
    <w:rsid w:val="0007707C"/>
    <w:rsid w:val="00082067"/>
    <w:rsid w:val="00083E6C"/>
    <w:rsid w:val="00086097"/>
    <w:rsid w:val="0008794A"/>
    <w:rsid w:val="00087D50"/>
    <w:rsid w:val="00093C49"/>
    <w:rsid w:val="00093E32"/>
    <w:rsid w:val="00095043"/>
    <w:rsid w:val="00095B6C"/>
    <w:rsid w:val="00096078"/>
    <w:rsid w:val="000970E6"/>
    <w:rsid w:val="00097981"/>
    <w:rsid w:val="000A0458"/>
    <w:rsid w:val="000A2090"/>
    <w:rsid w:val="000A2E71"/>
    <w:rsid w:val="000A4E6F"/>
    <w:rsid w:val="000A592E"/>
    <w:rsid w:val="000A5FDF"/>
    <w:rsid w:val="000B37C5"/>
    <w:rsid w:val="000B3A2E"/>
    <w:rsid w:val="000B3BDF"/>
    <w:rsid w:val="000B40D0"/>
    <w:rsid w:val="000B4BDA"/>
    <w:rsid w:val="000B4E8E"/>
    <w:rsid w:val="000B5C8D"/>
    <w:rsid w:val="000B5E2C"/>
    <w:rsid w:val="000B6BD7"/>
    <w:rsid w:val="000C09AE"/>
    <w:rsid w:val="000C293A"/>
    <w:rsid w:val="000C29F3"/>
    <w:rsid w:val="000C306B"/>
    <w:rsid w:val="000C3A8C"/>
    <w:rsid w:val="000C6BE4"/>
    <w:rsid w:val="000C6CAD"/>
    <w:rsid w:val="000C75A5"/>
    <w:rsid w:val="000D005C"/>
    <w:rsid w:val="000D35B0"/>
    <w:rsid w:val="000D4F20"/>
    <w:rsid w:val="000E1E63"/>
    <w:rsid w:val="000E383C"/>
    <w:rsid w:val="000E40FF"/>
    <w:rsid w:val="000F2C4A"/>
    <w:rsid w:val="000F31C3"/>
    <w:rsid w:val="000F3693"/>
    <w:rsid w:val="000F4CDB"/>
    <w:rsid w:val="00100477"/>
    <w:rsid w:val="0010065F"/>
    <w:rsid w:val="00100CFF"/>
    <w:rsid w:val="001016C2"/>
    <w:rsid w:val="00102CFB"/>
    <w:rsid w:val="00102E71"/>
    <w:rsid w:val="00105F14"/>
    <w:rsid w:val="00106467"/>
    <w:rsid w:val="00111093"/>
    <w:rsid w:val="00116C0D"/>
    <w:rsid w:val="00121F2A"/>
    <w:rsid w:val="00122480"/>
    <w:rsid w:val="00125761"/>
    <w:rsid w:val="00125BC6"/>
    <w:rsid w:val="001264D3"/>
    <w:rsid w:val="0013017E"/>
    <w:rsid w:val="00130C35"/>
    <w:rsid w:val="001310B0"/>
    <w:rsid w:val="001310BA"/>
    <w:rsid w:val="00140CDA"/>
    <w:rsid w:val="00142AD9"/>
    <w:rsid w:val="001438B2"/>
    <w:rsid w:val="001473B7"/>
    <w:rsid w:val="00147D17"/>
    <w:rsid w:val="00147ECD"/>
    <w:rsid w:val="00153084"/>
    <w:rsid w:val="00153A91"/>
    <w:rsid w:val="00154614"/>
    <w:rsid w:val="00154837"/>
    <w:rsid w:val="00154DBE"/>
    <w:rsid w:val="0016345A"/>
    <w:rsid w:val="00173B9E"/>
    <w:rsid w:val="00173D74"/>
    <w:rsid w:val="001745B8"/>
    <w:rsid w:val="00174B72"/>
    <w:rsid w:val="00175077"/>
    <w:rsid w:val="00180637"/>
    <w:rsid w:val="001815F7"/>
    <w:rsid w:val="00181785"/>
    <w:rsid w:val="0018191A"/>
    <w:rsid w:val="0018228D"/>
    <w:rsid w:val="00184CA8"/>
    <w:rsid w:val="001856DD"/>
    <w:rsid w:val="00186DA7"/>
    <w:rsid w:val="0018723C"/>
    <w:rsid w:val="001874FF"/>
    <w:rsid w:val="001908B3"/>
    <w:rsid w:val="00190BDF"/>
    <w:rsid w:val="00190FAE"/>
    <w:rsid w:val="00192226"/>
    <w:rsid w:val="001925F9"/>
    <w:rsid w:val="001951E9"/>
    <w:rsid w:val="0019678D"/>
    <w:rsid w:val="00197064"/>
    <w:rsid w:val="001A2981"/>
    <w:rsid w:val="001A332B"/>
    <w:rsid w:val="001A3A51"/>
    <w:rsid w:val="001A5675"/>
    <w:rsid w:val="001A5867"/>
    <w:rsid w:val="001B020D"/>
    <w:rsid w:val="001B11DC"/>
    <w:rsid w:val="001B45B6"/>
    <w:rsid w:val="001B4E27"/>
    <w:rsid w:val="001C3050"/>
    <w:rsid w:val="001C3617"/>
    <w:rsid w:val="001C5369"/>
    <w:rsid w:val="001C611E"/>
    <w:rsid w:val="001C6D71"/>
    <w:rsid w:val="001C7012"/>
    <w:rsid w:val="001C74F9"/>
    <w:rsid w:val="001D25EB"/>
    <w:rsid w:val="001D2B79"/>
    <w:rsid w:val="001D2F78"/>
    <w:rsid w:val="001D398C"/>
    <w:rsid w:val="001E2723"/>
    <w:rsid w:val="001E2A15"/>
    <w:rsid w:val="001E3615"/>
    <w:rsid w:val="001E5544"/>
    <w:rsid w:val="001E6E56"/>
    <w:rsid w:val="001E7C22"/>
    <w:rsid w:val="001F2027"/>
    <w:rsid w:val="001F240C"/>
    <w:rsid w:val="001F2C78"/>
    <w:rsid w:val="001F342E"/>
    <w:rsid w:val="001F46A4"/>
    <w:rsid w:val="001F55D7"/>
    <w:rsid w:val="001F680E"/>
    <w:rsid w:val="001F6C72"/>
    <w:rsid w:val="001F7998"/>
    <w:rsid w:val="00200482"/>
    <w:rsid w:val="002008E3"/>
    <w:rsid w:val="00201252"/>
    <w:rsid w:val="002022D6"/>
    <w:rsid w:val="002031D8"/>
    <w:rsid w:val="00203EA0"/>
    <w:rsid w:val="00204FC0"/>
    <w:rsid w:val="002060F5"/>
    <w:rsid w:val="00206AFB"/>
    <w:rsid w:val="00207B63"/>
    <w:rsid w:val="00207EFB"/>
    <w:rsid w:val="00210857"/>
    <w:rsid w:val="002109D6"/>
    <w:rsid w:val="00212B12"/>
    <w:rsid w:val="00214541"/>
    <w:rsid w:val="002167B8"/>
    <w:rsid w:val="00220F25"/>
    <w:rsid w:val="00224424"/>
    <w:rsid w:val="00224773"/>
    <w:rsid w:val="00224FDC"/>
    <w:rsid w:val="00227F6C"/>
    <w:rsid w:val="00230363"/>
    <w:rsid w:val="00230BD6"/>
    <w:rsid w:val="0023101F"/>
    <w:rsid w:val="002332B8"/>
    <w:rsid w:val="002336FB"/>
    <w:rsid w:val="00233DD2"/>
    <w:rsid w:val="00234C0D"/>
    <w:rsid w:val="00235CEE"/>
    <w:rsid w:val="00235DB1"/>
    <w:rsid w:val="00243552"/>
    <w:rsid w:val="00243E94"/>
    <w:rsid w:val="00246754"/>
    <w:rsid w:val="00251D47"/>
    <w:rsid w:val="00252337"/>
    <w:rsid w:val="00256C4D"/>
    <w:rsid w:val="00262B2A"/>
    <w:rsid w:val="00262BB7"/>
    <w:rsid w:val="00264DAB"/>
    <w:rsid w:val="00271CDD"/>
    <w:rsid w:val="00274074"/>
    <w:rsid w:val="00276A8A"/>
    <w:rsid w:val="0028066E"/>
    <w:rsid w:val="00282A04"/>
    <w:rsid w:val="00284313"/>
    <w:rsid w:val="00284F3D"/>
    <w:rsid w:val="0028528D"/>
    <w:rsid w:val="00285CDC"/>
    <w:rsid w:val="00285E47"/>
    <w:rsid w:val="00286755"/>
    <w:rsid w:val="002867A6"/>
    <w:rsid w:val="00286AF1"/>
    <w:rsid w:val="00286C50"/>
    <w:rsid w:val="00292F35"/>
    <w:rsid w:val="00294666"/>
    <w:rsid w:val="00296FC9"/>
    <w:rsid w:val="002A044A"/>
    <w:rsid w:val="002A58F1"/>
    <w:rsid w:val="002A696A"/>
    <w:rsid w:val="002A73B8"/>
    <w:rsid w:val="002A7CCC"/>
    <w:rsid w:val="002B119B"/>
    <w:rsid w:val="002B2783"/>
    <w:rsid w:val="002B2B06"/>
    <w:rsid w:val="002B37D4"/>
    <w:rsid w:val="002B37F9"/>
    <w:rsid w:val="002B3885"/>
    <w:rsid w:val="002B3C9B"/>
    <w:rsid w:val="002B7390"/>
    <w:rsid w:val="002C0D2B"/>
    <w:rsid w:val="002C3521"/>
    <w:rsid w:val="002C48FE"/>
    <w:rsid w:val="002C5046"/>
    <w:rsid w:val="002C53AE"/>
    <w:rsid w:val="002C5407"/>
    <w:rsid w:val="002C5584"/>
    <w:rsid w:val="002C74CE"/>
    <w:rsid w:val="002D1DF4"/>
    <w:rsid w:val="002D4251"/>
    <w:rsid w:val="002D5454"/>
    <w:rsid w:val="002D605E"/>
    <w:rsid w:val="002D6776"/>
    <w:rsid w:val="002D72FE"/>
    <w:rsid w:val="002E1FA6"/>
    <w:rsid w:val="002E3425"/>
    <w:rsid w:val="002E38F8"/>
    <w:rsid w:val="002E3964"/>
    <w:rsid w:val="002E550B"/>
    <w:rsid w:val="002E5D26"/>
    <w:rsid w:val="002E7A54"/>
    <w:rsid w:val="002F1500"/>
    <w:rsid w:val="002F1B3E"/>
    <w:rsid w:val="002F4BE7"/>
    <w:rsid w:val="002F4E51"/>
    <w:rsid w:val="002F50D6"/>
    <w:rsid w:val="002F5521"/>
    <w:rsid w:val="002F60EE"/>
    <w:rsid w:val="00300595"/>
    <w:rsid w:val="00300B5F"/>
    <w:rsid w:val="00301F54"/>
    <w:rsid w:val="00302656"/>
    <w:rsid w:val="003042ED"/>
    <w:rsid w:val="0030692D"/>
    <w:rsid w:val="0030761D"/>
    <w:rsid w:val="00307A8F"/>
    <w:rsid w:val="00310051"/>
    <w:rsid w:val="003103D7"/>
    <w:rsid w:val="00311341"/>
    <w:rsid w:val="0031167B"/>
    <w:rsid w:val="00312ABA"/>
    <w:rsid w:val="00314519"/>
    <w:rsid w:val="0031639F"/>
    <w:rsid w:val="00320FFD"/>
    <w:rsid w:val="00321D5A"/>
    <w:rsid w:val="0032337E"/>
    <w:rsid w:val="003262F5"/>
    <w:rsid w:val="00326517"/>
    <w:rsid w:val="0032689A"/>
    <w:rsid w:val="0032759D"/>
    <w:rsid w:val="00327C22"/>
    <w:rsid w:val="00331941"/>
    <w:rsid w:val="00332E9E"/>
    <w:rsid w:val="00332FE1"/>
    <w:rsid w:val="00336269"/>
    <w:rsid w:val="00340454"/>
    <w:rsid w:val="00340F96"/>
    <w:rsid w:val="00342A7E"/>
    <w:rsid w:val="003437B3"/>
    <w:rsid w:val="003453D5"/>
    <w:rsid w:val="00346E6D"/>
    <w:rsid w:val="00347128"/>
    <w:rsid w:val="00350062"/>
    <w:rsid w:val="00352C67"/>
    <w:rsid w:val="00353CDE"/>
    <w:rsid w:val="003553F7"/>
    <w:rsid w:val="00356F8C"/>
    <w:rsid w:val="003663DD"/>
    <w:rsid w:val="003725D4"/>
    <w:rsid w:val="00373911"/>
    <w:rsid w:val="003803A0"/>
    <w:rsid w:val="00380E0A"/>
    <w:rsid w:val="003811F9"/>
    <w:rsid w:val="0038171F"/>
    <w:rsid w:val="00383CE3"/>
    <w:rsid w:val="00384C4A"/>
    <w:rsid w:val="00386ACD"/>
    <w:rsid w:val="003926D1"/>
    <w:rsid w:val="003A2A02"/>
    <w:rsid w:val="003A40EA"/>
    <w:rsid w:val="003A4DF3"/>
    <w:rsid w:val="003A6968"/>
    <w:rsid w:val="003A6D9F"/>
    <w:rsid w:val="003A7095"/>
    <w:rsid w:val="003A7A38"/>
    <w:rsid w:val="003B07FE"/>
    <w:rsid w:val="003B0B08"/>
    <w:rsid w:val="003B1C9D"/>
    <w:rsid w:val="003B3153"/>
    <w:rsid w:val="003B35EC"/>
    <w:rsid w:val="003B40AF"/>
    <w:rsid w:val="003B4355"/>
    <w:rsid w:val="003B4D41"/>
    <w:rsid w:val="003C1F40"/>
    <w:rsid w:val="003C20C6"/>
    <w:rsid w:val="003C6272"/>
    <w:rsid w:val="003D012B"/>
    <w:rsid w:val="003D0E24"/>
    <w:rsid w:val="003D53D0"/>
    <w:rsid w:val="003D7879"/>
    <w:rsid w:val="003E0647"/>
    <w:rsid w:val="003E0B62"/>
    <w:rsid w:val="003E0E67"/>
    <w:rsid w:val="003E52DE"/>
    <w:rsid w:val="003E55AC"/>
    <w:rsid w:val="003E6F1A"/>
    <w:rsid w:val="003F007A"/>
    <w:rsid w:val="003F0BC2"/>
    <w:rsid w:val="003F2A0D"/>
    <w:rsid w:val="003F3F6A"/>
    <w:rsid w:val="003F7400"/>
    <w:rsid w:val="003F78E3"/>
    <w:rsid w:val="00401757"/>
    <w:rsid w:val="004033A2"/>
    <w:rsid w:val="00412554"/>
    <w:rsid w:val="00412D10"/>
    <w:rsid w:val="004130AE"/>
    <w:rsid w:val="00413AB2"/>
    <w:rsid w:val="00416BD2"/>
    <w:rsid w:val="0041721C"/>
    <w:rsid w:val="00421A9C"/>
    <w:rsid w:val="00423860"/>
    <w:rsid w:val="00424CF0"/>
    <w:rsid w:val="00430FB8"/>
    <w:rsid w:val="00431AD6"/>
    <w:rsid w:val="0043249E"/>
    <w:rsid w:val="00434867"/>
    <w:rsid w:val="004373F5"/>
    <w:rsid w:val="004378FA"/>
    <w:rsid w:val="00443159"/>
    <w:rsid w:val="004446C1"/>
    <w:rsid w:val="00444D4C"/>
    <w:rsid w:val="00444FBC"/>
    <w:rsid w:val="00445D1B"/>
    <w:rsid w:val="00446FEA"/>
    <w:rsid w:val="0045067B"/>
    <w:rsid w:val="00460583"/>
    <w:rsid w:val="004734C4"/>
    <w:rsid w:val="0047537F"/>
    <w:rsid w:val="0048150C"/>
    <w:rsid w:val="00481BF0"/>
    <w:rsid w:val="00482092"/>
    <w:rsid w:val="004837DB"/>
    <w:rsid w:val="004840B5"/>
    <w:rsid w:val="00486BD5"/>
    <w:rsid w:val="0049043A"/>
    <w:rsid w:val="00491085"/>
    <w:rsid w:val="00494323"/>
    <w:rsid w:val="004952EF"/>
    <w:rsid w:val="004952F9"/>
    <w:rsid w:val="00495A2E"/>
    <w:rsid w:val="004A1334"/>
    <w:rsid w:val="004A2BAE"/>
    <w:rsid w:val="004A3BD4"/>
    <w:rsid w:val="004A4E66"/>
    <w:rsid w:val="004A7B4E"/>
    <w:rsid w:val="004B073A"/>
    <w:rsid w:val="004B16A2"/>
    <w:rsid w:val="004B695E"/>
    <w:rsid w:val="004C2500"/>
    <w:rsid w:val="004C3D69"/>
    <w:rsid w:val="004C567A"/>
    <w:rsid w:val="004C630A"/>
    <w:rsid w:val="004C6337"/>
    <w:rsid w:val="004D00F0"/>
    <w:rsid w:val="004D6015"/>
    <w:rsid w:val="004E3F7F"/>
    <w:rsid w:val="004E4F00"/>
    <w:rsid w:val="004E5126"/>
    <w:rsid w:val="004E60EF"/>
    <w:rsid w:val="004E6C28"/>
    <w:rsid w:val="004E7241"/>
    <w:rsid w:val="004F056A"/>
    <w:rsid w:val="004F369A"/>
    <w:rsid w:val="004F4413"/>
    <w:rsid w:val="004F5335"/>
    <w:rsid w:val="004F659B"/>
    <w:rsid w:val="004F6E7D"/>
    <w:rsid w:val="004F7AAD"/>
    <w:rsid w:val="004F7C77"/>
    <w:rsid w:val="0050063C"/>
    <w:rsid w:val="00500997"/>
    <w:rsid w:val="0050123B"/>
    <w:rsid w:val="00501492"/>
    <w:rsid w:val="005017AC"/>
    <w:rsid w:val="005043BA"/>
    <w:rsid w:val="005067CE"/>
    <w:rsid w:val="00507388"/>
    <w:rsid w:val="005073C4"/>
    <w:rsid w:val="005114E7"/>
    <w:rsid w:val="00511BDB"/>
    <w:rsid w:val="00512EDC"/>
    <w:rsid w:val="00513674"/>
    <w:rsid w:val="00513909"/>
    <w:rsid w:val="00514A4E"/>
    <w:rsid w:val="005171F7"/>
    <w:rsid w:val="00520696"/>
    <w:rsid w:val="00520DDE"/>
    <w:rsid w:val="0052269D"/>
    <w:rsid w:val="00524970"/>
    <w:rsid w:val="00524DC3"/>
    <w:rsid w:val="005254C8"/>
    <w:rsid w:val="00526490"/>
    <w:rsid w:val="0052754E"/>
    <w:rsid w:val="0052784E"/>
    <w:rsid w:val="00534D94"/>
    <w:rsid w:val="00536360"/>
    <w:rsid w:val="00537C77"/>
    <w:rsid w:val="0054017A"/>
    <w:rsid w:val="005404C8"/>
    <w:rsid w:val="00543E82"/>
    <w:rsid w:val="00544D5B"/>
    <w:rsid w:val="005461E6"/>
    <w:rsid w:val="00546517"/>
    <w:rsid w:val="00554520"/>
    <w:rsid w:val="005616FD"/>
    <w:rsid w:val="00561A60"/>
    <w:rsid w:val="00562256"/>
    <w:rsid w:val="00565237"/>
    <w:rsid w:val="00566A43"/>
    <w:rsid w:val="005674D7"/>
    <w:rsid w:val="0057135F"/>
    <w:rsid w:val="0057188D"/>
    <w:rsid w:val="00571B90"/>
    <w:rsid w:val="00571F4A"/>
    <w:rsid w:val="00572483"/>
    <w:rsid w:val="00573FFB"/>
    <w:rsid w:val="005742D3"/>
    <w:rsid w:val="00576D10"/>
    <w:rsid w:val="0057724F"/>
    <w:rsid w:val="005774CF"/>
    <w:rsid w:val="00577E83"/>
    <w:rsid w:val="0058314D"/>
    <w:rsid w:val="00584632"/>
    <w:rsid w:val="00585702"/>
    <w:rsid w:val="00585A5E"/>
    <w:rsid w:val="005867BF"/>
    <w:rsid w:val="00587108"/>
    <w:rsid w:val="00587E7D"/>
    <w:rsid w:val="0059149F"/>
    <w:rsid w:val="0059234F"/>
    <w:rsid w:val="005945A4"/>
    <w:rsid w:val="005945D8"/>
    <w:rsid w:val="005952BF"/>
    <w:rsid w:val="00595EA9"/>
    <w:rsid w:val="005A1603"/>
    <w:rsid w:val="005A23B2"/>
    <w:rsid w:val="005A2A2C"/>
    <w:rsid w:val="005A4BFE"/>
    <w:rsid w:val="005A6C70"/>
    <w:rsid w:val="005A6CDF"/>
    <w:rsid w:val="005B0105"/>
    <w:rsid w:val="005B0A03"/>
    <w:rsid w:val="005B0F8F"/>
    <w:rsid w:val="005B4862"/>
    <w:rsid w:val="005B605A"/>
    <w:rsid w:val="005B688D"/>
    <w:rsid w:val="005C138E"/>
    <w:rsid w:val="005C1982"/>
    <w:rsid w:val="005C1B49"/>
    <w:rsid w:val="005C22A0"/>
    <w:rsid w:val="005C4BBB"/>
    <w:rsid w:val="005D04C9"/>
    <w:rsid w:val="005D236C"/>
    <w:rsid w:val="005D2BDE"/>
    <w:rsid w:val="005D45EA"/>
    <w:rsid w:val="005D6D78"/>
    <w:rsid w:val="005E0308"/>
    <w:rsid w:val="005E28A7"/>
    <w:rsid w:val="005E3D5C"/>
    <w:rsid w:val="005E40A6"/>
    <w:rsid w:val="005E4DA0"/>
    <w:rsid w:val="005E4F78"/>
    <w:rsid w:val="005E643E"/>
    <w:rsid w:val="005E7B03"/>
    <w:rsid w:val="005F05DC"/>
    <w:rsid w:val="005F178D"/>
    <w:rsid w:val="005F4953"/>
    <w:rsid w:val="005F7900"/>
    <w:rsid w:val="005F79F2"/>
    <w:rsid w:val="00602526"/>
    <w:rsid w:val="00603705"/>
    <w:rsid w:val="006046CD"/>
    <w:rsid w:val="00604F9E"/>
    <w:rsid w:val="006064DB"/>
    <w:rsid w:val="0060711A"/>
    <w:rsid w:val="00611604"/>
    <w:rsid w:val="00611CCB"/>
    <w:rsid w:val="00611D79"/>
    <w:rsid w:val="00616CEC"/>
    <w:rsid w:val="00621E4E"/>
    <w:rsid w:val="00622361"/>
    <w:rsid w:val="00622424"/>
    <w:rsid w:val="00627B80"/>
    <w:rsid w:val="00634BA0"/>
    <w:rsid w:val="00635DA7"/>
    <w:rsid w:val="00640CD3"/>
    <w:rsid w:val="006420DE"/>
    <w:rsid w:val="006433E0"/>
    <w:rsid w:val="0064363D"/>
    <w:rsid w:val="006444BF"/>
    <w:rsid w:val="006444D1"/>
    <w:rsid w:val="006446EB"/>
    <w:rsid w:val="0064478F"/>
    <w:rsid w:val="00645223"/>
    <w:rsid w:val="006457A5"/>
    <w:rsid w:val="00645E7D"/>
    <w:rsid w:val="00647204"/>
    <w:rsid w:val="00647858"/>
    <w:rsid w:val="00647AA6"/>
    <w:rsid w:val="006507AC"/>
    <w:rsid w:val="00651601"/>
    <w:rsid w:val="00651752"/>
    <w:rsid w:val="006532EE"/>
    <w:rsid w:val="00654A15"/>
    <w:rsid w:val="00655512"/>
    <w:rsid w:val="00660158"/>
    <w:rsid w:val="00660284"/>
    <w:rsid w:val="00662D43"/>
    <w:rsid w:val="00663F88"/>
    <w:rsid w:val="006641CE"/>
    <w:rsid w:val="00664F8F"/>
    <w:rsid w:val="006657BE"/>
    <w:rsid w:val="0066798D"/>
    <w:rsid w:val="00670C3A"/>
    <w:rsid w:val="00674EC1"/>
    <w:rsid w:val="0067700F"/>
    <w:rsid w:val="00677CF6"/>
    <w:rsid w:val="0068054F"/>
    <w:rsid w:val="00680CFF"/>
    <w:rsid w:val="00683107"/>
    <w:rsid w:val="00683134"/>
    <w:rsid w:val="00683E21"/>
    <w:rsid w:val="00684AA1"/>
    <w:rsid w:val="00692242"/>
    <w:rsid w:val="00692BD0"/>
    <w:rsid w:val="00693C1B"/>
    <w:rsid w:val="00693E3A"/>
    <w:rsid w:val="006953B1"/>
    <w:rsid w:val="00695487"/>
    <w:rsid w:val="006A09B4"/>
    <w:rsid w:val="006A1A51"/>
    <w:rsid w:val="006A2DE4"/>
    <w:rsid w:val="006A2EEF"/>
    <w:rsid w:val="006A5C28"/>
    <w:rsid w:val="006B0249"/>
    <w:rsid w:val="006B173D"/>
    <w:rsid w:val="006B3138"/>
    <w:rsid w:val="006B3F33"/>
    <w:rsid w:val="006B3FD5"/>
    <w:rsid w:val="006C094B"/>
    <w:rsid w:val="006C1EEF"/>
    <w:rsid w:val="006C4C5F"/>
    <w:rsid w:val="006C5976"/>
    <w:rsid w:val="006D12E7"/>
    <w:rsid w:val="006D1C6B"/>
    <w:rsid w:val="006D2BCB"/>
    <w:rsid w:val="006D3495"/>
    <w:rsid w:val="006D3509"/>
    <w:rsid w:val="006D3F60"/>
    <w:rsid w:val="006D5C74"/>
    <w:rsid w:val="006E00E1"/>
    <w:rsid w:val="006E0D73"/>
    <w:rsid w:val="006F1168"/>
    <w:rsid w:val="006F1B80"/>
    <w:rsid w:val="006F2CE8"/>
    <w:rsid w:val="006F3F80"/>
    <w:rsid w:val="006F51DF"/>
    <w:rsid w:val="006F614C"/>
    <w:rsid w:val="006F6AED"/>
    <w:rsid w:val="007014BE"/>
    <w:rsid w:val="00702083"/>
    <w:rsid w:val="007020AB"/>
    <w:rsid w:val="0070438A"/>
    <w:rsid w:val="007048B2"/>
    <w:rsid w:val="007049A1"/>
    <w:rsid w:val="00706ABD"/>
    <w:rsid w:val="00706EA4"/>
    <w:rsid w:val="00707EA8"/>
    <w:rsid w:val="0071006C"/>
    <w:rsid w:val="0071174A"/>
    <w:rsid w:val="0071243B"/>
    <w:rsid w:val="007130F6"/>
    <w:rsid w:val="00713336"/>
    <w:rsid w:val="00713A0A"/>
    <w:rsid w:val="0071664C"/>
    <w:rsid w:val="00716901"/>
    <w:rsid w:val="00717846"/>
    <w:rsid w:val="00720C0B"/>
    <w:rsid w:val="007212AE"/>
    <w:rsid w:val="00724CCB"/>
    <w:rsid w:val="0072679F"/>
    <w:rsid w:val="00727B05"/>
    <w:rsid w:val="00732B3C"/>
    <w:rsid w:val="00733837"/>
    <w:rsid w:val="00735F6F"/>
    <w:rsid w:val="0074125C"/>
    <w:rsid w:val="0074191C"/>
    <w:rsid w:val="0074226F"/>
    <w:rsid w:val="007429CA"/>
    <w:rsid w:val="007462DA"/>
    <w:rsid w:val="00747F73"/>
    <w:rsid w:val="00751106"/>
    <w:rsid w:val="0075439B"/>
    <w:rsid w:val="0075606C"/>
    <w:rsid w:val="00757520"/>
    <w:rsid w:val="0075770D"/>
    <w:rsid w:val="00757C8E"/>
    <w:rsid w:val="00757E2A"/>
    <w:rsid w:val="007600E1"/>
    <w:rsid w:val="00762E98"/>
    <w:rsid w:val="00765E65"/>
    <w:rsid w:val="00766AA0"/>
    <w:rsid w:val="007673A0"/>
    <w:rsid w:val="00767882"/>
    <w:rsid w:val="007679D0"/>
    <w:rsid w:val="00772189"/>
    <w:rsid w:val="00773969"/>
    <w:rsid w:val="007747F0"/>
    <w:rsid w:val="00775813"/>
    <w:rsid w:val="007759CF"/>
    <w:rsid w:val="0077616D"/>
    <w:rsid w:val="0077686E"/>
    <w:rsid w:val="007768D7"/>
    <w:rsid w:val="00777158"/>
    <w:rsid w:val="00777AAC"/>
    <w:rsid w:val="00780AA3"/>
    <w:rsid w:val="007810F2"/>
    <w:rsid w:val="00782EF7"/>
    <w:rsid w:val="00784346"/>
    <w:rsid w:val="007843C4"/>
    <w:rsid w:val="00784BC0"/>
    <w:rsid w:val="00784CBF"/>
    <w:rsid w:val="00784E44"/>
    <w:rsid w:val="00786059"/>
    <w:rsid w:val="007901C9"/>
    <w:rsid w:val="00791078"/>
    <w:rsid w:val="00791818"/>
    <w:rsid w:val="00791937"/>
    <w:rsid w:val="00793313"/>
    <w:rsid w:val="00793D4F"/>
    <w:rsid w:val="00793DD0"/>
    <w:rsid w:val="007945FC"/>
    <w:rsid w:val="0079486D"/>
    <w:rsid w:val="00795671"/>
    <w:rsid w:val="007964CD"/>
    <w:rsid w:val="007A0AA2"/>
    <w:rsid w:val="007A1A45"/>
    <w:rsid w:val="007A2964"/>
    <w:rsid w:val="007A75A0"/>
    <w:rsid w:val="007B4304"/>
    <w:rsid w:val="007B4B43"/>
    <w:rsid w:val="007C0527"/>
    <w:rsid w:val="007C0C8C"/>
    <w:rsid w:val="007C17C2"/>
    <w:rsid w:val="007C1939"/>
    <w:rsid w:val="007C2137"/>
    <w:rsid w:val="007C2C31"/>
    <w:rsid w:val="007C2DEE"/>
    <w:rsid w:val="007C335F"/>
    <w:rsid w:val="007C3639"/>
    <w:rsid w:val="007C51A2"/>
    <w:rsid w:val="007C6BBD"/>
    <w:rsid w:val="007D23C4"/>
    <w:rsid w:val="007D434C"/>
    <w:rsid w:val="007D4455"/>
    <w:rsid w:val="007D5D9F"/>
    <w:rsid w:val="007D60DB"/>
    <w:rsid w:val="007D6598"/>
    <w:rsid w:val="007D6D02"/>
    <w:rsid w:val="007E1A0D"/>
    <w:rsid w:val="007E2E0B"/>
    <w:rsid w:val="007E5095"/>
    <w:rsid w:val="007E566A"/>
    <w:rsid w:val="007E64BE"/>
    <w:rsid w:val="007E6C46"/>
    <w:rsid w:val="007F018E"/>
    <w:rsid w:val="007F0BD8"/>
    <w:rsid w:val="007F385A"/>
    <w:rsid w:val="0080580B"/>
    <w:rsid w:val="0081188E"/>
    <w:rsid w:val="00811980"/>
    <w:rsid w:val="00812DAA"/>
    <w:rsid w:val="0081386E"/>
    <w:rsid w:val="008141CF"/>
    <w:rsid w:val="00814A5A"/>
    <w:rsid w:val="00815F70"/>
    <w:rsid w:val="00816668"/>
    <w:rsid w:val="00820C60"/>
    <w:rsid w:val="008222FF"/>
    <w:rsid w:val="00823465"/>
    <w:rsid w:val="00824BC6"/>
    <w:rsid w:val="00824BE1"/>
    <w:rsid w:val="00824F85"/>
    <w:rsid w:val="0082590C"/>
    <w:rsid w:val="00833FEC"/>
    <w:rsid w:val="00835BED"/>
    <w:rsid w:val="00840A1E"/>
    <w:rsid w:val="008416F7"/>
    <w:rsid w:val="008436CA"/>
    <w:rsid w:val="008466F5"/>
    <w:rsid w:val="00847850"/>
    <w:rsid w:val="00847977"/>
    <w:rsid w:val="0085061A"/>
    <w:rsid w:val="008553E1"/>
    <w:rsid w:val="008571FA"/>
    <w:rsid w:val="0086047A"/>
    <w:rsid w:val="00860AAA"/>
    <w:rsid w:val="00862D4F"/>
    <w:rsid w:val="00862EE3"/>
    <w:rsid w:val="008631F2"/>
    <w:rsid w:val="00865512"/>
    <w:rsid w:val="008670EB"/>
    <w:rsid w:val="00872ECD"/>
    <w:rsid w:val="00877821"/>
    <w:rsid w:val="00877BD9"/>
    <w:rsid w:val="00880B42"/>
    <w:rsid w:val="00883432"/>
    <w:rsid w:val="00884375"/>
    <w:rsid w:val="0088463A"/>
    <w:rsid w:val="00884A37"/>
    <w:rsid w:val="0088531D"/>
    <w:rsid w:val="008860DE"/>
    <w:rsid w:val="00886B4C"/>
    <w:rsid w:val="0088759E"/>
    <w:rsid w:val="00891EE8"/>
    <w:rsid w:val="00895B1D"/>
    <w:rsid w:val="0089606A"/>
    <w:rsid w:val="008A0476"/>
    <w:rsid w:val="008A2F16"/>
    <w:rsid w:val="008A5A5A"/>
    <w:rsid w:val="008A74FF"/>
    <w:rsid w:val="008B0678"/>
    <w:rsid w:val="008B1802"/>
    <w:rsid w:val="008B22A2"/>
    <w:rsid w:val="008B60A9"/>
    <w:rsid w:val="008B74C2"/>
    <w:rsid w:val="008C041B"/>
    <w:rsid w:val="008C1F77"/>
    <w:rsid w:val="008C38B7"/>
    <w:rsid w:val="008C54BA"/>
    <w:rsid w:val="008C5723"/>
    <w:rsid w:val="008C70F1"/>
    <w:rsid w:val="008D0264"/>
    <w:rsid w:val="008D06E6"/>
    <w:rsid w:val="008D1AFA"/>
    <w:rsid w:val="008D2B7A"/>
    <w:rsid w:val="008D3298"/>
    <w:rsid w:val="008D3406"/>
    <w:rsid w:val="008D483F"/>
    <w:rsid w:val="008D5971"/>
    <w:rsid w:val="008D718C"/>
    <w:rsid w:val="008E3C36"/>
    <w:rsid w:val="008E3FF9"/>
    <w:rsid w:val="008E58F0"/>
    <w:rsid w:val="008F0E2A"/>
    <w:rsid w:val="008F2EFE"/>
    <w:rsid w:val="008F37AF"/>
    <w:rsid w:val="008F4964"/>
    <w:rsid w:val="008F4CE8"/>
    <w:rsid w:val="00900140"/>
    <w:rsid w:val="009041AC"/>
    <w:rsid w:val="0091134C"/>
    <w:rsid w:val="009122A6"/>
    <w:rsid w:val="009124C0"/>
    <w:rsid w:val="00913A8F"/>
    <w:rsid w:val="00914304"/>
    <w:rsid w:val="0091698A"/>
    <w:rsid w:val="009170A0"/>
    <w:rsid w:val="00917AB3"/>
    <w:rsid w:val="00921C8E"/>
    <w:rsid w:val="009236E6"/>
    <w:rsid w:val="00924890"/>
    <w:rsid w:val="00924EDB"/>
    <w:rsid w:val="00936FCB"/>
    <w:rsid w:val="00940671"/>
    <w:rsid w:val="00940892"/>
    <w:rsid w:val="0094162E"/>
    <w:rsid w:val="00941C38"/>
    <w:rsid w:val="00943179"/>
    <w:rsid w:val="00943CF7"/>
    <w:rsid w:val="00943D1D"/>
    <w:rsid w:val="00945670"/>
    <w:rsid w:val="00947D74"/>
    <w:rsid w:val="00947E72"/>
    <w:rsid w:val="00950F30"/>
    <w:rsid w:val="00952C64"/>
    <w:rsid w:val="00953B29"/>
    <w:rsid w:val="009542FA"/>
    <w:rsid w:val="00954369"/>
    <w:rsid w:val="00957A5F"/>
    <w:rsid w:val="00957D89"/>
    <w:rsid w:val="00957DD1"/>
    <w:rsid w:val="00960583"/>
    <w:rsid w:val="00960D98"/>
    <w:rsid w:val="00960F5B"/>
    <w:rsid w:val="00962022"/>
    <w:rsid w:val="00963240"/>
    <w:rsid w:val="00964110"/>
    <w:rsid w:val="0096467B"/>
    <w:rsid w:val="009652CE"/>
    <w:rsid w:val="009709B1"/>
    <w:rsid w:val="009733EE"/>
    <w:rsid w:val="009737FB"/>
    <w:rsid w:val="009739CA"/>
    <w:rsid w:val="00973C2D"/>
    <w:rsid w:val="009746FE"/>
    <w:rsid w:val="009750F5"/>
    <w:rsid w:val="00976767"/>
    <w:rsid w:val="00976DBC"/>
    <w:rsid w:val="00977162"/>
    <w:rsid w:val="00980A6E"/>
    <w:rsid w:val="009833DB"/>
    <w:rsid w:val="00983983"/>
    <w:rsid w:val="00987A00"/>
    <w:rsid w:val="00996037"/>
    <w:rsid w:val="00996C37"/>
    <w:rsid w:val="00996C42"/>
    <w:rsid w:val="00996CC1"/>
    <w:rsid w:val="009A210F"/>
    <w:rsid w:val="009A2C46"/>
    <w:rsid w:val="009A3612"/>
    <w:rsid w:val="009A3804"/>
    <w:rsid w:val="009A42BA"/>
    <w:rsid w:val="009A573E"/>
    <w:rsid w:val="009A6940"/>
    <w:rsid w:val="009A6C76"/>
    <w:rsid w:val="009A77CF"/>
    <w:rsid w:val="009B29F6"/>
    <w:rsid w:val="009B385D"/>
    <w:rsid w:val="009B3AE5"/>
    <w:rsid w:val="009B4655"/>
    <w:rsid w:val="009B5AC6"/>
    <w:rsid w:val="009B5CC3"/>
    <w:rsid w:val="009B6C89"/>
    <w:rsid w:val="009C30A4"/>
    <w:rsid w:val="009C3773"/>
    <w:rsid w:val="009C3980"/>
    <w:rsid w:val="009C4499"/>
    <w:rsid w:val="009C51ED"/>
    <w:rsid w:val="009D0B5D"/>
    <w:rsid w:val="009D3306"/>
    <w:rsid w:val="009D5496"/>
    <w:rsid w:val="009D55FD"/>
    <w:rsid w:val="009D56B4"/>
    <w:rsid w:val="009D5FDA"/>
    <w:rsid w:val="009E13B9"/>
    <w:rsid w:val="009E21A0"/>
    <w:rsid w:val="009E286C"/>
    <w:rsid w:val="009E3DCF"/>
    <w:rsid w:val="009E4D61"/>
    <w:rsid w:val="009E4DD7"/>
    <w:rsid w:val="009E556E"/>
    <w:rsid w:val="009E7AD8"/>
    <w:rsid w:val="009F07FA"/>
    <w:rsid w:val="009F11CA"/>
    <w:rsid w:val="009F1F14"/>
    <w:rsid w:val="009F38A5"/>
    <w:rsid w:val="009F390A"/>
    <w:rsid w:val="009F3E6B"/>
    <w:rsid w:val="009F569D"/>
    <w:rsid w:val="009F7EC4"/>
    <w:rsid w:val="00A0088F"/>
    <w:rsid w:val="00A013A2"/>
    <w:rsid w:val="00A01681"/>
    <w:rsid w:val="00A01D7D"/>
    <w:rsid w:val="00A02EC6"/>
    <w:rsid w:val="00A03006"/>
    <w:rsid w:val="00A032B3"/>
    <w:rsid w:val="00A03C92"/>
    <w:rsid w:val="00A045E2"/>
    <w:rsid w:val="00A04FD3"/>
    <w:rsid w:val="00A05B02"/>
    <w:rsid w:val="00A07E70"/>
    <w:rsid w:val="00A116FF"/>
    <w:rsid w:val="00A12CED"/>
    <w:rsid w:val="00A12F44"/>
    <w:rsid w:val="00A15F0F"/>
    <w:rsid w:val="00A16D69"/>
    <w:rsid w:val="00A1741D"/>
    <w:rsid w:val="00A22D57"/>
    <w:rsid w:val="00A24B61"/>
    <w:rsid w:val="00A24DBA"/>
    <w:rsid w:val="00A274E5"/>
    <w:rsid w:val="00A276E1"/>
    <w:rsid w:val="00A30248"/>
    <w:rsid w:val="00A34686"/>
    <w:rsid w:val="00A34F90"/>
    <w:rsid w:val="00A3684A"/>
    <w:rsid w:val="00A368A6"/>
    <w:rsid w:val="00A37447"/>
    <w:rsid w:val="00A37961"/>
    <w:rsid w:val="00A405A2"/>
    <w:rsid w:val="00A4160E"/>
    <w:rsid w:val="00A43EC6"/>
    <w:rsid w:val="00A47BD4"/>
    <w:rsid w:val="00A50023"/>
    <w:rsid w:val="00A5231D"/>
    <w:rsid w:val="00A53827"/>
    <w:rsid w:val="00A5563C"/>
    <w:rsid w:val="00A5606C"/>
    <w:rsid w:val="00A56370"/>
    <w:rsid w:val="00A57239"/>
    <w:rsid w:val="00A575B4"/>
    <w:rsid w:val="00A5778F"/>
    <w:rsid w:val="00A57D1F"/>
    <w:rsid w:val="00A60677"/>
    <w:rsid w:val="00A60A34"/>
    <w:rsid w:val="00A60AFB"/>
    <w:rsid w:val="00A61366"/>
    <w:rsid w:val="00A61ACA"/>
    <w:rsid w:val="00A629EE"/>
    <w:rsid w:val="00A62A82"/>
    <w:rsid w:val="00A70D26"/>
    <w:rsid w:val="00A715AA"/>
    <w:rsid w:val="00A71E0F"/>
    <w:rsid w:val="00A745C2"/>
    <w:rsid w:val="00A745C8"/>
    <w:rsid w:val="00A75B51"/>
    <w:rsid w:val="00A76DAB"/>
    <w:rsid w:val="00A82279"/>
    <w:rsid w:val="00A84B73"/>
    <w:rsid w:val="00A84D7A"/>
    <w:rsid w:val="00A85355"/>
    <w:rsid w:val="00A854F8"/>
    <w:rsid w:val="00A86C34"/>
    <w:rsid w:val="00A90BC8"/>
    <w:rsid w:val="00A91C4A"/>
    <w:rsid w:val="00A92E7C"/>
    <w:rsid w:val="00A93B09"/>
    <w:rsid w:val="00A94330"/>
    <w:rsid w:val="00A94744"/>
    <w:rsid w:val="00A96125"/>
    <w:rsid w:val="00A97145"/>
    <w:rsid w:val="00A974AA"/>
    <w:rsid w:val="00AA3DD1"/>
    <w:rsid w:val="00AA7080"/>
    <w:rsid w:val="00AA78BA"/>
    <w:rsid w:val="00AB0F8D"/>
    <w:rsid w:val="00AB1FE3"/>
    <w:rsid w:val="00AB2E99"/>
    <w:rsid w:val="00AB3BE7"/>
    <w:rsid w:val="00AB4E2C"/>
    <w:rsid w:val="00AB5BE8"/>
    <w:rsid w:val="00AB7706"/>
    <w:rsid w:val="00AB7889"/>
    <w:rsid w:val="00AB7C39"/>
    <w:rsid w:val="00AC151F"/>
    <w:rsid w:val="00AC2AB1"/>
    <w:rsid w:val="00AC6E84"/>
    <w:rsid w:val="00AD2EB2"/>
    <w:rsid w:val="00AD3D68"/>
    <w:rsid w:val="00AD405C"/>
    <w:rsid w:val="00AD45A3"/>
    <w:rsid w:val="00AD56C8"/>
    <w:rsid w:val="00AE0B7F"/>
    <w:rsid w:val="00AE0DCA"/>
    <w:rsid w:val="00AE173F"/>
    <w:rsid w:val="00AE2C30"/>
    <w:rsid w:val="00AE44E5"/>
    <w:rsid w:val="00AF21A1"/>
    <w:rsid w:val="00AF248D"/>
    <w:rsid w:val="00AF2B4A"/>
    <w:rsid w:val="00AF2D44"/>
    <w:rsid w:val="00AF45E1"/>
    <w:rsid w:val="00AF679E"/>
    <w:rsid w:val="00AF6DB7"/>
    <w:rsid w:val="00AF74EA"/>
    <w:rsid w:val="00AF79FC"/>
    <w:rsid w:val="00B01415"/>
    <w:rsid w:val="00B0489B"/>
    <w:rsid w:val="00B116C0"/>
    <w:rsid w:val="00B11AEB"/>
    <w:rsid w:val="00B14458"/>
    <w:rsid w:val="00B17B0D"/>
    <w:rsid w:val="00B17F73"/>
    <w:rsid w:val="00B20AD2"/>
    <w:rsid w:val="00B20CF3"/>
    <w:rsid w:val="00B221AA"/>
    <w:rsid w:val="00B25821"/>
    <w:rsid w:val="00B2792A"/>
    <w:rsid w:val="00B31BE0"/>
    <w:rsid w:val="00B32EAB"/>
    <w:rsid w:val="00B33E61"/>
    <w:rsid w:val="00B36A9E"/>
    <w:rsid w:val="00B373A0"/>
    <w:rsid w:val="00B37EB3"/>
    <w:rsid w:val="00B407A7"/>
    <w:rsid w:val="00B441B7"/>
    <w:rsid w:val="00B45237"/>
    <w:rsid w:val="00B46993"/>
    <w:rsid w:val="00B51F64"/>
    <w:rsid w:val="00B51F7F"/>
    <w:rsid w:val="00B54989"/>
    <w:rsid w:val="00B551EB"/>
    <w:rsid w:val="00B556AE"/>
    <w:rsid w:val="00B56AD2"/>
    <w:rsid w:val="00B6230D"/>
    <w:rsid w:val="00B63E5A"/>
    <w:rsid w:val="00B6448A"/>
    <w:rsid w:val="00B64CA8"/>
    <w:rsid w:val="00B65FA6"/>
    <w:rsid w:val="00B664AE"/>
    <w:rsid w:val="00B67559"/>
    <w:rsid w:val="00B7045B"/>
    <w:rsid w:val="00B704C6"/>
    <w:rsid w:val="00B74E28"/>
    <w:rsid w:val="00B755F0"/>
    <w:rsid w:val="00B8132E"/>
    <w:rsid w:val="00B823D7"/>
    <w:rsid w:val="00B83629"/>
    <w:rsid w:val="00B846E9"/>
    <w:rsid w:val="00B85A43"/>
    <w:rsid w:val="00B863C2"/>
    <w:rsid w:val="00B957FE"/>
    <w:rsid w:val="00B969AB"/>
    <w:rsid w:val="00B96B79"/>
    <w:rsid w:val="00B96DE6"/>
    <w:rsid w:val="00B97A14"/>
    <w:rsid w:val="00BA15E9"/>
    <w:rsid w:val="00BA1949"/>
    <w:rsid w:val="00BA4728"/>
    <w:rsid w:val="00BA5743"/>
    <w:rsid w:val="00BA5EA6"/>
    <w:rsid w:val="00BA7A7E"/>
    <w:rsid w:val="00BA7CAA"/>
    <w:rsid w:val="00BB0E05"/>
    <w:rsid w:val="00BB5E72"/>
    <w:rsid w:val="00BB769F"/>
    <w:rsid w:val="00BB7F28"/>
    <w:rsid w:val="00BC0AC1"/>
    <w:rsid w:val="00BC1435"/>
    <w:rsid w:val="00BC1AF8"/>
    <w:rsid w:val="00BC1F1F"/>
    <w:rsid w:val="00BC2752"/>
    <w:rsid w:val="00BC5BF4"/>
    <w:rsid w:val="00BC6AF9"/>
    <w:rsid w:val="00BC6D86"/>
    <w:rsid w:val="00BC6ECD"/>
    <w:rsid w:val="00BC754C"/>
    <w:rsid w:val="00BC7B97"/>
    <w:rsid w:val="00BD01D6"/>
    <w:rsid w:val="00BD087D"/>
    <w:rsid w:val="00BD2513"/>
    <w:rsid w:val="00BD2C64"/>
    <w:rsid w:val="00BD5023"/>
    <w:rsid w:val="00BD6092"/>
    <w:rsid w:val="00BE0246"/>
    <w:rsid w:val="00BE3841"/>
    <w:rsid w:val="00BE4C41"/>
    <w:rsid w:val="00BE6101"/>
    <w:rsid w:val="00BE6BDC"/>
    <w:rsid w:val="00BE6E6C"/>
    <w:rsid w:val="00BF462F"/>
    <w:rsid w:val="00BF6E5F"/>
    <w:rsid w:val="00C03B3F"/>
    <w:rsid w:val="00C04AD1"/>
    <w:rsid w:val="00C071F6"/>
    <w:rsid w:val="00C0753A"/>
    <w:rsid w:val="00C12A1C"/>
    <w:rsid w:val="00C16DBB"/>
    <w:rsid w:val="00C1741C"/>
    <w:rsid w:val="00C20F58"/>
    <w:rsid w:val="00C21976"/>
    <w:rsid w:val="00C2558C"/>
    <w:rsid w:val="00C266E0"/>
    <w:rsid w:val="00C2678C"/>
    <w:rsid w:val="00C26DE5"/>
    <w:rsid w:val="00C3076E"/>
    <w:rsid w:val="00C309FA"/>
    <w:rsid w:val="00C3222F"/>
    <w:rsid w:val="00C328DB"/>
    <w:rsid w:val="00C3449C"/>
    <w:rsid w:val="00C42EF4"/>
    <w:rsid w:val="00C43539"/>
    <w:rsid w:val="00C440F8"/>
    <w:rsid w:val="00C45690"/>
    <w:rsid w:val="00C46ADF"/>
    <w:rsid w:val="00C5212A"/>
    <w:rsid w:val="00C52265"/>
    <w:rsid w:val="00C5291C"/>
    <w:rsid w:val="00C540F9"/>
    <w:rsid w:val="00C54377"/>
    <w:rsid w:val="00C56BB4"/>
    <w:rsid w:val="00C60218"/>
    <w:rsid w:val="00C620BB"/>
    <w:rsid w:val="00C62F28"/>
    <w:rsid w:val="00C66B0B"/>
    <w:rsid w:val="00C70204"/>
    <w:rsid w:val="00C77587"/>
    <w:rsid w:val="00C7789E"/>
    <w:rsid w:val="00C83066"/>
    <w:rsid w:val="00C8309B"/>
    <w:rsid w:val="00C856CD"/>
    <w:rsid w:val="00C86A3C"/>
    <w:rsid w:val="00C8746E"/>
    <w:rsid w:val="00C8767C"/>
    <w:rsid w:val="00C87733"/>
    <w:rsid w:val="00C92DFC"/>
    <w:rsid w:val="00C94DB7"/>
    <w:rsid w:val="00CA42A5"/>
    <w:rsid w:val="00CA477B"/>
    <w:rsid w:val="00CA6F98"/>
    <w:rsid w:val="00CB0998"/>
    <w:rsid w:val="00CB0EB2"/>
    <w:rsid w:val="00CB11F7"/>
    <w:rsid w:val="00CB28C3"/>
    <w:rsid w:val="00CB3E2D"/>
    <w:rsid w:val="00CB46AC"/>
    <w:rsid w:val="00CB5542"/>
    <w:rsid w:val="00CB6432"/>
    <w:rsid w:val="00CB6DB8"/>
    <w:rsid w:val="00CC0B1B"/>
    <w:rsid w:val="00CC37D1"/>
    <w:rsid w:val="00CC4149"/>
    <w:rsid w:val="00CC48FC"/>
    <w:rsid w:val="00CC4DF6"/>
    <w:rsid w:val="00CD0AF5"/>
    <w:rsid w:val="00CD0DAD"/>
    <w:rsid w:val="00CD101E"/>
    <w:rsid w:val="00CD14DB"/>
    <w:rsid w:val="00CD23B8"/>
    <w:rsid w:val="00CD244F"/>
    <w:rsid w:val="00CD2740"/>
    <w:rsid w:val="00CE11C6"/>
    <w:rsid w:val="00CE4104"/>
    <w:rsid w:val="00CE5A5C"/>
    <w:rsid w:val="00CE73F2"/>
    <w:rsid w:val="00CF28A0"/>
    <w:rsid w:val="00CF66B9"/>
    <w:rsid w:val="00CF6CE3"/>
    <w:rsid w:val="00D01AEB"/>
    <w:rsid w:val="00D03377"/>
    <w:rsid w:val="00D03CFC"/>
    <w:rsid w:val="00D04EF0"/>
    <w:rsid w:val="00D1066E"/>
    <w:rsid w:val="00D137C2"/>
    <w:rsid w:val="00D146EE"/>
    <w:rsid w:val="00D156B4"/>
    <w:rsid w:val="00D17491"/>
    <w:rsid w:val="00D17958"/>
    <w:rsid w:val="00D21BC5"/>
    <w:rsid w:val="00D22E30"/>
    <w:rsid w:val="00D22F7C"/>
    <w:rsid w:val="00D2434B"/>
    <w:rsid w:val="00D24A28"/>
    <w:rsid w:val="00D257B9"/>
    <w:rsid w:val="00D30856"/>
    <w:rsid w:val="00D30D24"/>
    <w:rsid w:val="00D31112"/>
    <w:rsid w:val="00D316CD"/>
    <w:rsid w:val="00D33F3C"/>
    <w:rsid w:val="00D34EB3"/>
    <w:rsid w:val="00D370A6"/>
    <w:rsid w:val="00D37D77"/>
    <w:rsid w:val="00D37EB6"/>
    <w:rsid w:val="00D4120E"/>
    <w:rsid w:val="00D44268"/>
    <w:rsid w:val="00D44451"/>
    <w:rsid w:val="00D44A59"/>
    <w:rsid w:val="00D459B2"/>
    <w:rsid w:val="00D45DBC"/>
    <w:rsid w:val="00D4610D"/>
    <w:rsid w:val="00D46297"/>
    <w:rsid w:val="00D46D24"/>
    <w:rsid w:val="00D47E8F"/>
    <w:rsid w:val="00D51779"/>
    <w:rsid w:val="00D521CF"/>
    <w:rsid w:val="00D52379"/>
    <w:rsid w:val="00D53219"/>
    <w:rsid w:val="00D54568"/>
    <w:rsid w:val="00D5479D"/>
    <w:rsid w:val="00D553DF"/>
    <w:rsid w:val="00D63BD8"/>
    <w:rsid w:val="00D642CA"/>
    <w:rsid w:val="00D66042"/>
    <w:rsid w:val="00D6716D"/>
    <w:rsid w:val="00D70D1B"/>
    <w:rsid w:val="00D77B63"/>
    <w:rsid w:val="00D80B6D"/>
    <w:rsid w:val="00D814F2"/>
    <w:rsid w:val="00D81E02"/>
    <w:rsid w:val="00D83441"/>
    <w:rsid w:val="00D83A30"/>
    <w:rsid w:val="00D8509E"/>
    <w:rsid w:val="00D8559C"/>
    <w:rsid w:val="00D8676B"/>
    <w:rsid w:val="00D86CA3"/>
    <w:rsid w:val="00D878DC"/>
    <w:rsid w:val="00D87A0D"/>
    <w:rsid w:val="00D92D8A"/>
    <w:rsid w:val="00D92EAC"/>
    <w:rsid w:val="00D93536"/>
    <w:rsid w:val="00D97C95"/>
    <w:rsid w:val="00DA0395"/>
    <w:rsid w:val="00DA0BF8"/>
    <w:rsid w:val="00DA21D0"/>
    <w:rsid w:val="00DA3C4F"/>
    <w:rsid w:val="00DA4AF9"/>
    <w:rsid w:val="00DB08CB"/>
    <w:rsid w:val="00DB0BAA"/>
    <w:rsid w:val="00DB3B64"/>
    <w:rsid w:val="00DB5748"/>
    <w:rsid w:val="00DB57B9"/>
    <w:rsid w:val="00DB6B09"/>
    <w:rsid w:val="00DB7BE3"/>
    <w:rsid w:val="00DB7C6F"/>
    <w:rsid w:val="00DB7D72"/>
    <w:rsid w:val="00DC0578"/>
    <w:rsid w:val="00DC1788"/>
    <w:rsid w:val="00DC21A8"/>
    <w:rsid w:val="00DC23D3"/>
    <w:rsid w:val="00DC2946"/>
    <w:rsid w:val="00DC76DF"/>
    <w:rsid w:val="00DD47C2"/>
    <w:rsid w:val="00DD5166"/>
    <w:rsid w:val="00DD6A4E"/>
    <w:rsid w:val="00DD6B9C"/>
    <w:rsid w:val="00DD7460"/>
    <w:rsid w:val="00DD7D99"/>
    <w:rsid w:val="00DD7DB7"/>
    <w:rsid w:val="00DE2184"/>
    <w:rsid w:val="00DE38BA"/>
    <w:rsid w:val="00DE49B9"/>
    <w:rsid w:val="00DE5219"/>
    <w:rsid w:val="00DE6933"/>
    <w:rsid w:val="00DE6F63"/>
    <w:rsid w:val="00DE7368"/>
    <w:rsid w:val="00DE7B69"/>
    <w:rsid w:val="00DF317E"/>
    <w:rsid w:val="00DF532D"/>
    <w:rsid w:val="00DF57BC"/>
    <w:rsid w:val="00DF7292"/>
    <w:rsid w:val="00E00F30"/>
    <w:rsid w:val="00E03D92"/>
    <w:rsid w:val="00E04123"/>
    <w:rsid w:val="00E04D1F"/>
    <w:rsid w:val="00E04F58"/>
    <w:rsid w:val="00E05681"/>
    <w:rsid w:val="00E070C6"/>
    <w:rsid w:val="00E11B17"/>
    <w:rsid w:val="00E11BF0"/>
    <w:rsid w:val="00E13828"/>
    <w:rsid w:val="00E13889"/>
    <w:rsid w:val="00E15B08"/>
    <w:rsid w:val="00E176EE"/>
    <w:rsid w:val="00E215EF"/>
    <w:rsid w:val="00E2324C"/>
    <w:rsid w:val="00E2413A"/>
    <w:rsid w:val="00E2597F"/>
    <w:rsid w:val="00E306ED"/>
    <w:rsid w:val="00E31FD1"/>
    <w:rsid w:val="00E320E1"/>
    <w:rsid w:val="00E34AAF"/>
    <w:rsid w:val="00E34D32"/>
    <w:rsid w:val="00E36882"/>
    <w:rsid w:val="00E37F37"/>
    <w:rsid w:val="00E41A23"/>
    <w:rsid w:val="00E42923"/>
    <w:rsid w:val="00E44403"/>
    <w:rsid w:val="00E46405"/>
    <w:rsid w:val="00E46F45"/>
    <w:rsid w:val="00E47549"/>
    <w:rsid w:val="00E47C1E"/>
    <w:rsid w:val="00E47D06"/>
    <w:rsid w:val="00E50C6B"/>
    <w:rsid w:val="00E52232"/>
    <w:rsid w:val="00E52E0F"/>
    <w:rsid w:val="00E55204"/>
    <w:rsid w:val="00E5600B"/>
    <w:rsid w:val="00E56B79"/>
    <w:rsid w:val="00E57B0F"/>
    <w:rsid w:val="00E57F8D"/>
    <w:rsid w:val="00E60C74"/>
    <w:rsid w:val="00E61895"/>
    <w:rsid w:val="00E64848"/>
    <w:rsid w:val="00E64B54"/>
    <w:rsid w:val="00E66B07"/>
    <w:rsid w:val="00E70126"/>
    <w:rsid w:val="00E74E2A"/>
    <w:rsid w:val="00E75E6B"/>
    <w:rsid w:val="00E77D00"/>
    <w:rsid w:val="00E82A1A"/>
    <w:rsid w:val="00E842D1"/>
    <w:rsid w:val="00E85CB1"/>
    <w:rsid w:val="00E8744D"/>
    <w:rsid w:val="00E8779D"/>
    <w:rsid w:val="00E87F69"/>
    <w:rsid w:val="00E91DD6"/>
    <w:rsid w:val="00E922DE"/>
    <w:rsid w:val="00E93B4D"/>
    <w:rsid w:val="00EA08A0"/>
    <w:rsid w:val="00EA0C95"/>
    <w:rsid w:val="00EA11CB"/>
    <w:rsid w:val="00EA1BE9"/>
    <w:rsid w:val="00EA1F14"/>
    <w:rsid w:val="00EA26E4"/>
    <w:rsid w:val="00EA6ABC"/>
    <w:rsid w:val="00EB1350"/>
    <w:rsid w:val="00EB7346"/>
    <w:rsid w:val="00EC59EB"/>
    <w:rsid w:val="00EC5ECF"/>
    <w:rsid w:val="00EC69E9"/>
    <w:rsid w:val="00ED04C8"/>
    <w:rsid w:val="00ED05B3"/>
    <w:rsid w:val="00ED16E3"/>
    <w:rsid w:val="00ED1789"/>
    <w:rsid w:val="00ED1F57"/>
    <w:rsid w:val="00ED28FD"/>
    <w:rsid w:val="00ED2908"/>
    <w:rsid w:val="00ED53A2"/>
    <w:rsid w:val="00ED7636"/>
    <w:rsid w:val="00ED7D18"/>
    <w:rsid w:val="00EE13EB"/>
    <w:rsid w:val="00EE399F"/>
    <w:rsid w:val="00EE4EFD"/>
    <w:rsid w:val="00EE6CB5"/>
    <w:rsid w:val="00EE7070"/>
    <w:rsid w:val="00EF0591"/>
    <w:rsid w:val="00EF1E13"/>
    <w:rsid w:val="00EF3C44"/>
    <w:rsid w:val="00EF4CFB"/>
    <w:rsid w:val="00EF52FF"/>
    <w:rsid w:val="00EF743B"/>
    <w:rsid w:val="00F03D59"/>
    <w:rsid w:val="00F04A1C"/>
    <w:rsid w:val="00F053EA"/>
    <w:rsid w:val="00F05647"/>
    <w:rsid w:val="00F0636E"/>
    <w:rsid w:val="00F067A4"/>
    <w:rsid w:val="00F11DE2"/>
    <w:rsid w:val="00F141EF"/>
    <w:rsid w:val="00F15C7E"/>
    <w:rsid w:val="00F1657F"/>
    <w:rsid w:val="00F16A1E"/>
    <w:rsid w:val="00F17670"/>
    <w:rsid w:val="00F1790B"/>
    <w:rsid w:val="00F205BD"/>
    <w:rsid w:val="00F21D6B"/>
    <w:rsid w:val="00F22DEF"/>
    <w:rsid w:val="00F23178"/>
    <w:rsid w:val="00F24282"/>
    <w:rsid w:val="00F25C1A"/>
    <w:rsid w:val="00F27CA1"/>
    <w:rsid w:val="00F27D50"/>
    <w:rsid w:val="00F322A4"/>
    <w:rsid w:val="00F3279D"/>
    <w:rsid w:val="00F3641A"/>
    <w:rsid w:val="00F3643F"/>
    <w:rsid w:val="00F366F1"/>
    <w:rsid w:val="00F36DB2"/>
    <w:rsid w:val="00F40A37"/>
    <w:rsid w:val="00F414F0"/>
    <w:rsid w:val="00F446F0"/>
    <w:rsid w:val="00F449BF"/>
    <w:rsid w:val="00F45F7D"/>
    <w:rsid w:val="00F47B30"/>
    <w:rsid w:val="00F47BD4"/>
    <w:rsid w:val="00F510C1"/>
    <w:rsid w:val="00F520D6"/>
    <w:rsid w:val="00F544A8"/>
    <w:rsid w:val="00F5492E"/>
    <w:rsid w:val="00F55C74"/>
    <w:rsid w:val="00F57F7E"/>
    <w:rsid w:val="00F60024"/>
    <w:rsid w:val="00F6251C"/>
    <w:rsid w:val="00F633E2"/>
    <w:rsid w:val="00F638C5"/>
    <w:rsid w:val="00F63D1F"/>
    <w:rsid w:val="00F67371"/>
    <w:rsid w:val="00F72AB7"/>
    <w:rsid w:val="00F76A4D"/>
    <w:rsid w:val="00F7796F"/>
    <w:rsid w:val="00F82F00"/>
    <w:rsid w:val="00F8374A"/>
    <w:rsid w:val="00F84838"/>
    <w:rsid w:val="00F84BD2"/>
    <w:rsid w:val="00F85564"/>
    <w:rsid w:val="00F8628D"/>
    <w:rsid w:val="00F92490"/>
    <w:rsid w:val="00F924CB"/>
    <w:rsid w:val="00F92BDC"/>
    <w:rsid w:val="00F939CA"/>
    <w:rsid w:val="00F93D9E"/>
    <w:rsid w:val="00F97260"/>
    <w:rsid w:val="00FA0AA6"/>
    <w:rsid w:val="00FA12DC"/>
    <w:rsid w:val="00FA1345"/>
    <w:rsid w:val="00FA28AC"/>
    <w:rsid w:val="00FA351D"/>
    <w:rsid w:val="00FA37D3"/>
    <w:rsid w:val="00FA4156"/>
    <w:rsid w:val="00FA4CB6"/>
    <w:rsid w:val="00FA53B6"/>
    <w:rsid w:val="00FA6DD9"/>
    <w:rsid w:val="00FA7DD1"/>
    <w:rsid w:val="00FB0196"/>
    <w:rsid w:val="00FB0A03"/>
    <w:rsid w:val="00FB0A26"/>
    <w:rsid w:val="00FB13F3"/>
    <w:rsid w:val="00FB192F"/>
    <w:rsid w:val="00FB2184"/>
    <w:rsid w:val="00FB291D"/>
    <w:rsid w:val="00FB2A31"/>
    <w:rsid w:val="00FB31AC"/>
    <w:rsid w:val="00FB43FF"/>
    <w:rsid w:val="00FC00D1"/>
    <w:rsid w:val="00FC036E"/>
    <w:rsid w:val="00FC1C08"/>
    <w:rsid w:val="00FC2B06"/>
    <w:rsid w:val="00FC367E"/>
    <w:rsid w:val="00FC539A"/>
    <w:rsid w:val="00FC5726"/>
    <w:rsid w:val="00FC5F94"/>
    <w:rsid w:val="00FC6094"/>
    <w:rsid w:val="00FC6354"/>
    <w:rsid w:val="00FC670D"/>
    <w:rsid w:val="00FC689D"/>
    <w:rsid w:val="00FC7163"/>
    <w:rsid w:val="00FD3977"/>
    <w:rsid w:val="00FD47B1"/>
    <w:rsid w:val="00FD501D"/>
    <w:rsid w:val="00FD58EA"/>
    <w:rsid w:val="00FE1F66"/>
    <w:rsid w:val="00FE631B"/>
    <w:rsid w:val="00FE6F88"/>
    <w:rsid w:val="00FF2889"/>
    <w:rsid w:val="00FF32A3"/>
    <w:rsid w:val="00FF33AF"/>
    <w:rsid w:val="00FF34C8"/>
    <w:rsid w:val="00FF363D"/>
    <w:rsid w:val="00FF38FB"/>
    <w:rsid w:val="00FF3C7B"/>
    <w:rsid w:val="00FF4E1D"/>
    <w:rsid w:val="00FF6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373F9E"/>
  <w15:docId w15:val="{1D27B3A8-2909-468E-B11D-16569AC3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51"/>
    <w:pPr>
      <w:suppressAutoHyphens/>
      <w:spacing w:after="0" w:line="360" w:lineRule="auto"/>
      <w:ind w:firstLine="709"/>
      <w:jc w:val="both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D92D8A"/>
    <w:pPr>
      <w:keepNext/>
      <w:keepLines/>
      <w:spacing w:before="7000"/>
      <w:ind w:firstLine="0"/>
      <w:jc w:val="right"/>
      <w:outlineLvl w:val="0"/>
    </w:pPr>
    <w:rPr>
      <w:rFonts w:eastAsiaTheme="majorEastAsia" w:cstheme="majorBidi"/>
      <w:b/>
      <w:bCs/>
      <w:sz w:val="60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F1500"/>
    <w:pPr>
      <w:keepNext/>
      <w:keepLines/>
      <w:numPr>
        <w:ilvl w:val="1"/>
        <w:numId w:val="1"/>
      </w:numPr>
      <w:shd w:val="clear" w:color="auto" w:fill="EEECE1" w:themeFill="background2"/>
      <w:spacing w:before="240" w:after="100" w:afterAutospacing="1" w:line="240" w:lineRule="auto"/>
      <w:ind w:left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4610D"/>
    <w:pPr>
      <w:keepNext/>
      <w:keepLines/>
      <w:numPr>
        <w:ilvl w:val="2"/>
        <w:numId w:val="1"/>
      </w:numPr>
      <w:spacing w:before="200" w:after="24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0F58"/>
    <w:pPr>
      <w:keepNext/>
      <w:keepLines/>
      <w:numPr>
        <w:ilvl w:val="3"/>
        <w:numId w:val="1"/>
      </w:numPr>
      <w:spacing w:before="120"/>
      <w:outlineLvl w:val="3"/>
    </w:pPr>
    <w:rPr>
      <w:rFonts w:eastAsiaTheme="majorEastAsia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A7A7E"/>
    <w:pPr>
      <w:keepNext/>
      <w:keepLines/>
      <w:numPr>
        <w:ilvl w:val="4"/>
        <w:numId w:val="1"/>
      </w:numPr>
      <w:spacing w:before="60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20F58"/>
    <w:pPr>
      <w:keepNext/>
      <w:keepLines/>
      <w:numPr>
        <w:ilvl w:val="5"/>
        <w:numId w:val="1"/>
      </w:numPr>
      <w:spacing w:line="240" w:lineRule="auto"/>
      <w:outlineLvl w:val="5"/>
    </w:pPr>
    <w:rPr>
      <w:rFonts w:eastAsiaTheme="majorEastAsia" w:cstheme="majorBidi"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BC754C"/>
    <w:pPr>
      <w:tabs>
        <w:tab w:val="num" w:pos="2005"/>
      </w:tabs>
      <w:suppressAutoHyphens w:val="0"/>
      <w:autoSpaceDN/>
      <w:spacing w:before="240" w:after="60" w:line="240" w:lineRule="auto"/>
      <w:ind w:left="2005" w:hanging="1296"/>
      <w:textAlignment w:val="auto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754C"/>
    <w:pPr>
      <w:tabs>
        <w:tab w:val="num" w:pos="2149"/>
      </w:tabs>
      <w:suppressAutoHyphens w:val="0"/>
      <w:autoSpaceDN/>
      <w:spacing w:before="240" w:after="60" w:line="240" w:lineRule="auto"/>
      <w:ind w:left="2149" w:hanging="1440"/>
      <w:textAlignment w:val="auto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754C"/>
    <w:pPr>
      <w:tabs>
        <w:tab w:val="num" w:pos="2293"/>
      </w:tabs>
      <w:suppressAutoHyphens w:val="0"/>
      <w:autoSpaceDN/>
      <w:spacing w:before="240" w:after="60" w:line="240" w:lineRule="auto"/>
      <w:ind w:left="2293" w:hanging="1584"/>
      <w:textAlignment w:val="auto"/>
      <w:outlineLvl w:val="8"/>
    </w:pPr>
    <w:rPr>
      <w:rFonts w:eastAsia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3D74"/>
    <w:rPr>
      <w:rFonts w:asciiTheme="minorHAnsi" w:eastAsiaTheme="majorEastAsia" w:hAnsiTheme="minorHAnsi" w:cstheme="majorBidi"/>
      <w:b/>
      <w:bCs/>
      <w:sz w:val="6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F1500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rsid w:val="00D4610D"/>
    <w:rPr>
      <w:rFonts w:asciiTheme="minorHAnsi" w:eastAsiaTheme="majorEastAsia" w:hAnsiTheme="minorHAns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0F58"/>
    <w:rPr>
      <w:rFonts w:asciiTheme="minorHAnsi" w:eastAsiaTheme="majorEastAsia" w:hAnsiTheme="minorHAnsi" w:cstheme="majorBidi"/>
      <w:b/>
      <w:bCs/>
      <w:iCs/>
      <w:sz w:val="24"/>
    </w:rPr>
  </w:style>
  <w:style w:type="paragraph" w:styleId="Bezodstpw">
    <w:name w:val="No Spacing"/>
    <w:link w:val="BezodstpwZnak"/>
    <w:uiPriority w:val="1"/>
    <w:qFormat/>
    <w:rsid w:val="00953B29"/>
    <w:pPr>
      <w:suppressAutoHyphens/>
      <w:spacing w:after="0" w:line="360" w:lineRule="auto"/>
      <w:ind w:firstLine="709"/>
    </w:pPr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nhideWhenUsed/>
    <w:rsid w:val="008E3F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E3FF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613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366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unhideWhenUsed/>
    <w:rsid w:val="00A613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61366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List Paragraph,BulletC,Akapit z listą1"/>
    <w:basedOn w:val="Normalny"/>
    <w:link w:val="AkapitzlistZnak"/>
    <w:uiPriority w:val="99"/>
    <w:qFormat/>
    <w:rsid w:val="00513909"/>
    <w:pPr>
      <w:suppressAutoHyphens w:val="0"/>
      <w:autoSpaceDN/>
      <w:ind w:left="720"/>
      <w:contextualSpacing/>
      <w:textAlignment w:val="auto"/>
    </w:pPr>
    <w:rPr>
      <w:rFonts w:eastAsiaTheme="minorHAnsi" w:cstheme="minorBidi"/>
    </w:rPr>
  </w:style>
  <w:style w:type="character" w:styleId="Hipercze">
    <w:name w:val="Hyperlink"/>
    <w:basedOn w:val="Domylnaczcionkaakapitu"/>
    <w:uiPriority w:val="99"/>
    <w:unhideWhenUsed/>
    <w:rsid w:val="003042E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47BD4"/>
    <w:pPr>
      <w:tabs>
        <w:tab w:val="right" w:leader="dot" w:pos="9356"/>
      </w:tabs>
      <w:ind w:left="567" w:hanging="567"/>
    </w:pPr>
    <w:rPr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17AB3"/>
    <w:pPr>
      <w:tabs>
        <w:tab w:val="right" w:leader="dot" w:pos="9356"/>
      </w:tabs>
      <w:ind w:left="567" w:hanging="567"/>
    </w:pPr>
    <w:rPr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42EF4"/>
    <w:pPr>
      <w:tabs>
        <w:tab w:val="left" w:pos="908"/>
        <w:tab w:val="right" w:leader="dot" w:pos="9356"/>
      </w:tabs>
      <w:ind w:left="567" w:hanging="567"/>
    </w:pPr>
    <w:rPr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20F58"/>
    <w:pPr>
      <w:tabs>
        <w:tab w:val="left" w:pos="1100"/>
        <w:tab w:val="right" w:leader="dot" w:pos="9344"/>
      </w:tabs>
      <w:ind w:left="907" w:hanging="680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1F46A4"/>
    <w:pPr>
      <w:suppressAutoHyphens w:val="0"/>
      <w:autoSpaceDN/>
      <w:spacing w:line="240" w:lineRule="auto"/>
      <w:ind w:firstLine="0"/>
      <w:jc w:val="center"/>
      <w:textAlignment w:val="auto"/>
    </w:pPr>
    <w:rPr>
      <w:rFonts w:eastAsia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46A4"/>
    <w:rPr>
      <w:rFonts w:ascii="Arial" w:eastAsia="Times New Roman" w:hAnsi="Arial"/>
      <w:b/>
      <w:sz w:val="32"/>
      <w:szCs w:val="20"/>
      <w:lang w:eastAsia="pl-PL"/>
    </w:rPr>
  </w:style>
  <w:style w:type="character" w:styleId="Tytuksiki">
    <w:name w:val="Book Title"/>
    <w:uiPriority w:val="33"/>
    <w:qFormat/>
    <w:rsid w:val="0075770D"/>
    <w:rPr>
      <w:b/>
      <w:bCs/>
      <w:smallCaps/>
      <w:spacing w:val="5"/>
    </w:rPr>
  </w:style>
  <w:style w:type="character" w:customStyle="1" w:styleId="Nagwek6Znak">
    <w:name w:val="Nagłówek 6 Znak"/>
    <w:basedOn w:val="Domylnaczcionkaakapitu"/>
    <w:link w:val="Nagwek6"/>
    <w:uiPriority w:val="9"/>
    <w:rsid w:val="00C20F58"/>
    <w:rPr>
      <w:rFonts w:asciiTheme="minorHAnsi" w:eastAsiaTheme="majorEastAsia" w:hAnsiTheme="minorHAnsi" w:cstheme="majorBidi"/>
      <w:i/>
      <w:iCs/>
      <w:sz w:val="24"/>
    </w:rPr>
  </w:style>
  <w:style w:type="numbering" w:customStyle="1" w:styleId="Mgd">
    <w:name w:val="Mgd"/>
    <w:uiPriority w:val="99"/>
    <w:rsid w:val="007B4304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uiPriority w:val="9"/>
    <w:rsid w:val="00BA7A7E"/>
    <w:rPr>
      <w:rFonts w:asciiTheme="minorHAnsi" w:eastAsiaTheme="majorEastAsia" w:hAnsiTheme="minorHAnsi" w:cstheme="majorBidi"/>
      <w:sz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F85564"/>
    <w:pPr>
      <w:tabs>
        <w:tab w:val="right" w:leader="dot" w:pos="9356"/>
      </w:tabs>
      <w:ind w:left="1191" w:hanging="794"/>
    </w:pPr>
    <w:rPr>
      <w:sz w:val="24"/>
    </w:rPr>
  </w:style>
  <w:style w:type="table" w:styleId="Tabela-Siatka">
    <w:name w:val="Table Grid"/>
    <w:basedOn w:val="Standardowy"/>
    <w:uiPriority w:val="59"/>
    <w:rsid w:val="0019222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6">
    <w:name w:val="toc 6"/>
    <w:basedOn w:val="Normalny"/>
    <w:next w:val="Normalny"/>
    <w:autoRedefine/>
    <w:uiPriority w:val="39"/>
    <w:unhideWhenUsed/>
    <w:rsid w:val="007E1A0D"/>
    <w:pPr>
      <w:tabs>
        <w:tab w:val="right" w:pos="11907"/>
      </w:tabs>
      <w:ind w:left="567" w:firstLine="0"/>
    </w:pPr>
    <w:rPr>
      <w:i/>
      <w:sz w:val="24"/>
    </w:rPr>
  </w:style>
  <w:style w:type="paragraph" w:styleId="Tytu">
    <w:name w:val="Title"/>
    <w:aliases w:val="Tytuł_1"/>
    <w:basedOn w:val="Normalny"/>
    <w:next w:val="Normalny"/>
    <w:link w:val="TytuZnak"/>
    <w:qFormat/>
    <w:rsid w:val="00180637"/>
    <w:pPr>
      <w:numPr>
        <w:numId w:val="3"/>
      </w:numPr>
      <w:tabs>
        <w:tab w:val="left" w:pos="113"/>
        <w:tab w:val="left" w:pos="1134"/>
      </w:tabs>
      <w:suppressAutoHyphens w:val="0"/>
      <w:autoSpaceDN/>
      <w:spacing w:after="120" w:line="240" w:lineRule="auto"/>
      <w:contextualSpacing/>
      <w:textAlignment w:val="auto"/>
    </w:pPr>
    <w:rPr>
      <w:rFonts w:ascii="Calibri" w:eastAsiaTheme="majorEastAsia" w:hAnsi="Calibri" w:cstheme="majorBidi"/>
      <w:i/>
      <w:spacing w:val="5"/>
      <w:kern w:val="28"/>
      <w:sz w:val="24"/>
      <w:szCs w:val="52"/>
    </w:rPr>
  </w:style>
  <w:style w:type="character" w:customStyle="1" w:styleId="TytuZnak">
    <w:name w:val="Tytuł Znak"/>
    <w:aliases w:val="Tytuł_1 Znak"/>
    <w:basedOn w:val="Domylnaczcionkaakapitu"/>
    <w:link w:val="Tytu"/>
    <w:rsid w:val="00180637"/>
    <w:rPr>
      <w:rFonts w:eastAsiaTheme="majorEastAsia" w:cstheme="majorBidi"/>
      <w:i/>
      <w:spacing w:val="5"/>
      <w:kern w:val="28"/>
      <w:sz w:val="24"/>
      <w:szCs w:val="52"/>
    </w:rPr>
  </w:style>
  <w:style w:type="character" w:styleId="Pogrubienie">
    <w:name w:val="Strong"/>
    <w:uiPriority w:val="22"/>
    <w:qFormat/>
    <w:rsid w:val="006532EE"/>
    <w:rPr>
      <w:rFonts w:asciiTheme="minorHAnsi" w:hAnsiTheme="minorHAnsi" w:cs="Times New Roman"/>
      <w:b/>
      <w:bCs/>
      <w:sz w:val="24"/>
    </w:rPr>
  </w:style>
  <w:style w:type="paragraph" w:customStyle="1" w:styleId="Bibliografialista">
    <w:name w:val="Bibliografia lista"/>
    <w:basedOn w:val="Normalny"/>
    <w:rsid w:val="00B863C2"/>
    <w:pPr>
      <w:numPr>
        <w:numId w:val="4"/>
      </w:numPr>
      <w:suppressAutoHyphens w:val="0"/>
      <w:autoSpaceDN/>
      <w:spacing w:line="240" w:lineRule="auto"/>
      <w:ind w:left="340" w:hanging="340"/>
      <w:textAlignment w:val="auto"/>
    </w:pPr>
    <w:rPr>
      <w:rFonts w:ascii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2A15"/>
    <w:pPr>
      <w:numPr>
        <w:ilvl w:val="1"/>
      </w:numPr>
      <w:pBdr>
        <w:bottom w:val="single" w:sz="2" w:space="1" w:color="595959" w:themeColor="text1" w:themeTint="A6"/>
      </w:pBdr>
      <w:suppressAutoHyphens w:val="0"/>
      <w:autoSpaceDN/>
      <w:spacing w:line="240" w:lineRule="auto"/>
      <w:ind w:firstLine="709"/>
      <w:jc w:val="right"/>
      <w:textAlignment w:val="auto"/>
    </w:pPr>
    <w:rPr>
      <w:rFonts w:eastAsiaTheme="majorEastAsia" w:cstheme="majorBidi"/>
      <w:b/>
      <w:iCs/>
      <w:color w:val="595959" w:themeColor="text1" w:themeTint="A6"/>
      <w:spacing w:val="15"/>
      <w:sz w:val="2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E2A15"/>
    <w:rPr>
      <w:rFonts w:ascii="Arial" w:eastAsiaTheme="majorEastAsia" w:hAnsi="Arial" w:cstheme="majorBidi"/>
      <w:b/>
      <w:iCs/>
      <w:color w:val="595959" w:themeColor="text1" w:themeTint="A6"/>
      <w:spacing w:val="15"/>
      <w:sz w:val="20"/>
      <w:szCs w:val="24"/>
    </w:rPr>
  </w:style>
  <w:style w:type="character" w:styleId="Numerstrony">
    <w:name w:val="page number"/>
    <w:uiPriority w:val="99"/>
    <w:rsid w:val="001E2A15"/>
    <w:rPr>
      <w:rFonts w:cs="Times New Roman"/>
    </w:rPr>
  </w:style>
  <w:style w:type="paragraph" w:styleId="NormalnyWeb">
    <w:name w:val="Normal (Web)"/>
    <w:aliases w:val="Normalny (Web) Znak Znak,Normalny (Web) Znak"/>
    <w:basedOn w:val="Normalny"/>
    <w:link w:val="NormalnyWebZnak1"/>
    <w:uiPriority w:val="99"/>
    <w:rsid w:val="001E2A1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E2A15"/>
    <w:pPr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2A15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uiPriority w:val="99"/>
    <w:semiHidden/>
    <w:unhideWhenUsed/>
    <w:rsid w:val="001E2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A15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A1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15"/>
    <w:rPr>
      <w:rFonts w:ascii="Times New Roman" w:eastAsia="Times New Roman" w:hAnsi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E2A15"/>
    <w:pPr>
      <w:suppressAutoHyphens w:val="0"/>
      <w:autoSpaceDN/>
      <w:spacing w:after="120" w:line="48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E2A15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1E2A15"/>
    <w:pPr>
      <w:widowControl w:val="0"/>
      <w:suppressAutoHyphens w:val="0"/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napToGrid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E2A15"/>
    <w:rPr>
      <w:rFonts w:ascii="Courier New" w:eastAsia="Times New Roman" w:hAnsi="Courier New"/>
      <w:snapToGrid w:val="0"/>
      <w:szCs w:val="20"/>
    </w:rPr>
  </w:style>
  <w:style w:type="paragraph" w:customStyle="1" w:styleId="Styl11ptWyjustowanyZlewej124cmInterlinia15wiers">
    <w:name w:val="Styl 11 pt Wyjustowany Z lewej:  124 cm Interlinia:  15 wiers..."/>
    <w:basedOn w:val="Normalny"/>
    <w:next w:val="Normalny"/>
    <w:rsid w:val="001E2A15"/>
    <w:pPr>
      <w:autoSpaceDN/>
      <w:ind w:left="705" w:firstLine="0"/>
      <w:textAlignment w:val="auto"/>
    </w:pPr>
    <w:rPr>
      <w:rFonts w:ascii="Times New Roman" w:eastAsia="Times New Roman" w:hAnsi="Times New Roman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2A1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2A15"/>
    <w:pPr>
      <w:suppressAutoHyphens w:val="0"/>
      <w:autoSpaceDN/>
      <w:spacing w:line="276" w:lineRule="auto"/>
      <w:jc w:val="left"/>
      <w:textAlignment w:val="auto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2A15"/>
    <w:pPr>
      <w:suppressAutoHyphens w:val="0"/>
      <w:autoSpaceDN/>
      <w:ind w:firstLine="0"/>
      <w:textAlignment w:val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2A15"/>
    <w:rPr>
      <w:rFonts w:ascii="Arial" w:eastAsia="Times New Roman" w:hAnsi="Arial"/>
      <w:sz w:val="20"/>
      <w:szCs w:val="20"/>
      <w:lang w:eastAsia="pl-PL"/>
    </w:rPr>
  </w:style>
  <w:style w:type="paragraph" w:customStyle="1" w:styleId="Wyliczanie">
    <w:name w:val="Wyliczanie"/>
    <w:basedOn w:val="Normalny"/>
    <w:rsid w:val="00C42EF4"/>
    <w:pPr>
      <w:numPr>
        <w:numId w:val="5"/>
      </w:numPr>
      <w:suppressAutoHyphens w:val="0"/>
      <w:autoSpaceDN/>
      <w:spacing w:line="240" w:lineRule="auto"/>
      <w:ind w:left="284" w:hanging="284"/>
      <w:textAlignment w:val="auto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E2A15"/>
    <w:rPr>
      <w:color w:val="800080"/>
      <w:u w:val="single"/>
    </w:rPr>
  </w:style>
  <w:style w:type="paragraph" w:customStyle="1" w:styleId="xl63">
    <w:name w:val="xl63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1E2A15"/>
    <w:pPr>
      <w:pBdr>
        <w:left w:val="double" w:sz="6" w:space="0" w:color="auto"/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E2A15"/>
    <w:pPr>
      <w:pBdr>
        <w:bottom w:val="single" w:sz="12" w:space="0" w:color="auto"/>
        <w:right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1E2A15"/>
    <w:pPr>
      <w:pBdr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1E2A15"/>
    <w:pPr>
      <w:pBdr>
        <w:bottom w:val="single" w:sz="12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0">
    <w:name w:val="xl70"/>
    <w:basedOn w:val="Normalny"/>
    <w:rsid w:val="001E2A15"/>
    <w:pPr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2">
    <w:name w:val="xl72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3">
    <w:name w:val="xl73"/>
    <w:basedOn w:val="Normalny"/>
    <w:rsid w:val="001E2A15"/>
    <w:pPr>
      <w:pBdr>
        <w:top w:val="single" w:sz="12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4">
    <w:name w:val="xl7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1E2A15"/>
    <w:pPr>
      <w:pBdr>
        <w:top w:val="single" w:sz="8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7">
    <w:name w:val="xl77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1E2A15"/>
    <w:pPr>
      <w:pBdr>
        <w:top w:val="double" w:sz="6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1E2A15"/>
    <w:pPr>
      <w:pBdr>
        <w:top w:val="double" w:sz="6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1E2A15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1E2A15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TimesCE">
    <w:name w:val="Times CE"/>
    <w:basedOn w:val="Normalny"/>
    <w:rsid w:val="00862EE3"/>
    <w:pPr>
      <w:suppressAutoHyphens w:val="0"/>
      <w:autoSpaceDN/>
      <w:spacing w:line="360" w:lineRule="atLeast"/>
      <w:ind w:firstLine="0"/>
      <w:jc w:val="left"/>
      <w:textAlignment w:val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Tekst">
    <w:name w:val="Tekst"/>
    <w:basedOn w:val="Normalny"/>
    <w:link w:val="TekstZnak"/>
    <w:rsid w:val="00C04AD1"/>
    <w:pPr>
      <w:suppressAutoHyphens w:val="0"/>
      <w:autoSpaceDN/>
      <w:spacing w:before="60"/>
      <w:ind w:firstLine="851"/>
      <w:textAlignment w:val="auto"/>
    </w:pPr>
    <w:rPr>
      <w:rFonts w:eastAsia="Times New Roman"/>
      <w:sz w:val="20"/>
      <w:szCs w:val="20"/>
      <w:lang w:eastAsia="pl-PL"/>
    </w:rPr>
  </w:style>
  <w:style w:type="paragraph" w:customStyle="1" w:styleId="PABNagwek1">
    <w:name w:val="PAB Nagłówek 1"/>
    <w:basedOn w:val="Nagwek1"/>
    <w:rsid w:val="00C04AD1"/>
    <w:pPr>
      <w:keepLines w:val="0"/>
      <w:numPr>
        <w:numId w:val="6"/>
      </w:numPr>
      <w:suppressAutoHyphens w:val="0"/>
      <w:autoSpaceDN/>
      <w:spacing w:before="240"/>
      <w:jc w:val="left"/>
      <w:textAlignment w:val="auto"/>
    </w:pPr>
    <w:rPr>
      <w:rFonts w:ascii="Arial" w:eastAsia="Times New Roman" w:hAnsi="Arial" w:cs="Times New Roman"/>
      <w:bCs w:val="0"/>
      <w:caps/>
      <w:kern w:val="28"/>
      <w:sz w:val="24"/>
      <w:szCs w:val="20"/>
      <w:lang w:eastAsia="pl-PL"/>
    </w:rPr>
  </w:style>
  <w:style w:type="paragraph" w:customStyle="1" w:styleId="PABnaglowek4">
    <w:name w:val="PAB naglowek 4"/>
    <w:basedOn w:val="Tekst"/>
    <w:next w:val="Tekst"/>
    <w:rsid w:val="00C04AD1"/>
    <w:pPr>
      <w:numPr>
        <w:ilvl w:val="3"/>
        <w:numId w:val="6"/>
      </w:numPr>
      <w:tabs>
        <w:tab w:val="clear" w:pos="851"/>
      </w:tabs>
      <w:spacing w:before="120"/>
      <w:ind w:left="3589" w:hanging="360"/>
    </w:pPr>
    <w:rPr>
      <w:b/>
    </w:rPr>
  </w:style>
  <w:style w:type="paragraph" w:customStyle="1" w:styleId="PABNagwek2">
    <w:name w:val="PAB Nagłówek 2"/>
    <w:basedOn w:val="Nagwek3"/>
    <w:next w:val="Tekst"/>
    <w:rsid w:val="00C04AD1"/>
    <w:pPr>
      <w:keepLines w:val="0"/>
      <w:numPr>
        <w:ilvl w:val="1"/>
        <w:numId w:val="6"/>
      </w:numPr>
      <w:suppressAutoHyphens w:val="0"/>
      <w:autoSpaceDN/>
      <w:spacing w:before="12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rsid w:val="00C04AD1"/>
    <w:pPr>
      <w:keepLines w:val="0"/>
      <w:widowControl w:val="0"/>
      <w:numPr>
        <w:numId w:val="6"/>
      </w:numPr>
      <w:suppressAutoHyphens w:val="0"/>
      <w:autoSpaceDN/>
      <w:spacing w:before="18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character" w:customStyle="1" w:styleId="TekstZnak">
    <w:name w:val="Tekst Znak"/>
    <w:link w:val="Tekst"/>
    <w:rsid w:val="00C04AD1"/>
    <w:rPr>
      <w:rFonts w:ascii="Arial" w:eastAsia="Times New Roman" w:hAnsi="Arial"/>
      <w:sz w:val="20"/>
      <w:szCs w:val="20"/>
      <w:lang w:eastAsia="pl-PL"/>
    </w:rPr>
  </w:style>
  <w:style w:type="paragraph" w:customStyle="1" w:styleId="Default">
    <w:name w:val="Default"/>
    <w:link w:val="DefaultZnak"/>
    <w:rsid w:val="0096467B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96467B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zwaczci">
    <w:name w:val="Nazwa części"/>
    <w:basedOn w:val="Normalny"/>
    <w:rsid w:val="00235CEE"/>
    <w:pPr>
      <w:keepNext/>
      <w:numPr>
        <w:numId w:val="7"/>
      </w:numPr>
      <w:suppressAutoHyphens w:val="0"/>
      <w:autoSpaceDN/>
      <w:spacing w:line="240" w:lineRule="auto"/>
      <w:jc w:val="center"/>
      <w:textAlignment w:val="auto"/>
      <w:outlineLvl w:val="0"/>
    </w:pPr>
    <w:rPr>
      <w:rFonts w:ascii="Times New Roman" w:eastAsia="Times New Roman" w:hAnsi="Times New Roman"/>
      <w:b/>
      <w:caps/>
      <w:sz w:val="40"/>
      <w:szCs w:val="20"/>
      <w:u w:val="single"/>
      <w:lang w:eastAsia="pl-PL"/>
    </w:rPr>
  </w:style>
  <w:style w:type="paragraph" w:customStyle="1" w:styleId="CM26">
    <w:name w:val="CM26"/>
    <w:basedOn w:val="Default"/>
    <w:next w:val="Default"/>
    <w:rsid w:val="00C620BB"/>
    <w:pPr>
      <w:spacing w:after="240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rsid w:val="00BC754C"/>
    <w:rPr>
      <w:rFonts w:ascii="Arial" w:eastAsia="Times New Roman" w:hAnsi="Arial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C754C"/>
    <w:rPr>
      <w:rFonts w:ascii="Arial" w:eastAsia="Times New Roman" w:hAnsi="Arial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C754C"/>
    <w:rPr>
      <w:rFonts w:ascii="Arial" w:eastAsia="Times New Roman" w:hAnsi="Arial"/>
      <w:b/>
      <w:i/>
      <w:sz w:val="18"/>
      <w:szCs w:val="20"/>
      <w:lang w:eastAsia="pl-PL"/>
    </w:rPr>
  </w:style>
  <w:style w:type="paragraph" w:customStyle="1" w:styleId="StylNagwek1Dolewej">
    <w:name w:val="Styl Nagłówek 1 + Do lewej"/>
    <w:basedOn w:val="Nagwek1"/>
    <w:rsid w:val="00BC754C"/>
    <w:pPr>
      <w:keepLines w:val="0"/>
      <w:tabs>
        <w:tab w:val="left" w:pos="380"/>
        <w:tab w:val="num" w:pos="2134"/>
      </w:tabs>
      <w:suppressAutoHyphens w:val="0"/>
      <w:autoSpaceDN/>
      <w:spacing w:before="0" w:line="240" w:lineRule="auto"/>
      <w:ind w:left="2134" w:hanging="432"/>
      <w:jc w:val="left"/>
      <w:textAlignment w:val="auto"/>
    </w:pPr>
    <w:rPr>
      <w:rFonts w:ascii="Times New Roman" w:eastAsia="Times New Roman" w:hAnsi="Times New Roman" w:cs="Times New Roman"/>
      <w:caps/>
      <w:sz w:val="28"/>
      <w:lang w:eastAsia="pl-PL"/>
    </w:rPr>
  </w:style>
  <w:style w:type="paragraph" w:customStyle="1" w:styleId="NagwekA">
    <w:name w:val="Nagłówek A"/>
    <w:basedOn w:val="Nagwek1"/>
    <w:link w:val="NagwekAZnak"/>
    <w:qFormat/>
    <w:rsid w:val="00D92D8A"/>
    <w:pPr>
      <w:numPr>
        <w:numId w:val="9"/>
      </w:numPr>
      <w:shd w:val="clear" w:color="auto" w:fill="EEECE1" w:themeFill="background2"/>
      <w:spacing w:before="6000" w:line="240" w:lineRule="auto"/>
      <w:jc w:val="center"/>
    </w:pPr>
    <w:rPr>
      <w:color w:val="0075B0"/>
      <w:u w:val="single"/>
    </w:rPr>
  </w:style>
  <w:style w:type="paragraph" w:customStyle="1" w:styleId="StylStylNagwek1DolewejInterlinia15wiersza1">
    <w:name w:val="Styl Styl Nagłówek 1 + Do lewej + Interlinia:  15 wiersza1"/>
    <w:basedOn w:val="StylNagwek1Dolewej"/>
    <w:rsid w:val="00DA21D0"/>
    <w:pPr>
      <w:tabs>
        <w:tab w:val="clear" w:pos="380"/>
        <w:tab w:val="clear" w:pos="2134"/>
        <w:tab w:val="num" w:pos="360"/>
      </w:tabs>
      <w:spacing w:before="240" w:after="240" w:line="360" w:lineRule="auto"/>
      <w:ind w:left="360" w:hanging="360"/>
    </w:pPr>
    <w:rPr>
      <w:szCs w:val="20"/>
    </w:rPr>
  </w:style>
  <w:style w:type="character" w:customStyle="1" w:styleId="NagwekAZnak">
    <w:name w:val="Nagłówek A Znak"/>
    <w:basedOn w:val="Nagwek1Znak"/>
    <w:link w:val="NagwekA"/>
    <w:rsid w:val="0094162E"/>
    <w:rPr>
      <w:rFonts w:asciiTheme="minorHAnsi" w:eastAsiaTheme="majorEastAsia" w:hAnsiTheme="minorHAnsi" w:cstheme="majorBidi"/>
      <w:b/>
      <w:bCs/>
      <w:color w:val="0075B0"/>
      <w:sz w:val="60"/>
      <w:szCs w:val="28"/>
      <w:u w:val="single"/>
      <w:shd w:val="clear" w:color="auto" w:fill="EEECE1" w:themeFill="background2"/>
    </w:rPr>
  </w:style>
  <w:style w:type="paragraph" w:customStyle="1" w:styleId="Rysunki">
    <w:name w:val="Rysunki"/>
    <w:basedOn w:val="Nagwek5"/>
    <w:link w:val="RysunkiZnak"/>
    <w:qFormat/>
    <w:rsid w:val="00E46F45"/>
    <w:pPr>
      <w:numPr>
        <w:ilvl w:val="0"/>
        <w:numId w:val="0"/>
      </w:numPr>
      <w:shd w:val="clear" w:color="auto" w:fill="EEECE1" w:themeFill="background2"/>
      <w:spacing w:line="240" w:lineRule="auto"/>
    </w:pPr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70A0"/>
    <w:pPr>
      <w:spacing w:after="120"/>
    </w:pPr>
    <w:rPr>
      <w:sz w:val="16"/>
      <w:szCs w:val="16"/>
    </w:rPr>
  </w:style>
  <w:style w:type="character" w:customStyle="1" w:styleId="RysunkiZnak">
    <w:name w:val="Rysunki Znak"/>
    <w:basedOn w:val="Nagwek2Znak"/>
    <w:link w:val="Rysunki"/>
    <w:rsid w:val="00E46F45"/>
    <w:rPr>
      <w:rFonts w:asciiTheme="minorHAnsi" w:eastAsiaTheme="majorEastAsia" w:hAnsiTheme="minorHAnsi" w:cstheme="majorBidi"/>
      <w:b w:val="0"/>
      <w:bCs w:val="0"/>
      <w:sz w:val="24"/>
      <w:szCs w:val="26"/>
      <w:shd w:val="clear" w:color="auto" w:fill="EEECE1" w:themeFill="background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70A0"/>
    <w:rPr>
      <w:rFonts w:ascii="Arial" w:hAnsi="Arial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D7879"/>
    <w:rPr>
      <w:i/>
      <w:iCs/>
      <w:sz w:val="20"/>
      <w:szCs w:val="20"/>
    </w:rPr>
  </w:style>
  <w:style w:type="paragraph" w:customStyle="1" w:styleId="Nagwek0">
    <w:name w:val="Nagłówek 0"/>
    <w:basedOn w:val="Nagwek2"/>
    <w:link w:val="Nagwek0Znak"/>
    <w:qFormat/>
    <w:rsid w:val="0038171F"/>
    <w:pPr>
      <w:numPr>
        <w:ilvl w:val="0"/>
        <w:numId w:val="0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352C67"/>
    <w:rPr>
      <w:rFonts w:ascii="Arial" w:hAnsi="Arial"/>
    </w:rPr>
  </w:style>
  <w:style w:type="character" w:customStyle="1" w:styleId="Nagwek0Znak">
    <w:name w:val="Nagłówek 0 Znak"/>
    <w:basedOn w:val="Nagwek2Znak"/>
    <w:link w:val="Nagwek0"/>
    <w:rsid w:val="0038171F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paragraph" w:customStyle="1" w:styleId="wypunktowanie">
    <w:name w:val="wypunktowanie"/>
    <w:basedOn w:val="Normalny"/>
    <w:rsid w:val="000B37C5"/>
    <w:pPr>
      <w:widowControl w:val="0"/>
      <w:numPr>
        <w:numId w:val="19"/>
      </w:numPr>
      <w:tabs>
        <w:tab w:val="clear" w:pos="908"/>
        <w:tab w:val="num" w:pos="624"/>
      </w:tabs>
      <w:suppressAutoHyphens w:val="0"/>
      <w:autoSpaceDN/>
      <w:spacing w:line="240" w:lineRule="auto"/>
      <w:ind w:left="624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7A7E"/>
    <w:pPr>
      <w:suppressAutoHyphens w:val="0"/>
      <w:autoSpaceDN/>
      <w:spacing w:after="120" w:line="480" w:lineRule="auto"/>
      <w:ind w:firstLine="0"/>
      <w:jc w:val="left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7A7E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0pt">
    <w:name w:val="Styl 10 pt"/>
    <w:rsid w:val="00BA7A7E"/>
    <w:rPr>
      <w:sz w:val="20"/>
    </w:rPr>
  </w:style>
  <w:style w:type="paragraph" w:customStyle="1" w:styleId="nrtabeli">
    <w:name w:val="nr tabeli"/>
    <w:basedOn w:val="Normalny"/>
    <w:link w:val="nrtabeliZnak"/>
    <w:qFormat/>
    <w:rsid w:val="00ED2908"/>
    <w:pPr>
      <w:numPr>
        <w:numId w:val="21"/>
      </w:numPr>
      <w:suppressAutoHyphens w:val="0"/>
      <w:autoSpaceDN/>
      <w:spacing w:before="120" w:line="240" w:lineRule="auto"/>
      <w:ind w:left="697" w:hanging="340"/>
      <w:jc w:val="center"/>
      <w:textAlignment w:val="auto"/>
    </w:pPr>
    <w:rPr>
      <w:rFonts w:ascii="Calibri" w:eastAsia="Times New Roman" w:hAnsi="Calibri"/>
      <w:szCs w:val="24"/>
    </w:rPr>
  </w:style>
  <w:style w:type="character" w:customStyle="1" w:styleId="nrtabeliZnak">
    <w:name w:val="nr tabeli Znak"/>
    <w:link w:val="nrtabeli"/>
    <w:rsid w:val="00ED2908"/>
    <w:rPr>
      <w:rFonts w:eastAsia="Times New Roman"/>
      <w:szCs w:val="24"/>
    </w:rPr>
  </w:style>
  <w:style w:type="paragraph" w:styleId="Spistreci7">
    <w:name w:val="toc 7"/>
    <w:basedOn w:val="Normalny"/>
    <w:next w:val="Normalny"/>
    <w:autoRedefine/>
    <w:uiPriority w:val="39"/>
    <w:unhideWhenUsed/>
    <w:rsid w:val="00CB46AC"/>
    <w:pPr>
      <w:suppressAutoHyphens w:val="0"/>
      <w:autoSpaceDN/>
      <w:spacing w:after="100" w:line="259" w:lineRule="auto"/>
      <w:ind w:left="1320" w:firstLine="0"/>
      <w:jc w:val="left"/>
      <w:textAlignment w:val="auto"/>
    </w:pPr>
    <w:rPr>
      <w:rFonts w:eastAsiaTheme="minorEastAsia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B46AC"/>
    <w:pPr>
      <w:suppressAutoHyphens w:val="0"/>
      <w:autoSpaceDN/>
      <w:spacing w:after="100" w:line="259" w:lineRule="auto"/>
      <w:ind w:left="1540" w:firstLine="0"/>
      <w:jc w:val="left"/>
      <w:textAlignment w:val="auto"/>
    </w:pPr>
    <w:rPr>
      <w:rFonts w:eastAsiaTheme="minorEastAsia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B46AC"/>
    <w:pPr>
      <w:suppressAutoHyphens w:val="0"/>
      <w:autoSpaceDN/>
      <w:spacing w:after="100" w:line="259" w:lineRule="auto"/>
      <w:ind w:left="1760" w:firstLine="0"/>
      <w:jc w:val="left"/>
      <w:textAlignment w:val="auto"/>
    </w:pPr>
    <w:rPr>
      <w:rFonts w:eastAsiaTheme="minorEastAsia" w:cstheme="minorBid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6AC"/>
    <w:rPr>
      <w:color w:val="808080"/>
      <w:shd w:val="clear" w:color="auto" w:fill="E6E6E6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8141CF"/>
    <w:rPr>
      <w:rFonts w:ascii="Arial Narrow" w:hAnsi="Arial Narrow" w:cs="Arial Narrow"/>
      <w:sz w:val="14"/>
      <w:szCs w:val="14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8141CF"/>
    <w:pPr>
      <w:widowControl w:val="0"/>
      <w:shd w:val="clear" w:color="auto" w:fill="FFFFFF"/>
      <w:suppressAutoHyphens w:val="0"/>
      <w:autoSpaceDN/>
      <w:spacing w:line="394" w:lineRule="exact"/>
      <w:ind w:firstLine="0"/>
      <w:textAlignment w:val="auto"/>
      <w:outlineLvl w:val="1"/>
    </w:pPr>
    <w:rPr>
      <w:rFonts w:ascii="Arial Narrow" w:hAnsi="Arial Narrow" w:cs="Arial Narrow"/>
      <w:sz w:val="14"/>
      <w:szCs w:val="1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7162"/>
    <w:rPr>
      <w:color w:val="808080"/>
      <w:shd w:val="clear" w:color="auto" w:fill="E6E6E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F8D"/>
    <w:rPr>
      <w:vertAlign w:val="superscript"/>
    </w:rPr>
  </w:style>
  <w:style w:type="character" w:customStyle="1" w:styleId="ListaZnakZnakZnakZnakZnakZnakZnakZnakZnakZnakZnakZnakZnak">
    <w:name w:val="Lista Znak Znak Znak Znak Znak Znak Znak Znak Znak Znak Znak Znak Znak"/>
    <w:basedOn w:val="Domylnaczcionkaakapitu"/>
    <w:rsid w:val="00D22F7C"/>
    <w:rPr>
      <w:sz w:val="24"/>
      <w:lang w:val="pl-PL" w:eastAsia="pl-PL" w:bidi="ar-SA"/>
    </w:rPr>
  </w:style>
  <w:style w:type="paragraph" w:styleId="Cytat">
    <w:name w:val="Quote"/>
    <w:basedOn w:val="Normalny"/>
    <w:next w:val="Normalny"/>
    <w:link w:val="CytatZnak"/>
    <w:uiPriority w:val="99"/>
    <w:qFormat/>
    <w:rsid w:val="00791937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791937"/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character" w:customStyle="1" w:styleId="NormalnyWebZnak1">
    <w:name w:val="Normalny (Web) Znak1"/>
    <w:aliases w:val="Normalny (Web) Znak Znak Znak,Normalny (Web) Znak Znak1"/>
    <w:link w:val="NormalnyWeb"/>
    <w:uiPriority w:val="99"/>
    <w:locked/>
    <w:rsid w:val="00791937"/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47B30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113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1134C"/>
    <w:rPr>
      <w:rFonts w:asciiTheme="minorHAnsi" w:hAnsiTheme="minorHAnsi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639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link w:val="LegendaZnak"/>
    <w:qFormat/>
    <w:rsid w:val="00815F70"/>
    <w:pPr>
      <w:suppressAutoHyphens w:val="0"/>
      <w:autoSpaceDN/>
      <w:spacing w:before="120" w:after="120" w:line="240" w:lineRule="auto"/>
      <w:ind w:firstLine="0"/>
      <w:textAlignment w:val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LegendaZnak">
    <w:name w:val="Legenda Znak"/>
    <w:link w:val="Legenda"/>
    <w:rsid w:val="00815F70"/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List Paragraph Znak,BulletC Znak,Akapit z listą1 Znak"/>
    <w:link w:val="Akapitzlist"/>
    <w:uiPriority w:val="99"/>
    <w:rsid w:val="007901C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TEK\16.%20DW%20762%20MA&#321;OGOSZCZ%20-%20CH&#280;CINY\2.%20MA&#321;OGOSZCZ\6.%20KANALIZACJA\PROJEKT%20BUDOWLANY\PAB%20-%20BRAN&#379;A%20SANITARNA%20-%20BUDOWA%20KANALIZACJI%20DESZCZOWEJ_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24B3-2316-478D-8F57-C1654BC5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PAB - BRANŻA SANITARNA - BUDOWA KANALIZACJI DESZCZOWEJ_1.dotx</Template>
  <TotalTime>15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Użytkownik</cp:lastModifiedBy>
  <cp:revision>4</cp:revision>
  <cp:lastPrinted>2019-12-17T13:58:00Z</cp:lastPrinted>
  <dcterms:created xsi:type="dcterms:W3CDTF">2020-06-09T07:39:00Z</dcterms:created>
  <dcterms:modified xsi:type="dcterms:W3CDTF">2020-06-10T10:31:00Z</dcterms:modified>
</cp:coreProperties>
</file>